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gridCol w:w="1558"/>
      </w:tblGrid>
      <w:tr w:rsidR="00AA14F6" w:rsidRPr="00AA14F6" w:rsidTr="003B378D">
        <w:trPr>
          <w:trHeight w:val="397"/>
          <w:jc w:val="center"/>
        </w:trPr>
        <w:tc>
          <w:tcPr>
            <w:tcW w:w="8504" w:type="dxa"/>
            <w:gridSpan w:val="2"/>
            <w:tcBorders>
              <w:top w:val="single" w:sz="4" w:space="0" w:color="auto"/>
              <w:bottom w:val="single" w:sz="4" w:space="0" w:color="auto"/>
            </w:tcBorders>
            <w:tcMar>
              <w:top w:w="57" w:type="dxa"/>
              <w:bottom w:w="57" w:type="dxa"/>
            </w:tcMar>
            <w:vAlign w:val="center"/>
          </w:tcPr>
          <w:bookmarkStart w:id="0" w:name="_GoBack"/>
          <w:bookmarkEnd w:id="0"/>
          <w:p w:rsidR="00AA14F6" w:rsidRPr="003B378D" w:rsidRDefault="00821F1F" w:rsidP="005F7543">
            <w:pPr>
              <w:jc w:val="left"/>
              <w:rPr>
                <w:rFonts w:cs="Arial"/>
                <w:bCs/>
                <w:caps/>
                <w:color w:val="000000" w:themeColor="text1"/>
                <w:sz w:val="30"/>
                <w:szCs w:val="30"/>
              </w:rPr>
            </w:pPr>
            <w:sdt>
              <w:sdtPr>
                <w:rPr>
                  <w:rFonts w:cs="Arial"/>
                  <w:bCs/>
                  <w:caps/>
                  <w:color w:val="000000" w:themeColor="text1"/>
                  <w:sz w:val="30"/>
                  <w:szCs w:val="30"/>
                </w:rPr>
                <w:alias w:val="Číslo přílohy"/>
                <w:tag w:val="PrilCislo"/>
                <w:id w:val="-64426397"/>
                <w:placeholder>
                  <w:docPart w:val="0842CD71C9E94474AB914EBFB41654DB"/>
                </w:placeholder>
                <w:text/>
              </w:sdtPr>
              <w:sdtEndPr/>
              <w:sdtContent>
                <w:r w:rsidR="00AA61FE">
                  <w:rPr>
                    <w:rFonts w:cs="Arial"/>
                    <w:bCs/>
                    <w:caps/>
                    <w:color w:val="000000" w:themeColor="text1"/>
                    <w:sz w:val="30"/>
                    <w:szCs w:val="30"/>
                  </w:rPr>
                  <w:t>E.3</w:t>
                </w:r>
              </w:sdtContent>
            </w:sdt>
            <w:r w:rsidR="005F7543">
              <w:rPr>
                <w:rFonts w:cs="Arial"/>
                <w:bCs/>
                <w:caps/>
                <w:color w:val="000000" w:themeColor="text1"/>
                <w:sz w:val="30"/>
                <w:szCs w:val="30"/>
              </w:rPr>
              <w:t xml:space="preserve">  </w:t>
            </w:r>
            <w:r w:rsidR="003B378D" w:rsidRPr="003B378D">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1395199336"/>
                <w:placeholder>
                  <w:docPart w:val="B65AFCA5262346089ACA6CBF2B8C6EE6"/>
                </w:placeholder>
                <w:text/>
              </w:sdtPr>
              <w:sdtEndPr/>
              <w:sdtContent>
                <w:r w:rsidR="00B50340">
                  <w:rPr>
                    <w:rFonts w:cs="Arial"/>
                    <w:bCs/>
                    <w:caps/>
                    <w:color w:val="000000" w:themeColor="text1"/>
                    <w:sz w:val="30"/>
                    <w:szCs w:val="30"/>
                  </w:rPr>
                  <w:t>Záznamy z jednání</w:t>
                </w:r>
              </w:sdtContent>
            </w:sdt>
          </w:p>
        </w:tc>
      </w:tr>
      <w:tr w:rsidR="00AA14F6" w:rsidRPr="00AA14F6" w:rsidTr="00AA14F6">
        <w:trPr>
          <w:trHeight w:val="510"/>
          <w:jc w:val="center"/>
        </w:trPr>
        <w:tc>
          <w:tcPr>
            <w:tcW w:w="8504" w:type="dxa"/>
            <w:gridSpan w:val="2"/>
            <w:tcBorders>
              <w:top w:val="single" w:sz="4" w:space="0" w:color="auto"/>
            </w:tcBorders>
            <w:vAlign w:val="center"/>
          </w:tcPr>
          <w:p w:rsidR="00AA14F6" w:rsidRPr="00AA14F6" w:rsidRDefault="00AA14F6" w:rsidP="00AA14F6">
            <w:pPr>
              <w:jc w:val="center"/>
              <w:rPr>
                <w:caps/>
                <w:color w:val="000000" w:themeColor="text1"/>
              </w:rPr>
            </w:pPr>
          </w:p>
        </w:tc>
      </w:tr>
      <w:tr w:rsidR="00B50340" w:rsidRPr="00AA14F6" w:rsidTr="00061386">
        <w:trPr>
          <w:trHeight w:val="510"/>
          <w:jc w:val="center"/>
        </w:trPr>
        <w:tc>
          <w:tcPr>
            <w:tcW w:w="8504" w:type="dxa"/>
            <w:gridSpan w:val="2"/>
            <w:vAlign w:val="center"/>
          </w:tcPr>
          <w:p w:rsidR="00B50340" w:rsidRDefault="00B50340" w:rsidP="00061386">
            <w:pPr>
              <w:jc w:val="center"/>
              <w:rPr>
                <w:b/>
                <w:caps/>
                <w:color w:val="000000" w:themeColor="text1"/>
                <w:sz w:val="30"/>
                <w:szCs w:val="30"/>
              </w:rPr>
            </w:pPr>
            <w:bookmarkStart w:id="1" w:name="_Hlk57697127"/>
            <w:r>
              <w:rPr>
                <w:b/>
                <w:caps/>
                <w:color w:val="000000" w:themeColor="text1"/>
                <w:sz w:val="30"/>
                <w:szCs w:val="30"/>
              </w:rPr>
              <w:t>Revitalizace objektů a prostorů VDJ Korunní</w:t>
            </w:r>
          </w:p>
          <w:p w:rsidR="00B50340" w:rsidRDefault="00B50340" w:rsidP="00061386">
            <w:pPr>
              <w:jc w:val="center"/>
              <w:rPr>
                <w:b/>
                <w:caps/>
                <w:color w:val="000000" w:themeColor="text1"/>
                <w:sz w:val="30"/>
                <w:szCs w:val="30"/>
              </w:rPr>
            </w:pPr>
            <w:r>
              <w:rPr>
                <w:b/>
                <w:caps/>
                <w:color w:val="000000" w:themeColor="text1"/>
                <w:sz w:val="30"/>
                <w:szCs w:val="30"/>
              </w:rPr>
              <w:t>Praha 10, č. inv. akce 1/4/A52/00</w:t>
            </w:r>
          </w:p>
          <w:p w:rsidR="00B50340" w:rsidRPr="00AA14F6" w:rsidRDefault="00B50340" w:rsidP="00061386">
            <w:pPr>
              <w:jc w:val="center"/>
              <w:rPr>
                <w:b/>
                <w:caps/>
                <w:color w:val="000000" w:themeColor="text1"/>
                <w:sz w:val="30"/>
                <w:szCs w:val="30"/>
              </w:rPr>
            </w:pPr>
            <w:r>
              <w:rPr>
                <w:b/>
                <w:caps/>
                <w:color w:val="000000" w:themeColor="text1"/>
                <w:sz w:val="30"/>
                <w:szCs w:val="30"/>
              </w:rPr>
              <w:t>1/4/F87/00, 1/4/F87/01, 1/4/A52/02</w:t>
            </w:r>
          </w:p>
        </w:tc>
      </w:tr>
      <w:bookmarkEnd w:id="1"/>
      <w:tr w:rsidR="003B378D" w:rsidRPr="00AA14F6" w:rsidTr="003B378D">
        <w:trPr>
          <w:trHeight w:val="510"/>
          <w:jc w:val="center"/>
        </w:trPr>
        <w:tc>
          <w:tcPr>
            <w:tcW w:w="8504" w:type="dxa"/>
            <w:gridSpan w:val="2"/>
            <w:vAlign w:val="center"/>
          </w:tcPr>
          <w:p w:rsidR="003B378D" w:rsidRPr="003B378D" w:rsidRDefault="00821F1F" w:rsidP="005C2849">
            <w:pPr>
              <w:jc w:val="center"/>
              <w:rPr>
                <w:caps/>
                <w:color w:val="000000" w:themeColor="text1"/>
                <w:sz w:val="24"/>
                <w:szCs w:val="24"/>
              </w:rPr>
            </w:pPr>
            <w:sdt>
              <w:sdtPr>
                <w:rPr>
                  <w:caps/>
                  <w:color w:val="000000" w:themeColor="text1"/>
                  <w:sz w:val="24"/>
                  <w:szCs w:val="24"/>
                </w:rPr>
                <w:alias w:val="Doplňující název akce"/>
                <w:tag w:val="PodNazev"/>
                <w:id w:val="-1240555608"/>
                <w:placeholder>
                  <w:docPart w:val="A5B936AC95614DF99BAF057D9EAD8BC6"/>
                </w:placeholder>
                <w:text/>
              </w:sdtPr>
              <w:sdtEndPr/>
              <w:sdtContent>
                <w:r w:rsidR="00B50340">
                  <w:rPr>
                    <w:caps/>
                    <w:color w:val="000000" w:themeColor="text1"/>
                    <w:sz w:val="24"/>
                    <w:szCs w:val="24"/>
                  </w:rPr>
                  <w:t>E. Dokladová část</w:t>
                </w:r>
              </w:sdtContent>
            </w:sdt>
          </w:p>
        </w:tc>
      </w:tr>
      <w:tr w:rsidR="00FF5336" w:rsidRPr="006B05F3" w:rsidTr="0066347D">
        <w:trPr>
          <w:trHeight w:val="227"/>
          <w:jc w:val="center"/>
        </w:trPr>
        <w:tc>
          <w:tcPr>
            <w:tcW w:w="8504" w:type="dxa"/>
            <w:gridSpan w:val="2"/>
            <w:tcMar>
              <w:top w:w="113" w:type="dxa"/>
              <w:bottom w:w="57" w:type="dxa"/>
              <w:right w:w="113" w:type="dxa"/>
            </w:tcMar>
          </w:tcPr>
          <w:p w:rsidR="00FF5336" w:rsidRPr="003B378D" w:rsidRDefault="00FF5336" w:rsidP="00FF5336">
            <w:pPr>
              <w:tabs>
                <w:tab w:val="left" w:pos="648"/>
              </w:tabs>
              <w:jc w:val="center"/>
              <w:rPr>
                <w:rFonts w:cs="Arial"/>
                <w:bCs/>
                <w:color w:val="000000" w:themeColor="text1"/>
                <w:sz w:val="22"/>
                <w:szCs w:val="22"/>
              </w:rPr>
            </w:pPr>
          </w:p>
        </w:tc>
      </w:tr>
      <w:tr w:rsidR="003B378D" w:rsidRPr="006B05F3" w:rsidTr="00DD3884">
        <w:trPr>
          <w:trHeight w:val="477"/>
          <w:jc w:val="center"/>
        </w:trPr>
        <w:tc>
          <w:tcPr>
            <w:tcW w:w="6946" w:type="dxa"/>
            <w:tcBorders>
              <w:bottom w:val="single" w:sz="4" w:space="0" w:color="auto"/>
            </w:tcBorders>
            <w:tcMar>
              <w:top w:w="113" w:type="dxa"/>
              <w:bottom w:w="57" w:type="dxa"/>
              <w:right w:w="113" w:type="dxa"/>
            </w:tcMar>
          </w:tcPr>
          <w:p w:rsidR="003B378D" w:rsidRDefault="00DD3884" w:rsidP="0066347D">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sdt>
            <w:sdtPr>
              <w:rPr>
                <w:rFonts w:cs="Arial"/>
                <w:bCs/>
                <w:color w:val="000000" w:themeColor="text1"/>
                <w:sz w:val="22"/>
                <w:szCs w:val="22"/>
              </w:rPr>
              <w:alias w:val="Stupeň PD"/>
              <w:tag w:val="Stupen"/>
              <w:id w:val="355318287"/>
              <w:placeholder>
                <w:docPart w:val="E4C204BC23614E86A28111DFC7855B50"/>
              </w:placeholder>
              <w:text/>
            </w:sdtPr>
            <w:sdtEndPr/>
            <w:sdtContent>
              <w:p w:rsidR="003B378D" w:rsidRPr="001C4D2E" w:rsidRDefault="00B50340" w:rsidP="00277E33">
                <w:pPr>
                  <w:tabs>
                    <w:tab w:val="left" w:pos="648"/>
                  </w:tabs>
                  <w:jc w:val="left"/>
                  <w:rPr>
                    <w:rFonts w:cs="Arial"/>
                    <w:bCs/>
                    <w:color w:val="000000" w:themeColor="text1"/>
                    <w:sz w:val="18"/>
                    <w:szCs w:val="18"/>
                  </w:rPr>
                </w:pPr>
                <w:r>
                  <w:rPr>
                    <w:rFonts w:cs="Arial"/>
                    <w:bCs/>
                    <w:color w:val="000000" w:themeColor="text1"/>
                    <w:sz w:val="22"/>
                    <w:szCs w:val="22"/>
                  </w:rPr>
                  <w:t>Dokumentace pro vydání společného povolení</w:t>
                </w:r>
              </w:p>
            </w:sdtContent>
          </w:sdt>
        </w:tc>
        <w:tc>
          <w:tcPr>
            <w:tcW w:w="1558" w:type="dxa"/>
            <w:tcBorders>
              <w:bottom w:val="single" w:sz="4" w:space="0" w:color="auto"/>
            </w:tcBorders>
            <w:tcMar>
              <w:top w:w="113" w:type="dxa"/>
              <w:left w:w="113" w:type="dxa"/>
              <w:bottom w:w="57" w:type="dxa"/>
              <w:right w:w="0" w:type="dxa"/>
            </w:tcMar>
          </w:tcPr>
          <w:p w:rsidR="003B378D" w:rsidRDefault="003B378D" w:rsidP="00FF5336">
            <w:pPr>
              <w:spacing w:after="120"/>
              <w:jc w:val="right"/>
              <w:rPr>
                <w:rFonts w:cs="Arial"/>
                <w:bCs/>
                <w:caps/>
                <w:color w:val="000000" w:themeColor="text1"/>
                <w:sz w:val="12"/>
                <w:szCs w:val="12"/>
              </w:rPr>
            </w:pPr>
            <w:r>
              <w:rPr>
                <w:rFonts w:cs="Arial"/>
                <w:bCs/>
                <w:caps/>
                <w:color w:val="000000" w:themeColor="text1"/>
                <w:sz w:val="12"/>
                <w:szCs w:val="12"/>
              </w:rPr>
              <w:t>Datum:</w:t>
            </w:r>
          </w:p>
          <w:p w:rsidR="003B378D" w:rsidRPr="003B378D" w:rsidRDefault="00821F1F" w:rsidP="005C2849">
            <w:pPr>
              <w:jc w:val="right"/>
              <w:rPr>
                <w:rFonts w:cs="Arial"/>
                <w:bCs/>
                <w:color w:val="000000" w:themeColor="text1"/>
                <w:sz w:val="22"/>
                <w:szCs w:val="22"/>
              </w:rPr>
            </w:pPr>
            <w:sdt>
              <w:sdtPr>
                <w:rPr>
                  <w:rFonts w:cs="Arial"/>
                  <w:bCs/>
                  <w:color w:val="000000" w:themeColor="text1"/>
                  <w:sz w:val="22"/>
                  <w:szCs w:val="22"/>
                </w:rPr>
                <w:alias w:val="Datum"/>
                <w:tag w:val="DatumCo"/>
                <w:id w:val="872964634"/>
                <w:text/>
              </w:sdtPr>
              <w:sdtEndPr/>
              <w:sdtContent>
                <w:r w:rsidR="0074743D">
                  <w:rPr>
                    <w:rFonts w:cs="Arial"/>
                    <w:bCs/>
                    <w:color w:val="000000" w:themeColor="text1"/>
                    <w:sz w:val="22"/>
                    <w:szCs w:val="22"/>
                  </w:rPr>
                  <w:t>12.2020</w:t>
                </w:r>
              </w:sdtContent>
            </w:sdt>
          </w:p>
        </w:tc>
      </w:tr>
    </w:tbl>
    <w:p w:rsidR="00083CDD" w:rsidRDefault="00083CDD" w:rsidP="00113C96">
      <w:pPr>
        <w:jc w:val="center"/>
        <w:rPr>
          <w:color w:val="000000" w:themeColor="text1"/>
        </w:rPr>
      </w:pPr>
    </w:p>
    <w:p w:rsidR="00113C96" w:rsidRDefault="00113C96" w:rsidP="00113C96">
      <w:pPr>
        <w:jc w:val="center"/>
        <w:rPr>
          <w:color w:val="000000" w:themeColor="text1"/>
        </w:rPr>
      </w:pPr>
    </w:p>
    <w:p w:rsidR="00113C96" w:rsidRDefault="00C77ADD" w:rsidP="00113C96">
      <w:pPr>
        <w:jc w:val="center"/>
        <w:rPr>
          <w:color w:val="000000" w:themeColor="text1"/>
        </w:rPr>
      </w:pPr>
      <w:r>
        <w:rPr>
          <w:rFonts w:cs="Arial"/>
          <w:bCs/>
          <w:caps/>
          <w:noProof/>
          <w:color w:val="000000" w:themeColor="text1"/>
          <w:sz w:val="30"/>
          <w:szCs w:val="30"/>
        </w:rPr>
        <w:drawing>
          <wp:anchor distT="0" distB="0" distL="114300" distR="114300" simplePos="0" relativeHeight="251660288" behindDoc="0" locked="0" layoutInCell="1" allowOverlap="1">
            <wp:simplePos x="0" y="0"/>
            <wp:positionH relativeFrom="margin">
              <wp:align>center</wp:align>
            </wp:positionH>
            <wp:positionV relativeFrom="margin">
              <wp:posOffset>2712085</wp:posOffset>
            </wp:positionV>
            <wp:extent cx="5425440" cy="3390900"/>
            <wp:effectExtent l="0" t="0" r="3810" b="0"/>
            <wp:wrapNone/>
            <wp:docPr id="1" name="Obrázek 1" descr="Obsah obrázku exteriér, tráva, budova, stojíc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zu_desky_CMC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25440" cy="3390900"/>
                    </a:xfrm>
                    <a:prstGeom prst="rect">
                      <a:avLst/>
                    </a:prstGeom>
                  </pic:spPr>
                </pic:pic>
              </a:graphicData>
            </a:graphic>
            <wp14:sizeRelH relativeFrom="margin">
              <wp14:pctWidth>0</wp14:pctWidth>
            </wp14:sizeRelH>
            <wp14:sizeRelV relativeFrom="margin">
              <wp14:pctHeight>0</wp14:pctHeight>
            </wp14:sizeRelV>
          </wp:anchor>
        </w:drawing>
      </w:r>
    </w:p>
    <w:p w:rsidR="00113C96" w:rsidRDefault="00113C96" w:rsidP="00113C96">
      <w:pPr>
        <w:jc w:val="center"/>
        <w:rPr>
          <w:color w:val="000000" w:themeColor="text1"/>
        </w:rPr>
      </w:pPr>
    </w:p>
    <w:p w:rsidR="00C5703F" w:rsidRDefault="00C5703F" w:rsidP="00113C96">
      <w:pPr>
        <w:jc w:val="center"/>
        <w:rPr>
          <w:color w:val="000000" w:themeColor="text1"/>
        </w:rPr>
      </w:pPr>
    </w:p>
    <w:p w:rsidR="00C5703F" w:rsidRDefault="00C5703F" w:rsidP="00113C96">
      <w:pPr>
        <w:jc w:val="center"/>
        <w:rPr>
          <w:color w:val="000000" w:themeColor="text1"/>
        </w:rPr>
      </w:pPr>
    </w:p>
    <w:p w:rsidR="00837B86" w:rsidRDefault="00837B86" w:rsidP="00113C96">
      <w:pPr>
        <w:jc w:val="center"/>
        <w:rPr>
          <w:color w:val="000000" w:themeColor="text1"/>
        </w:rPr>
      </w:pPr>
    </w:p>
    <w:p w:rsidR="00C5703F" w:rsidRPr="00F81B53" w:rsidRDefault="00C5703F" w:rsidP="00113C96">
      <w:pPr>
        <w:jc w:val="center"/>
        <w:rPr>
          <w:color w:val="000000" w:themeColor="text1"/>
        </w:rPr>
      </w:pPr>
    </w:p>
    <w:p w:rsidR="00083CDD" w:rsidRPr="00F81B53" w:rsidRDefault="0074743D">
      <w:pPr>
        <w:rPr>
          <w:color w:val="000000" w:themeColor="text1"/>
        </w:rPr>
        <w:sectPr w:rsidR="00083CDD" w:rsidRPr="00F81B53" w:rsidSect="007E461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387" w:left="1701" w:header="709" w:footer="709" w:gutter="0"/>
          <w:cols w:space="708"/>
          <w:titlePg/>
          <w:docGrid w:linePitch="360"/>
        </w:sectPr>
      </w:pPr>
      <w:r>
        <w:rPr>
          <w:noProof/>
          <w:color w:val="000000" w:themeColor="text1"/>
        </w:rPr>
        <mc:AlternateContent>
          <mc:Choice Requires="wps">
            <w:drawing>
              <wp:anchor distT="0" distB="0" distL="114300" distR="114300" simplePos="0" relativeHeight="251659264" behindDoc="0" locked="0" layoutInCell="1" allowOverlap="1" wp14:anchorId="252E19C8" wp14:editId="749FD1C3">
                <wp:simplePos x="0" y="0"/>
                <wp:positionH relativeFrom="rightMargin">
                  <wp:posOffset>190500</wp:posOffset>
                </wp:positionH>
                <wp:positionV relativeFrom="paragraph">
                  <wp:posOffset>2558415</wp:posOffset>
                </wp:positionV>
                <wp:extent cx="533400" cy="542925"/>
                <wp:effectExtent l="0" t="0" r="0" b="0"/>
                <wp:wrapNone/>
                <wp:docPr id="19" name="Textové pole 19"/>
                <wp:cNvGraphicFramePr/>
                <a:graphic xmlns:a="http://schemas.openxmlformats.org/drawingml/2006/main">
                  <a:graphicData uri="http://schemas.microsoft.com/office/word/2010/wordprocessingShape">
                    <wps:wsp>
                      <wps:cNvSpPr txBox="1"/>
                      <wps:spPr>
                        <a:xfrm>
                          <a:off x="0" y="0"/>
                          <a:ext cx="53340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75236" w:rsidRPr="00821606" w:rsidRDefault="00B50340" w:rsidP="0074743D">
                            <w:pPr>
                              <w:rPr>
                                <w:b/>
                                <w:color w:val="0070C0"/>
                                <w:sz w:val="72"/>
                              </w:rPr>
                            </w:pPr>
                            <w:r>
                              <w:rPr>
                                <w:b/>
                                <w:color w:val="0070C0"/>
                                <w:sz w:val="7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2E19C8" id="_x0000_t202" coordsize="21600,21600" o:spt="202" path="m,l,21600r21600,l21600,xe">
                <v:stroke joinstyle="miter"/>
                <v:path gradientshapeok="t" o:connecttype="rect"/>
              </v:shapetype>
              <v:shape id="Textové pole 19" o:spid="_x0000_s1026" type="#_x0000_t202" style="position:absolute;left:0;text-align:left;margin-left:15pt;margin-top:201.45pt;width:42pt;height:42.75pt;z-index:251659264;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" filled="f" stroked="f" strokeweight=".5pt">
                <v:textbox>
                  <w:txbxContent>
                    <w:p w:rsidR="00575236" w:rsidRPr="00821606" w:rsidRDefault="00B50340" w:rsidP="0074743D">
                      <w:pPr>
                        <w:rPr>
                          <w:b/>
                          <w:color w:val="0070C0"/>
                          <w:sz w:val="72"/>
                        </w:rPr>
                      </w:pPr>
                      <w:r>
                        <w:rPr>
                          <w:b/>
                          <w:color w:val="0070C0"/>
                          <w:sz w:val="72"/>
                        </w:rPr>
                        <w:t>1</w:t>
                      </w:r>
                    </w:p>
                  </w:txbxContent>
                </v:textbox>
                <w10:wrap anchorx="margin"/>
              </v:shape>
            </w:pict>
          </mc:Fallback>
        </mc:AlternateContent>
      </w:r>
    </w:p>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1418"/>
        <w:gridCol w:w="1417"/>
        <w:gridCol w:w="1417"/>
        <w:gridCol w:w="1418"/>
      </w:tblGrid>
      <w:tr w:rsidR="00F81B53" w:rsidRPr="006B05F3" w:rsidTr="004B2FCB">
        <w:trPr>
          <w:trHeight w:val="510"/>
          <w:jc w:val="center"/>
        </w:trPr>
        <w:tc>
          <w:tcPr>
            <w:tcW w:w="8504" w:type="dxa"/>
            <w:gridSpan w:val="5"/>
            <w:tcBorders>
              <w:top w:val="single" w:sz="4" w:space="0" w:color="auto"/>
              <w:bottom w:val="single" w:sz="4" w:space="0" w:color="auto"/>
            </w:tcBorders>
            <w:vAlign w:val="center"/>
          </w:tcPr>
          <w:p w:rsidR="00A35A69" w:rsidRPr="008266CC" w:rsidRDefault="00821F1F" w:rsidP="005F7543">
            <w:pPr>
              <w:jc w:val="left"/>
              <w:rPr>
                <w:rFonts w:cs="Arial"/>
                <w:caps/>
                <w:color w:val="000000" w:themeColor="text1"/>
                <w:sz w:val="30"/>
                <w:szCs w:val="30"/>
              </w:rPr>
            </w:pPr>
            <w:sdt>
              <w:sdtPr>
                <w:rPr>
                  <w:rFonts w:cs="Arial"/>
                  <w:bCs/>
                  <w:caps/>
                  <w:color w:val="000000" w:themeColor="text1"/>
                  <w:sz w:val="30"/>
                  <w:szCs w:val="30"/>
                </w:rPr>
                <w:alias w:val="Číslo přílohy"/>
                <w:tag w:val="PrilCislo"/>
                <w:id w:val="65618576"/>
                <w:placeholder>
                  <w:docPart w:val="6C9A32874AAA4F9D88FC6CC9EF7544B5"/>
                </w:placeholder>
                <w:text/>
              </w:sdtPr>
              <w:sdtEndPr/>
              <w:sdtContent>
                <w:r w:rsidR="00AA61FE">
                  <w:rPr>
                    <w:rFonts w:cs="Arial"/>
                    <w:bCs/>
                    <w:caps/>
                    <w:color w:val="000000" w:themeColor="text1"/>
                    <w:sz w:val="30"/>
                    <w:szCs w:val="30"/>
                  </w:rPr>
                  <w:t>E.3</w:t>
                </w:r>
              </w:sdtContent>
            </w:sdt>
            <w:r w:rsidR="00A35A69" w:rsidRPr="008266CC">
              <w:rPr>
                <w:rFonts w:cs="Arial"/>
                <w:bCs/>
                <w:caps/>
                <w:color w:val="000000" w:themeColor="text1"/>
                <w:sz w:val="30"/>
                <w:szCs w:val="30"/>
              </w:rPr>
              <w:t xml:space="preserve"> </w:t>
            </w:r>
            <w:r w:rsidR="005F7543">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65618579"/>
                <w:placeholder>
                  <w:docPart w:val="DefaultPlaceholder_22675703"/>
                </w:placeholder>
                <w:text/>
              </w:sdtPr>
              <w:sdtEndPr/>
              <w:sdtContent>
                <w:r w:rsidR="00B50340">
                  <w:rPr>
                    <w:rFonts w:cs="Arial"/>
                    <w:bCs/>
                    <w:caps/>
                    <w:color w:val="000000" w:themeColor="text1"/>
                    <w:sz w:val="30"/>
                    <w:szCs w:val="30"/>
                  </w:rPr>
                  <w:t>Záznamy z jednání</w:t>
                </w:r>
              </w:sdtContent>
            </w:sdt>
          </w:p>
        </w:tc>
      </w:tr>
      <w:tr w:rsidR="008B1388" w:rsidRPr="006B05F3" w:rsidTr="00CC0616">
        <w:trPr>
          <w:trHeight w:val="227"/>
          <w:jc w:val="center"/>
        </w:trPr>
        <w:tc>
          <w:tcPr>
            <w:tcW w:w="7086" w:type="dxa"/>
            <w:gridSpan w:val="4"/>
            <w:tcBorders>
              <w:top w:val="single" w:sz="4" w:space="0" w:color="auto"/>
              <w:bottom w:val="single" w:sz="4" w:space="0" w:color="auto"/>
              <w:right w:val="single" w:sz="4" w:space="0" w:color="auto"/>
            </w:tcBorders>
            <w:tcMar>
              <w:top w:w="113" w:type="dxa"/>
              <w:bottom w:w="57" w:type="dxa"/>
              <w:right w:w="113" w:type="dxa"/>
            </w:tcMar>
          </w:tcPr>
          <w:p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ÚPLNÝ NÁZEV AKCE (PROJEKTU):</w:t>
            </w:r>
          </w:p>
          <w:p w:rsidR="008B1388" w:rsidRPr="00735764" w:rsidRDefault="00821F1F" w:rsidP="005C2849">
            <w:pPr>
              <w:jc w:val="left"/>
              <w:rPr>
                <w:rFonts w:cs="Arial"/>
                <w:bCs/>
                <w:caps/>
                <w:color w:val="000000" w:themeColor="text1"/>
                <w:sz w:val="18"/>
                <w:szCs w:val="18"/>
              </w:rPr>
            </w:pPr>
            <w:sdt>
              <w:sdtPr>
                <w:rPr>
                  <w:rFonts w:cs="Arial"/>
                  <w:bCs/>
                  <w:color w:val="000000" w:themeColor="text1"/>
                  <w:sz w:val="18"/>
                  <w:szCs w:val="18"/>
                </w:rPr>
                <w:alias w:val="Název akce 1"/>
                <w:tag w:val="NazevDok"/>
                <w:id w:val="-1403363427"/>
                <w:placeholder>
                  <w:docPart w:val="4012E320A99F45B6805EE14C82100A49"/>
                </w:placeholder>
                <w:text/>
              </w:sdtPr>
              <w:sdtEndPr/>
              <w:sdtContent>
                <w:proofErr w:type="spellStart"/>
                <w:r w:rsidR="00931A1D">
                  <w:rPr>
                    <w:rFonts w:cs="Arial"/>
                    <w:bCs/>
                    <w:color w:val="000000" w:themeColor="text1"/>
                    <w:sz w:val="18"/>
                    <w:szCs w:val="18"/>
                  </w:rPr>
                  <w:t>Revital</w:t>
                </w:r>
                <w:proofErr w:type="spellEnd"/>
                <w:r w:rsidR="00931A1D">
                  <w:rPr>
                    <w:rFonts w:cs="Arial"/>
                    <w:bCs/>
                    <w:color w:val="000000" w:themeColor="text1"/>
                    <w:sz w:val="18"/>
                    <w:szCs w:val="18"/>
                  </w:rPr>
                  <w:t>. objektů a prostorů Korunní, P10</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2"/>
                <w:tag w:val="NazevDok2_"/>
                <w:id w:val="1692883506"/>
                <w:placeholder>
                  <w:docPart w:val="789BBEABBE3C43339536BF5B2D31A53B"/>
                </w:placeholder>
                <w:text/>
              </w:sdtPr>
              <w:sdtEndPr/>
              <w:sdtContent>
                <w:r w:rsidR="00835157">
                  <w:rPr>
                    <w:rFonts w:cs="Arial"/>
                    <w:bCs/>
                    <w:color w:val="000000" w:themeColor="text1"/>
                    <w:sz w:val="18"/>
                    <w:szCs w:val="18"/>
                  </w:rPr>
                  <w:t xml:space="preserve">č. </w:t>
                </w:r>
                <w:proofErr w:type="spellStart"/>
                <w:r w:rsidR="00835157">
                  <w:rPr>
                    <w:rFonts w:cs="Arial"/>
                    <w:bCs/>
                    <w:color w:val="000000" w:themeColor="text1"/>
                    <w:sz w:val="18"/>
                    <w:szCs w:val="18"/>
                  </w:rPr>
                  <w:t>inv</w:t>
                </w:r>
                <w:proofErr w:type="spellEnd"/>
                <w:r w:rsidR="00835157">
                  <w:rPr>
                    <w:rFonts w:cs="Arial"/>
                    <w:bCs/>
                    <w:color w:val="000000" w:themeColor="text1"/>
                    <w:sz w:val="18"/>
                    <w:szCs w:val="18"/>
                  </w:rPr>
                  <w:t>. akce 1/4/A52/00, 1/4/F87/00,</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3"/>
                <w:tag w:val="NazevDok3_"/>
                <w:id w:val="2134281042"/>
                <w:placeholder>
                  <w:docPart w:val="AA99E97234C7485B8EB4DB8845738F26"/>
                </w:placeholder>
                <w:text/>
              </w:sdtPr>
              <w:sdtEndPr/>
              <w:sdtContent>
                <w:r w:rsidR="00835157">
                  <w:rPr>
                    <w:rFonts w:cs="Arial"/>
                    <w:bCs/>
                    <w:color w:val="000000" w:themeColor="text1"/>
                    <w:sz w:val="18"/>
                    <w:szCs w:val="18"/>
                  </w:rPr>
                  <w:t>1/4/F87/01, 1/4/A52/02</w:t>
                </w:r>
              </w:sdtContent>
            </w:sdt>
          </w:p>
        </w:tc>
        <w:tc>
          <w:tcPr>
            <w:tcW w:w="1418" w:type="dxa"/>
            <w:tcBorders>
              <w:top w:val="single" w:sz="4" w:space="0" w:color="auto"/>
              <w:left w:val="single" w:sz="4" w:space="0" w:color="auto"/>
              <w:bottom w:val="single" w:sz="4" w:space="0" w:color="auto"/>
            </w:tcBorders>
            <w:tcMar>
              <w:top w:w="57" w:type="dxa"/>
              <w:left w:w="113" w:type="dxa"/>
              <w:bottom w:w="57" w:type="dxa"/>
              <w:right w:w="113" w:type="dxa"/>
            </w:tcMar>
          </w:tcPr>
          <w:p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Datum:</w:t>
            </w:r>
          </w:p>
          <w:p w:rsidR="008B1388" w:rsidRPr="006B05F3" w:rsidRDefault="00821F1F" w:rsidP="005C2849">
            <w:pPr>
              <w:jc w:val="left"/>
              <w:rPr>
                <w:rFonts w:cs="Arial"/>
                <w:bCs/>
                <w:caps/>
                <w:color w:val="000000" w:themeColor="text1"/>
                <w:sz w:val="18"/>
                <w:szCs w:val="18"/>
              </w:rPr>
            </w:pPr>
            <w:sdt>
              <w:sdtPr>
                <w:rPr>
                  <w:color w:val="000000" w:themeColor="text1"/>
                  <w:sz w:val="18"/>
                  <w:szCs w:val="18"/>
                </w:rPr>
                <w:alias w:val="Datum"/>
                <w:tag w:val="DatumCo"/>
                <w:id w:val="671768114"/>
                <w:placeholder>
                  <w:docPart w:val="116CE36A84BB4F91B56094AC63B1B392"/>
                </w:placeholder>
                <w:text/>
              </w:sdtPr>
              <w:sdtEndPr/>
              <w:sdtContent>
                <w:r w:rsidR="0074743D">
                  <w:rPr>
                    <w:color w:val="000000" w:themeColor="text1"/>
                    <w:sz w:val="18"/>
                    <w:szCs w:val="18"/>
                  </w:rPr>
                  <w:t>12.2020</w:t>
                </w:r>
              </w:sdtContent>
            </w:sdt>
          </w:p>
        </w:tc>
      </w:tr>
      <w:tr w:rsidR="00CC0616" w:rsidRPr="006B05F3"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Podnázev:</w:t>
            </w:r>
          </w:p>
          <w:p w:rsidR="00CC0616" w:rsidRPr="001C4D2E" w:rsidRDefault="00821F1F" w:rsidP="005C2849">
            <w:pPr>
              <w:tabs>
                <w:tab w:val="left" w:pos="648"/>
              </w:tabs>
              <w:jc w:val="left"/>
              <w:rPr>
                <w:rFonts w:cs="Arial"/>
                <w:bCs/>
                <w:color w:val="000000" w:themeColor="text1"/>
                <w:sz w:val="18"/>
                <w:szCs w:val="18"/>
              </w:rPr>
            </w:pPr>
            <w:sdt>
              <w:sdtPr>
                <w:rPr>
                  <w:color w:val="000000" w:themeColor="text1"/>
                  <w:sz w:val="18"/>
                  <w:szCs w:val="18"/>
                </w:rPr>
                <w:alias w:val="Doplňující název akce"/>
                <w:tag w:val="PodNazev"/>
                <w:id w:val="-645740428"/>
                <w:placeholder>
                  <w:docPart w:val="2D2DA776991845C18558AC211B25335A"/>
                </w:placeholder>
                <w:text/>
              </w:sdtPr>
              <w:sdtEndPr/>
              <w:sdtContent>
                <w:r w:rsidR="00556768">
                  <w:rPr>
                    <w:color w:val="000000" w:themeColor="text1"/>
                    <w:sz w:val="18"/>
                    <w:szCs w:val="18"/>
                  </w:rPr>
                  <w:t>E. Dokladová část</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sdt>
            <w:sdtPr>
              <w:rPr>
                <w:color w:val="000000" w:themeColor="text1"/>
                <w:sz w:val="18"/>
                <w:szCs w:val="18"/>
              </w:rPr>
              <w:alias w:val="Stupeň PD"/>
              <w:tag w:val="Stupen"/>
              <w:id w:val="-281964322"/>
              <w:placeholder>
                <w:docPart w:val="DAC56A928DB04AEC9C7AE3167D032F0B"/>
              </w:placeholder>
              <w:text/>
            </w:sdtPr>
            <w:sdtEndPr/>
            <w:sdtContent>
              <w:p w:rsidR="00CC0616" w:rsidRPr="001C4D2E" w:rsidRDefault="00B50340" w:rsidP="00277E33">
                <w:pPr>
                  <w:jc w:val="left"/>
                  <w:rPr>
                    <w:rFonts w:cs="Arial"/>
                    <w:bCs/>
                    <w:color w:val="000000" w:themeColor="text1"/>
                    <w:sz w:val="18"/>
                    <w:szCs w:val="18"/>
                  </w:rPr>
                </w:pPr>
                <w:r>
                  <w:rPr>
                    <w:color w:val="000000" w:themeColor="text1"/>
                    <w:sz w:val="18"/>
                    <w:szCs w:val="18"/>
                  </w:rPr>
                  <w:t>Dokumentace pro vydání společného povolení</w:t>
                </w:r>
              </w:p>
            </w:sdtContent>
          </w:sdt>
        </w:tc>
      </w:tr>
      <w:tr w:rsidR="006B05F3" w:rsidRPr="006B05F3"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Objednatel:</w:t>
            </w:r>
          </w:p>
          <w:p w:rsidR="006B05F3" w:rsidRPr="001C4D2E" w:rsidRDefault="00821F1F" w:rsidP="005C2849">
            <w:pPr>
              <w:tabs>
                <w:tab w:val="left" w:pos="648"/>
              </w:tabs>
              <w:jc w:val="left"/>
              <w:rPr>
                <w:rFonts w:cs="Arial"/>
                <w:bCs/>
                <w:color w:val="000000" w:themeColor="text1"/>
                <w:sz w:val="18"/>
                <w:szCs w:val="18"/>
              </w:rPr>
            </w:pPr>
            <w:sdt>
              <w:sdtPr>
                <w:rPr>
                  <w:rFonts w:cs="Arial"/>
                  <w:bCs/>
                  <w:color w:val="000000" w:themeColor="text1"/>
                  <w:sz w:val="18"/>
                  <w:szCs w:val="18"/>
                </w:rPr>
                <w:alias w:val="Objednatel (investor)"/>
                <w:tag w:val="OFirma"/>
                <w:id w:val="701987902"/>
                <w:placeholder>
                  <w:docPart w:val="6E9B6FEED95349A29F3EF3954240C2FE"/>
                </w:placeholder>
                <w:text/>
              </w:sdtPr>
              <w:sdtEndPr/>
              <w:sdtContent>
                <w:r w:rsidR="005835EA">
                  <w:rPr>
                    <w:rFonts w:cs="Arial"/>
                    <w:bCs/>
                    <w:color w:val="000000" w:themeColor="text1"/>
                    <w:sz w:val="18"/>
                    <w:szCs w:val="18"/>
                  </w:rPr>
                  <w:t>Pražská vodohospodářská společnost a.s.</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Adresa:</w:t>
            </w:r>
          </w:p>
          <w:p w:rsidR="006B05F3" w:rsidRPr="001C4D2E" w:rsidRDefault="00821F1F" w:rsidP="005C2849">
            <w:pPr>
              <w:jc w:val="left"/>
              <w:rPr>
                <w:rFonts w:cs="Arial"/>
                <w:bCs/>
                <w:color w:val="000000" w:themeColor="text1"/>
                <w:sz w:val="18"/>
                <w:szCs w:val="18"/>
              </w:rPr>
            </w:pPr>
            <w:sdt>
              <w:sdtPr>
                <w:rPr>
                  <w:rFonts w:cs="Arial"/>
                  <w:bCs/>
                  <w:color w:val="000000" w:themeColor="text1"/>
                  <w:sz w:val="18"/>
                  <w:szCs w:val="18"/>
                </w:rPr>
                <w:alias w:val="Adresa objednatele - ulice"/>
                <w:tag w:val="OAdresa"/>
                <w:id w:val="-1047531134"/>
                <w:placeholder>
                  <w:docPart w:val="70B65C7244B64DA59E673AF39BE2E6A6"/>
                </w:placeholder>
                <w:text/>
              </w:sdtPr>
              <w:sdtEndPr/>
              <w:sdtContent>
                <w:r w:rsidR="005835EA">
                  <w:rPr>
                    <w:rFonts w:cs="Arial"/>
                    <w:bCs/>
                    <w:color w:val="000000" w:themeColor="text1"/>
                    <w:sz w:val="18"/>
                    <w:szCs w:val="18"/>
                  </w:rPr>
                  <w:t>Žatecká</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číslo orientační"/>
                <w:tag w:val="OCO"/>
                <w:id w:val="1903559515"/>
                <w:placeholder>
                  <w:docPart w:val="0DA9CF57106645EAB05040205AB5778D"/>
                </w:placeholder>
                <w:text/>
              </w:sdtPr>
              <w:sdtEndPr/>
              <w:sdtContent>
                <w:r w:rsidR="005835EA">
                  <w:rPr>
                    <w:rFonts w:cs="Arial"/>
                    <w:bCs/>
                    <w:color w:val="000000" w:themeColor="text1"/>
                    <w:sz w:val="18"/>
                    <w:szCs w:val="18"/>
                  </w:rPr>
                  <w:t>2</w:t>
                </w:r>
              </w:sdtContent>
            </w:sdt>
            <w:r w:rsidR="006B05F3" w:rsidRPr="001C4D2E">
              <w:rPr>
                <w:rFonts w:cs="Arial"/>
                <w:bCs/>
                <w:color w:val="000000" w:themeColor="text1"/>
                <w:sz w:val="18"/>
                <w:szCs w:val="18"/>
              </w:rPr>
              <w:t>/</w:t>
            </w:r>
            <w:sdt>
              <w:sdtPr>
                <w:rPr>
                  <w:rFonts w:cs="Arial"/>
                  <w:bCs/>
                  <w:color w:val="000000" w:themeColor="text1"/>
                  <w:sz w:val="18"/>
                  <w:szCs w:val="18"/>
                </w:rPr>
                <w:alias w:val="Adresa objednatele - číslo popisné"/>
                <w:tag w:val="OCP"/>
                <w:id w:val="323009952"/>
                <w:placeholder>
                  <w:docPart w:val="BD17BDF298ED479CB60D71077CB20E24"/>
                </w:placeholder>
                <w:text/>
              </w:sdtPr>
              <w:sdtEndPr/>
              <w:sdtContent>
                <w:r w:rsidR="005835EA">
                  <w:rPr>
                    <w:rFonts w:cs="Arial"/>
                    <w:bCs/>
                    <w:color w:val="000000" w:themeColor="text1"/>
                    <w:sz w:val="18"/>
                    <w:szCs w:val="18"/>
                  </w:rPr>
                  <w:t>110</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PSČ"/>
                <w:tag w:val="OPSC"/>
                <w:id w:val="277845680"/>
                <w:placeholder>
                  <w:docPart w:val="D58254AB9E46425EBB8828D4BBBC6C64"/>
                </w:placeholder>
                <w:text/>
              </w:sdtPr>
              <w:sdtEndPr/>
              <w:sdtContent>
                <w:r w:rsidR="005835EA">
                  <w:rPr>
                    <w:rFonts w:cs="Arial"/>
                    <w:bCs/>
                    <w:color w:val="000000" w:themeColor="text1"/>
                    <w:sz w:val="18"/>
                    <w:szCs w:val="18"/>
                  </w:rPr>
                  <w:t>110 00</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město"/>
                <w:tag w:val="OMesto"/>
                <w:id w:val="1124354929"/>
                <w:placeholder>
                  <w:docPart w:val="F3B4D59AA9424F41A966C6F12B2DF905"/>
                </w:placeholder>
                <w:text/>
              </w:sdtPr>
              <w:sdtEndPr/>
              <w:sdtContent>
                <w:r w:rsidR="005835EA">
                  <w:rPr>
                    <w:rFonts w:cs="Arial"/>
                    <w:bCs/>
                    <w:color w:val="000000" w:themeColor="text1"/>
                    <w:sz w:val="18"/>
                    <w:szCs w:val="18"/>
                  </w:rPr>
                  <w:t>Praha 1, Staré Město</w:t>
                </w:r>
              </w:sdtContent>
            </w:sdt>
          </w:p>
        </w:tc>
      </w:tr>
      <w:tr w:rsidR="001245A7" w:rsidRPr="006B05F3" w:rsidTr="00631D29">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1245A7" w:rsidRDefault="001245A7" w:rsidP="00631D29">
            <w:pPr>
              <w:spacing w:after="120"/>
              <w:jc w:val="left"/>
              <w:rPr>
                <w:rFonts w:cs="Arial"/>
                <w:bCs/>
                <w:caps/>
                <w:color w:val="000000" w:themeColor="text1"/>
                <w:sz w:val="12"/>
                <w:szCs w:val="12"/>
              </w:rPr>
            </w:pPr>
            <w:r>
              <w:rPr>
                <w:rFonts w:cs="Arial"/>
                <w:bCs/>
                <w:caps/>
                <w:color w:val="000000" w:themeColor="text1"/>
                <w:sz w:val="12"/>
                <w:szCs w:val="12"/>
              </w:rPr>
              <w:t>Architektonická část:</w:t>
            </w:r>
          </w:p>
          <w:p w:rsidR="001245A7" w:rsidRPr="001245A7" w:rsidRDefault="001245A7" w:rsidP="00631D29">
            <w:pPr>
              <w:tabs>
                <w:tab w:val="left" w:pos="648"/>
              </w:tabs>
              <w:jc w:val="left"/>
              <w:rPr>
                <w:rFonts w:cs="Arial"/>
                <w:bCs/>
                <w:color w:val="000000" w:themeColor="text1"/>
                <w:sz w:val="18"/>
                <w:szCs w:val="18"/>
              </w:rPr>
            </w:pPr>
            <w:r w:rsidRPr="001245A7">
              <w:rPr>
                <w:rFonts w:cs="Arial"/>
                <w:bCs/>
                <w:color w:val="000000" w:themeColor="text1"/>
                <w:sz w:val="18"/>
                <w:szCs w:val="18"/>
              </w:rPr>
              <w:t xml:space="preserve">CMC </w:t>
            </w:r>
            <w:proofErr w:type="spellStart"/>
            <w:r w:rsidRPr="001245A7">
              <w:rPr>
                <w:rFonts w:cs="Arial"/>
                <w:bCs/>
                <w:color w:val="000000" w:themeColor="text1"/>
                <w:sz w:val="18"/>
                <w:szCs w:val="18"/>
              </w:rPr>
              <w:t>architects</w:t>
            </w:r>
            <w:proofErr w:type="spellEnd"/>
            <w:r w:rsidRPr="001245A7">
              <w:rPr>
                <w:rFonts w:cs="Arial"/>
                <w:bCs/>
                <w:color w:val="000000" w:themeColor="text1"/>
                <w:sz w:val="18"/>
                <w:szCs w:val="18"/>
              </w:rPr>
              <w:t xml:space="preserve"> a.s.</w:t>
            </w:r>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1245A7" w:rsidRDefault="001245A7" w:rsidP="00631D29">
            <w:pPr>
              <w:spacing w:after="120"/>
              <w:jc w:val="left"/>
              <w:rPr>
                <w:rFonts w:cs="Arial"/>
                <w:bCs/>
                <w:caps/>
                <w:color w:val="000000" w:themeColor="text1"/>
                <w:sz w:val="12"/>
                <w:szCs w:val="12"/>
              </w:rPr>
            </w:pPr>
            <w:r>
              <w:rPr>
                <w:rFonts w:cs="Arial"/>
                <w:bCs/>
                <w:caps/>
                <w:color w:val="000000" w:themeColor="text1"/>
                <w:sz w:val="12"/>
                <w:szCs w:val="12"/>
              </w:rPr>
              <w:t>Adresa:</w:t>
            </w:r>
          </w:p>
          <w:p w:rsidR="001245A7" w:rsidRPr="001245A7" w:rsidRDefault="001245A7" w:rsidP="00631D29">
            <w:pPr>
              <w:jc w:val="left"/>
              <w:rPr>
                <w:rFonts w:cs="Arial"/>
                <w:bCs/>
                <w:color w:val="000000" w:themeColor="text1"/>
                <w:sz w:val="18"/>
                <w:szCs w:val="18"/>
              </w:rPr>
            </w:pPr>
            <w:r w:rsidRPr="001245A7">
              <w:rPr>
                <w:rFonts w:cs="Arial"/>
                <w:bCs/>
                <w:color w:val="000000" w:themeColor="text1"/>
                <w:sz w:val="18"/>
                <w:szCs w:val="18"/>
              </w:rPr>
              <w:t>Jankovcova 1037/49, Praha 7</w:t>
            </w:r>
          </w:p>
          <w:p w:rsidR="001245A7" w:rsidRPr="001245A7" w:rsidRDefault="001245A7" w:rsidP="00631D29">
            <w:pPr>
              <w:jc w:val="left"/>
              <w:rPr>
                <w:rFonts w:cs="Arial"/>
                <w:bCs/>
                <w:color w:val="000000" w:themeColor="text1"/>
                <w:sz w:val="18"/>
                <w:szCs w:val="18"/>
              </w:rPr>
            </w:pPr>
            <w:r w:rsidRPr="001245A7">
              <w:rPr>
                <w:rFonts w:cs="Arial"/>
                <w:bCs/>
                <w:color w:val="000000" w:themeColor="text1"/>
                <w:sz w:val="18"/>
                <w:szCs w:val="18"/>
              </w:rPr>
              <w:t>IČ</w:t>
            </w:r>
            <w:r w:rsidR="001E5162">
              <w:rPr>
                <w:rFonts w:cs="Arial"/>
                <w:bCs/>
                <w:color w:val="000000" w:themeColor="text1"/>
                <w:sz w:val="18"/>
                <w:szCs w:val="18"/>
              </w:rPr>
              <w:t xml:space="preserve">   </w:t>
            </w:r>
            <w:r w:rsidRPr="001245A7">
              <w:rPr>
                <w:rFonts w:cs="Arial"/>
                <w:bCs/>
                <w:color w:val="000000" w:themeColor="text1"/>
                <w:sz w:val="18"/>
                <w:szCs w:val="18"/>
              </w:rPr>
              <w:t xml:space="preserve">   261</w:t>
            </w:r>
            <w:r w:rsidR="00367D01">
              <w:rPr>
                <w:rFonts w:cs="Arial"/>
                <w:bCs/>
                <w:color w:val="000000" w:themeColor="text1"/>
                <w:sz w:val="18"/>
                <w:szCs w:val="18"/>
              </w:rPr>
              <w:t>4</w:t>
            </w:r>
            <w:r w:rsidRPr="001245A7">
              <w:rPr>
                <w:rFonts w:cs="Arial"/>
                <w:bCs/>
                <w:color w:val="000000" w:themeColor="text1"/>
                <w:sz w:val="18"/>
                <w:szCs w:val="18"/>
              </w:rPr>
              <w:t>5359</w:t>
            </w:r>
          </w:p>
          <w:p w:rsidR="001245A7" w:rsidRPr="007E0775" w:rsidRDefault="001245A7" w:rsidP="00631D29">
            <w:pPr>
              <w:jc w:val="left"/>
              <w:rPr>
                <w:rFonts w:cs="Arial"/>
                <w:bCs/>
                <w:caps/>
                <w:color w:val="000000" w:themeColor="text1"/>
                <w:sz w:val="18"/>
                <w:szCs w:val="18"/>
              </w:rPr>
            </w:pPr>
            <w:r w:rsidRPr="001245A7">
              <w:rPr>
                <w:rFonts w:cs="Arial"/>
                <w:bCs/>
                <w:color w:val="000000" w:themeColor="text1"/>
                <w:sz w:val="18"/>
                <w:szCs w:val="18"/>
              </w:rPr>
              <w:t>DIČ   CZ</w:t>
            </w:r>
            <w:r w:rsidR="00367D01">
              <w:rPr>
                <w:rFonts w:cs="Arial"/>
                <w:bCs/>
                <w:color w:val="000000" w:themeColor="text1"/>
                <w:sz w:val="18"/>
                <w:szCs w:val="18"/>
              </w:rPr>
              <w:t>26145359</w:t>
            </w:r>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1245A7" w:rsidRDefault="001245A7" w:rsidP="00631D29">
            <w:pPr>
              <w:spacing w:after="120"/>
              <w:jc w:val="left"/>
              <w:rPr>
                <w:rFonts w:cs="Arial"/>
                <w:bCs/>
                <w:caps/>
                <w:color w:val="000000" w:themeColor="text1"/>
                <w:sz w:val="12"/>
                <w:szCs w:val="12"/>
              </w:rPr>
            </w:pPr>
            <w:r>
              <w:rPr>
                <w:rFonts w:cs="Arial"/>
                <w:bCs/>
                <w:caps/>
                <w:color w:val="000000" w:themeColor="text1"/>
                <w:sz w:val="12"/>
                <w:szCs w:val="12"/>
              </w:rPr>
              <w:t>AUTOŘI:</w:t>
            </w:r>
          </w:p>
          <w:p w:rsidR="001245A7" w:rsidRPr="001245A7" w:rsidRDefault="001245A7" w:rsidP="00631D29">
            <w:pPr>
              <w:jc w:val="left"/>
              <w:rPr>
                <w:rFonts w:cs="Arial"/>
                <w:bCs/>
                <w:color w:val="000000" w:themeColor="text1"/>
                <w:sz w:val="16"/>
                <w:szCs w:val="16"/>
              </w:rPr>
            </w:pPr>
            <w:r w:rsidRPr="001245A7">
              <w:rPr>
                <w:rFonts w:cs="Arial"/>
                <w:bCs/>
                <w:color w:val="000000" w:themeColor="text1"/>
                <w:sz w:val="16"/>
                <w:szCs w:val="16"/>
              </w:rPr>
              <w:t>Akad. arch. Vít Máslo, ČKA</w:t>
            </w:r>
          </w:p>
          <w:p w:rsidR="001245A7" w:rsidRPr="001245A7" w:rsidRDefault="001245A7" w:rsidP="00631D29">
            <w:pPr>
              <w:jc w:val="left"/>
              <w:rPr>
                <w:rFonts w:cs="Arial"/>
                <w:bCs/>
                <w:color w:val="000000" w:themeColor="text1"/>
                <w:sz w:val="16"/>
                <w:szCs w:val="16"/>
              </w:rPr>
            </w:pPr>
            <w:proofErr w:type="spellStart"/>
            <w:r w:rsidRPr="001245A7">
              <w:rPr>
                <w:rFonts w:cs="Arial"/>
                <w:bCs/>
                <w:color w:val="000000" w:themeColor="text1"/>
                <w:sz w:val="16"/>
                <w:szCs w:val="16"/>
              </w:rPr>
              <w:t>Dipl</w:t>
            </w:r>
            <w:proofErr w:type="spellEnd"/>
            <w:r w:rsidRPr="001245A7">
              <w:rPr>
                <w:rFonts w:cs="Arial"/>
                <w:bCs/>
                <w:color w:val="000000" w:themeColor="text1"/>
                <w:sz w:val="16"/>
                <w:szCs w:val="16"/>
              </w:rPr>
              <w:t xml:space="preserve">. arch. David R. </w:t>
            </w:r>
            <w:proofErr w:type="spellStart"/>
            <w:r w:rsidRPr="001245A7">
              <w:rPr>
                <w:rFonts w:cs="Arial"/>
                <w:bCs/>
                <w:color w:val="000000" w:themeColor="text1"/>
                <w:sz w:val="16"/>
                <w:szCs w:val="16"/>
              </w:rPr>
              <w:t>Chischolm</w:t>
            </w:r>
            <w:proofErr w:type="spellEnd"/>
            <w:r w:rsidRPr="001245A7">
              <w:rPr>
                <w:rFonts w:cs="Arial"/>
                <w:bCs/>
                <w:color w:val="000000" w:themeColor="text1"/>
                <w:sz w:val="16"/>
                <w:szCs w:val="16"/>
              </w:rPr>
              <w:t>, ČKA</w:t>
            </w:r>
          </w:p>
        </w:tc>
      </w:tr>
      <w:tr w:rsidR="001245A7" w:rsidRPr="006B05F3" w:rsidTr="00631D29">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1245A7" w:rsidRDefault="001245A7" w:rsidP="00631D29">
            <w:pPr>
              <w:spacing w:after="120"/>
              <w:jc w:val="left"/>
              <w:rPr>
                <w:rFonts w:cs="Arial"/>
                <w:bCs/>
                <w:caps/>
                <w:color w:val="000000" w:themeColor="text1"/>
                <w:sz w:val="12"/>
                <w:szCs w:val="12"/>
              </w:rPr>
            </w:pPr>
            <w:r>
              <w:rPr>
                <w:rFonts w:cs="Arial"/>
                <w:bCs/>
                <w:caps/>
                <w:color w:val="000000" w:themeColor="text1"/>
                <w:sz w:val="12"/>
                <w:szCs w:val="12"/>
              </w:rPr>
              <w:t>Architekt projektu</w:t>
            </w:r>
          </w:p>
          <w:p w:rsidR="001245A7" w:rsidRPr="001245A7" w:rsidRDefault="001245A7" w:rsidP="00631D29">
            <w:pPr>
              <w:spacing w:after="120"/>
              <w:jc w:val="left"/>
              <w:rPr>
                <w:rFonts w:cs="Arial"/>
                <w:bCs/>
                <w:caps/>
                <w:color w:val="000000" w:themeColor="text1"/>
                <w:sz w:val="18"/>
                <w:szCs w:val="18"/>
              </w:rPr>
            </w:pPr>
            <w:r w:rsidRPr="001245A7">
              <w:rPr>
                <w:rFonts w:cs="Arial"/>
                <w:bCs/>
                <w:color w:val="000000" w:themeColor="text1"/>
                <w:sz w:val="18"/>
                <w:szCs w:val="18"/>
              </w:rPr>
              <w:t>Ing. arch. Pavel Paseka, ČKA</w:t>
            </w:r>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1245A7" w:rsidRDefault="001245A7" w:rsidP="00631D29">
            <w:pPr>
              <w:spacing w:after="120"/>
              <w:jc w:val="left"/>
              <w:rPr>
                <w:rFonts w:cs="Arial"/>
                <w:bCs/>
                <w:caps/>
                <w:color w:val="000000" w:themeColor="text1"/>
                <w:sz w:val="12"/>
                <w:szCs w:val="12"/>
              </w:rPr>
            </w:pPr>
            <w:r>
              <w:rPr>
                <w:rFonts w:cs="Arial"/>
                <w:bCs/>
                <w:caps/>
                <w:color w:val="000000" w:themeColor="text1"/>
                <w:sz w:val="12"/>
                <w:szCs w:val="12"/>
              </w:rPr>
              <w:t>Manažer projektu:</w:t>
            </w:r>
          </w:p>
          <w:p w:rsidR="001245A7" w:rsidRPr="001245A7" w:rsidRDefault="001245A7" w:rsidP="00631D29">
            <w:pPr>
              <w:spacing w:after="120"/>
              <w:jc w:val="left"/>
              <w:rPr>
                <w:rFonts w:cs="Arial"/>
                <w:bCs/>
                <w:caps/>
                <w:color w:val="000000" w:themeColor="text1"/>
                <w:sz w:val="18"/>
                <w:szCs w:val="18"/>
              </w:rPr>
            </w:pPr>
            <w:r w:rsidRPr="001245A7">
              <w:rPr>
                <w:rFonts w:cs="Arial"/>
                <w:bCs/>
                <w:color w:val="000000" w:themeColor="text1"/>
                <w:sz w:val="18"/>
                <w:szCs w:val="18"/>
              </w:rPr>
              <w:t>Ing. arch. Evžen Dub, ČKA</w:t>
            </w:r>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1245A7" w:rsidRDefault="001245A7" w:rsidP="00631D29">
            <w:pPr>
              <w:spacing w:after="120"/>
              <w:jc w:val="left"/>
              <w:rPr>
                <w:rFonts w:cs="Arial"/>
                <w:bCs/>
                <w:caps/>
                <w:color w:val="000000" w:themeColor="text1"/>
                <w:sz w:val="12"/>
                <w:szCs w:val="12"/>
              </w:rPr>
            </w:pPr>
            <w:r>
              <w:rPr>
                <w:rFonts w:cs="Arial"/>
                <w:bCs/>
                <w:caps/>
                <w:color w:val="000000" w:themeColor="text1"/>
                <w:sz w:val="12"/>
                <w:szCs w:val="12"/>
              </w:rPr>
              <w:t>autorizovaný architekt:</w:t>
            </w:r>
          </w:p>
          <w:p w:rsidR="001245A7" w:rsidRPr="001245A7" w:rsidRDefault="001245A7" w:rsidP="00631D29">
            <w:pPr>
              <w:spacing w:after="120"/>
              <w:jc w:val="left"/>
              <w:rPr>
                <w:rFonts w:cs="Arial"/>
                <w:bCs/>
                <w:caps/>
                <w:color w:val="000000" w:themeColor="text1"/>
                <w:sz w:val="17"/>
                <w:szCs w:val="17"/>
              </w:rPr>
            </w:pPr>
            <w:r w:rsidRPr="001245A7">
              <w:rPr>
                <w:rFonts w:cs="Arial"/>
                <w:bCs/>
                <w:color w:val="000000" w:themeColor="text1"/>
                <w:sz w:val="17"/>
                <w:szCs w:val="17"/>
              </w:rPr>
              <w:t>Akad. arch. Vít Máslo, ČKA 02 206</w:t>
            </w:r>
          </w:p>
        </w:tc>
      </w:tr>
      <w:tr w:rsidR="00CC0616" w:rsidRPr="006B05F3" w:rsidTr="0066347D">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Z</w:t>
            </w:r>
            <w:r w:rsidR="00D95B8E">
              <w:rPr>
                <w:rFonts w:cs="Arial"/>
                <w:bCs/>
                <w:caps/>
                <w:color w:val="000000" w:themeColor="text1"/>
                <w:sz w:val="12"/>
                <w:szCs w:val="12"/>
              </w:rPr>
              <w:t>hotovitel</w:t>
            </w:r>
            <w:r>
              <w:rPr>
                <w:rFonts w:cs="Arial"/>
                <w:bCs/>
                <w:caps/>
                <w:color w:val="000000" w:themeColor="text1"/>
                <w:sz w:val="12"/>
                <w:szCs w:val="12"/>
              </w:rPr>
              <w:t>:</w:t>
            </w:r>
          </w:p>
          <w:p w:rsidR="00CC0616" w:rsidRPr="001C4D2E" w:rsidRDefault="00821F1F" w:rsidP="005C2849">
            <w:pPr>
              <w:tabs>
                <w:tab w:val="left" w:pos="648"/>
              </w:tabs>
              <w:jc w:val="left"/>
              <w:rPr>
                <w:rFonts w:cs="Arial"/>
                <w:bCs/>
                <w:color w:val="000000" w:themeColor="text1"/>
                <w:sz w:val="18"/>
                <w:szCs w:val="18"/>
              </w:rPr>
            </w:pPr>
            <w:sdt>
              <w:sdtPr>
                <w:rPr>
                  <w:rFonts w:cs="Arial"/>
                  <w:bCs/>
                  <w:color w:val="000000" w:themeColor="text1"/>
                  <w:sz w:val="18"/>
                  <w:szCs w:val="18"/>
                </w:rPr>
                <w:alias w:val="Zpracovatel"/>
                <w:tag w:val="ZFirma"/>
                <w:id w:val="-312251291"/>
                <w:placeholder>
                  <w:docPart w:val="1426D661A076488DA5627C7AA100E88C"/>
                </w:placeholder>
                <w:text/>
              </w:sdtPr>
              <w:sdtEndPr/>
              <w:sdtContent>
                <w:proofErr w:type="spellStart"/>
                <w:r w:rsidR="005C2849">
                  <w:rPr>
                    <w:rFonts w:cs="Arial"/>
                    <w:bCs/>
                    <w:color w:val="000000" w:themeColor="text1"/>
                    <w:sz w:val="18"/>
                    <w:szCs w:val="18"/>
                  </w:rPr>
                  <w:t>Sweco</w:t>
                </w:r>
                <w:proofErr w:type="spellEnd"/>
                <w:r w:rsidR="005C2849">
                  <w:rPr>
                    <w:rFonts w:cs="Arial"/>
                    <w:bCs/>
                    <w:color w:val="000000" w:themeColor="text1"/>
                    <w:sz w:val="18"/>
                    <w:szCs w:val="18"/>
                  </w:rPr>
                  <w:t xml:space="preserve"> </w:t>
                </w:r>
                <w:proofErr w:type="spellStart"/>
                <w:r w:rsidR="005C2849">
                  <w:rPr>
                    <w:rFonts w:cs="Arial"/>
                    <w:bCs/>
                    <w:color w:val="000000" w:themeColor="text1"/>
                    <w:sz w:val="18"/>
                    <w:szCs w:val="18"/>
                  </w:rPr>
                  <w:t>Hydroprojekt</w:t>
                </w:r>
                <w:proofErr w:type="spellEnd"/>
                <w:r w:rsidR="005C2849">
                  <w:rPr>
                    <w:rFonts w:cs="Arial"/>
                    <w:bCs/>
                    <w:color w:val="000000" w:themeColor="text1"/>
                    <w:sz w:val="18"/>
                    <w:szCs w:val="18"/>
                  </w:rPr>
                  <w:t xml:space="preserve"> 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Adresa:</w:t>
            </w:r>
          </w:p>
          <w:p w:rsidR="00CC0616" w:rsidRDefault="00821F1F" w:rsidP="005C2849">
            <w:pPr>
              <w:jc w:val="left"/>
              <w:rPr>
                <w:rFonts w:cs="Arial"/>
                <w:bCs/>
                <w:caps/>
                <w:color w:val="000000" w:themeColor="text1"/>
                <w:sz w:val="12"/>
                <w:szCs w:val="12"/>
              </w:rPr>
            </w:pPr>
            <w:sdt>
              <w:sdtPr>
                <w:rPr>
                  <w:rFonts w:cs="Arial"/>
                  <w:bCs/>
                  <w:color w:val="000000" w:themeColor="text1"/>
                  <w:sz w:val="18"/>
                  <w:szCs w:val="18"/>
                </w:rPr>
                <w:alias w:val="Adresa zpracovatele"/>
                <w:tag w:val="ZAdresa"/>
                <w:id w:val="-1274784271"/>
                <w:placeholder>
                  <w:docPart w:val="830759018A934812AC179383AE98D00C"/>
                </w:placeholder>
                <w:text/>
              </w:sdtPr>
              <w:sdtEndPr/>
              <w:sdtContent>
                <w:r w:rsidR="005835EA">
                  <w:rPr>
                    <w:rFonts w:cs="Arial"/>
                    <w:bCs/>
                    <w:color w:val="000000" w:themeColor="text1"/>
                    <w:sz w:val="18"/>
                    <w:szCs w:val="18"/>
                  </w:rPr>
                  <w:t>Táborská 31, 140 16 Praha 4</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Generální ředitel:</w:t>
            </w:r>
          </w:p>
          <w:p w:rsidR="00CC0616" w:rsidRPr="001C4D2E" w:rsidRDefault="00821F1F" w:rsidP="005C2849">
            <w:pPr>
              <w:jc w:val="left"/>
              <w:rPr>
                <w:rFonts w:cs="Arial"/>
                <w:bCs/>
                <w:color w:val="000000" w:themeColor="text1"/>
                <w:sz w:val="18"/>
                <w:szCs w:val="18"/>
              </w:rPr>
            </w:pPr>
            <w:sdt>
              <w:sdtPr>
                <w:rPr>
                  <w:rFonts w:cs="Arial"/>
                  <w:bCs/>
                  <w:color w:val="000000" w:themeColor="text1"/>
                  <w:sz w:val="18"/>
                  <w:szCs w:val="18"/>
                </w:rPr>
                <w:alias w:val="Generální ředitel"/>
                <w:tag w:val="GR"/>
                <w:id w:val="1396937729"/>
                <w:placeholder>
                  <w:docPart w:val="E65480600F30470A82B0F6FA13539325"/>
                </w:placeholder>
                <w:text/>
              </w:sdtPr>
              <w:sdtEndPr/>
              <w:sdtContent>
                <w:r w:rsidR="00D80BD7">
                  <w:rPr>
                    <w:rFonts w:cs="Arial"/>
                    <w:bCs/>
                    <w:color w:val="000000" w:themeColor="text1"/>
                    <w:sz w:val="18"/>
                    <w:szCs w:val="18"/>
                  </w:rPr>
                  <w:t>Ing. Milan Moravec, Ph.D.</w:t>
                </w:r>
              </w:sdtContent>
            </w:sdt>
          </w:p>
        </w:tc>
      </w:tr>
      <w:tr w:rsidR="00CC0616" w:rsidRPr="006B05F3" w:rsidTr="00CC0616">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Hlavní inženýr projektu:</w:t>
            </w:r>
          </w:p>
          <w:p w:rsidR="00CC0616" w:rsidRPr="001C4D2E" w:rsidRDefault="00821F1F" w:rsidP="005C2849">
            <w:pPr>
              <w:tabs>
                <w:tab w:val="left" w:pos="648"/>
              </w:tabs>
              <w:jc w:val="left"/>
              <w:rPr>
                <w:rFonts w:cs="Arial"/>
                <w:bCs/>
                <w:color w:val="000000" w:themeColor="text1"/>
                <w:sz w:val="18"/>
                <w:szCs w:val="18"/>
              </w:rPr>
            </w:pPr>
            <w:sdt>
              <w:sdtPr>
                <w:rPr>
                  <w:rFonts w:cs="Arial"/>
                  <w:bCs/>
                  <w:color w:val="000000" w:themeColor="text1"/>
                  <w:sz w:val="18"/>
                  <w:szCs w:val="18"/>
                </w:rPr>
                <w:alias w:val="Hlavní inženýr projektu"/>
                <w:tag w:val="HIP"/>
                <w:id w:val="-1310792405"/>
                <w:placeholder>
                  <w:docPart w:val="2D44EB0198B249E09367384CB2CEC4D4"/>
                </w:placeholder>
                <w:text/>
              </w:sdtPr>
              <w:sdtEndPr/>
              <w:sdtContent>
                <w:r w:rsidR="005835EA">
                  <w:rPr>
                    <w:rFonts w:cs="Arial"/>
                    <w:bCs/>
                    <w:color w:val="000000" w:themeColor="text1"/>
                    <w:sz w:val="18"/>
                    <w:szCs w:val="18"/>
                  </w:rPr>
                  <w:t>Ing. Michaela Ježková</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Ředitel divize:</w:t>
            </w:r>
          </w:p>
          <w:p w:rsidR="00CC0616" w:rsidRDefault="00821F1F" w:rsidP="005C2849">
            <w:pPr>
              <w:jc w:val="left"/>
              <w:rPr>
                <w:rFonts w:cs="Arial"/>
                <w:bCs/>
                <w:caps/>
                <w:color w:val="000000" w:themeColor="text1"/>
                <w:sz w:val="12"/>
                <w:szCs w:val="12"/>
              </w:rPr>
            </w:pPr>
            <w:sdt>
              <w:sdtPr>
                <w:rPr>
                  <w:rFonts w:cs="Arial"/>
                  <w:bCs/>
                  <w:color w:val="000000" w:themeColor="text1"/>
                  <w:sz w:val="18"/>
                  <w:szCs w:val="18"/>
                </w:rPr>
                <w:alias w:val="Ředitel divize"/>
                <w:tag w:val="ROVU"/>
                <w:id w:val="1526520720"/>
                <w:placeholder>
                  <w:docPart w:val="5A0292832D0A472E84D1F903F9221057"/>
                </w:placeholder>
                <w:text/>
              </w:sdtPr>
              <w:sdtEndPr/>
              <w:sdtContent>
                <w:r w:rsidR="005835EA">
                  <w:rPr>
                    <w:rFonts w:cs="Arial"/>
                    <w:bCs/>
                    <w:color w:val="000000" w:themeColor="text1"/>
                    <w:sz w:val="18"/>
                    <w:szCs w:val="18"/>
                  </w:rPr>
                  <w:t>Ing. Jiří Miškovský</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Technická kontrola:</w:t>
            </w:r>
          </w:p>
          <w:p w:rsidR="00CC0616" w:rsidRPr="001C4D2E" w:rsidRDefault="00821F1F" w:rsidP="005C2849">
            <w:pPr>
              <w:jc w:val="left"/>
              <w:rPr>
                <w:rFonts w:cs="Arial"/>
                <w:bCs/>
                <w:color w:val="000000" w:themeColor="text1"/>
                <w:sz w:val="18"/>
                <w:szCs w:val="18"/>
              </w:rPr>
            </w:pPr>
            <w:sdt>
              <w:sdtPr>
                <w:rPr>
                  <w:rFonts w:cs="Arial"/>
                  <w:bCs/>
                  <w:color w:val="000000" w:themeColor="text1"/>
                  <w:sz w:val="18"/>
                  <w:szCs w:val="18"/>
                </w:rPr>
                <w:alias w:val="Technická kontrola"/>
                <w:tag w:val="KJ"/>
                <w:id w:val="1257795730"/>
                <w:placeholder>
                  <w:docPart w:val="ABBD7D694A1C411782028AE83398DB8A"/>
                </w:placeholder>
                <w:text/>
              </w:sdtPr>
              <w:sdtEndPr/>
              <w:sdtContent>
                <w:r w:rsidR="00653866">
                  <w:rPr>
                    <w:rFonts w:cs="Arial"/>
                    <w:bCs/>
                    <w:color w:val="000000" w:themeColor="text1"/>
                    <w:sz w:val="18"/>
                    <w:szCs w:val="18"/>
                  </w:rPr>
                  <w:t>Ing. Lukáš Písek</w:t>
                </w:r>
              </w:sdtContent>
            </w:sdt>
          </w:p>
        </w:tc>
      </w:tr>
      <w:tr w:rsidR="001D557C" w:rsidRPr="006B05F3" w:rsidTr="001D557C">
        <w:trPr>
          <w:trHeight w:val="227"/>
          <w:jc w:val="center"/>
        </w:trPr>
        <w:tc>
          <w:tcPr>
            <w:tcW w:w="8504" w:type="dxa"/>
            <w:gridSpan w:val="5"/>
            <w:tcBorders>
              <w:top w:val="single" w:sz="4" w:space="0" w:color="auto"/>
              <w:bottom w:val="single" w:sz="4" w:space="0" w:color="auto"/>
            </w:tcBorders>
            <w:tcMar>
              <w:top w:w="113" w:type="dxa"/>
              <w:bottom w:w="57" w:type="dxa"/>
              <w:right w:w="113" w:type="dxa"/>
            </w:tcMar>
          </w:tcPr>
          <w:p w:rsidR="001D557C" w:rsidRDefault="001D557C" w:rsidP="005E584A"/>
          <w:p w:rsidR="00CA1682" w:rsidRDefault="00CA1682" w:rsidP="005E584A"/>
          <w:p w:rsidR="00CA1682" w:rsidRDefault="00CA1682"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5E584A" w:rsidRDefault="005E584A"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66347D">
            <w:pPr>
              <w:spacing w:after="120"/>
              <w:jc w:val="left"/>
              <w:rPr>
                <w:rFonts w:cs="Arial"/>
                <w:bCs/>
                <w:caps/>
                <w:color w:val="000000" w:themeColor="text1"/>
                <w:sz w:val="12"/>
                <w:szCs w:val="12"/>
              </w:rPr>
            </w:pPr>
          </w:p>
        </w:tc>
      </w:tr>
      <w:tr w:rsidR="001D557C" w:rsidRPr="006B05F3" w:rsidTr="001D557C">
        <w:trPr>
          <w:trHeight w:val="227"/>
          <w:jc w:val="center"/>
        </w:trPr>
        <w:tc>
          <w:tcPr>
            <w:tcW w:w="8504" w:type="dxa"/>
            <w:gridSpan w:val="5"/>
            <w:tcBorders>
              <w:top w:val="single" w:sz="4" w:space="0" w:color="auto"/>
            </w:tcBorders>
            <w:tcMar>
              <w:top w:w="113" w:type="dxa"/>
              <w:bottom w:w="57" w:type="dxa"/>
              <w:right w:w="113" w:type="dxa"/>
            </w:tcMar>
          </w:tcPr>
          <w:p w:rsidR="001D557C" w:rsidRDefault="001D557C" w:rsidP="001D557C">
            <w:pPr>
              <w:rPr>
                <w:color w:val="000000" w:themeColor="text1"/>
                <w:sz w:val="16"/>
                <w:szCs w:val="16"/>
              </w:rPr>
            </w:pPr>
            <w:r w:rsidRPr="00F81B53">
              <w:rPr>
                <w:color w:val="000000" w:themeColor="text1"/>
                <w:sz w:val="16"/>
                <w:szCs w:val="16"/>
              </w:rPr>
              <w:t xml:space="preserve">Společnost </w:t>
            </w:r>
            <w:proofErr w:type="spellStart"/>
            <w:r w:rsidRPr="001D557C">
              <w:rPr>
                <w:b/>
                <w:color w:val="000000" w:themeColor="text1"/>
                <w:sz w:val="16"/>
                <w:szCs w:val="16"/>
              </w:rPr>
              <w:t>Sweco</w:t>
            </w:r>
            <w:proofErr w:type="spellEnd"/>
            <w:r w:rsidR="00A20560">
              <w:rPr>
                <w:b/>
                <w:color w:val="000000" w:themeColor="text1"/>
                <w:sz w:val="16"/>
                <w:szCs w:val="16"/>
              </w:rPr>
              <w:t> </w:t>
            </w:r>
            <w:proofErr w:type="spellStart"/>
            <w:r w:rsidRPr="001D557C">
              <w:rPr>
                <w:b/>
                <w:color w:val="000000" w:themeColor="text1"/>
                <w:sz w:val="16"/>
                <w:szCs w:val="16"/>
              </w:rPr>
              <w:t>Hydroprojekt</w:t>
            </w:r>
            <w:proofErr w:type="spellEnd"/>
            <w:r w:rsidR="00A20560">
              <w:rPr>
                <w:b/>
                <w:color w:val="000000" w:themeColor="text1"/>
                <w:sz w:val="16"/>
                <w:szCs w:val="16"/>
              </w:rPr>
              <w:t> </w:t>
            </w:r>
            <w:r w:rsidRPr="001D557C">
              <w:rPr>
                <w:b/>
                <w:color w:val="000000" w:themeColor="text1"/>
                <w:sz w:val="16"/>
                <w:szCs w:val="16"/>
              </w:rPr>
              <w:t>a.s.</w:t>
            </w:r>
            <w:r w:rsidRPr="00F81B53">
              <w:rPr>
                <w:color w:val="000000" w:themeColor="text1"/>
                <w:sz w:val="16"/>
                <w:szCs w:val="16"/>
              </w:rPr>
              <w:t xml:space="preserve"> je certifikovaná dle norem </w:t>
            </w:r>
            <w:r w:rsidRPr="00F81B53">
              <w:rPr>
                <w:b/>
                <w:color w:val="000000" w:themeColor="text1"/>
                <w:sz w:val="16"/>
                <w:szCs w:val="16"/>
              </w:rPr>
              <w:t>ČSN EN ISO 9001:2009</w:t>
            </w:r>
            <w:r w:rsidRPr="00F81B53">
              <w:rPr>
                <w:color w:val="000000" w:themeColor="text1"/>
                <w:sz w:val="16"/>
                <w:szCs w:val="16"/>
              </w:rPr>
              <w:t xml:space="preserve">, </w:t>
            </w:r>
            <w:r w:rsidRPr="00F81B53">
              <w:rPr>
                <w:b/>
                <w:color w:val="000000" w:themeColor="text1"/>
                <w:sz w:val="16"/>
                <w:szCs w:val="16"/>
              </w:rPr>
              <w:t>ČSN EN ISO 14001:2005</w:t>
            </w:r>
            <w:r w:rsidRPr="00F81B53">
              <w:rPr>
                <w:color w:val="000000" w:themeColor="text1"/>
                <w:sz w:val="16"/>
                <w:szCs w:val="16"/>
              </w:rPr>
              <w:t xml:space="preserve"> a </w:t>
            </w:r>
            <w:r w:rsidRPr="00F81B53">
              <w:rPr>
                <w:b/>
                <w:color w:val="000000" w:themeColor="text1"/>
                <w:sz w:val="16"/>
                <w:szCs w:val="16"/>
              </w:rPr>
              <w:t>ČSN OHSAS 18001:2008</w:t>
            </w:r>
            <w:r w:rsidRPr="00F81B53">
              <w:rPr>
                <w:color w:val="000000" w:themeColor="text1"/>
                <w:sz w:val="16"/>
                <w:szCs w:val="16"/>
              </w:rPr>
              <w:t>.</w:t>
            </w:r>
          </w:p>
          <w:p w:rsidR="001D557C" w:rsidRPr="00F81B53" w:rsidRDefault="001D557C" w:rsidP="001D557C">
            <w:pPr>
              <w:rPr>
                <w:color w:val="000000" w:themeColor="text1"/>
                <w:sz w:val="16"/>
                <w:szCs w:val="16"/>
              </w:rPr>
            </w:pPr>
          </w:p>
          <w:p w:rsidR="001D557C" w:rsidRPr="00F81B53" w:rsidRDefault="001D557C" w:rsidP="001D557C">
            <w:pPr>
              <w:tabs>
                <w:tab w:val="right" w:pos="8505"/>
              </w:tabs>
              <w:ind w:right="136"/>
              <w:jc w:val="left"/>
              <w:rPr>
                <w:b/>
                <w:color w:val="000000" w:themeColor="text1"/>
                <w:sz w:val="18"/>
              </w:rPr>
            </w:pPr>
            <w:r w:rsidRPr="00F81B53">
              <w:rPr>
                <w:b/>
                <w:color w:val="000000" w:themeColor="text1"/>
                <w:sz w:val="18"/>
              </w:rPr>
              <w:sym w:font="Times New Roman" w:char="00A9"/>
            </w:r>
            <w:r w:rsidRPr="00F81B53">
              <w:rPr>
                <w:b/>
                <w:color w:val="000000" w:themeColor="text1"/>
                <w:sz w:val="18"/>
              </w:rPr>
              <w:t> </w:t>
            </w:r>
            <w:proofErr w:type="spellStart"/>
            <w:r>
              <w:rPr>
                <w:b/>
                <w:color w:val="000000" w:themeColor="text1"/>
                <w:sz w:val="18"/>
              </w:rPr>
              <w:t>Sweco</w:t>
            </w:r>
            <w:proofErr w:type="spellEnd"/>
            <w:r w:rsidR="00A20560">
              <w:rPr>
                <w:b/>
                <w:color w:val="000000" w:themeColor="text1"/>
                <w:sz w:val="18"/>
              </w:rPr>
              <w:t> </w:t>
            </w:r>
            <w:proofErr w:type="spellStart"/>
            <w:r>
              <w:rPr>
                <w:b/>
                <w:color w:val="000000" w:themeColor="text1"/>
                <w:sz w:val="18"/>
              </w:rPr>
              <w:t>Hydroprojekt</w:t>
            </w:r>
            <w:proofErr w:type="spellEnd"/>
            <w:r w:rsidR="00A20560">
              <w:rPr>
                <w:b/>
                <w:color w:val="000000" w:themeColor="text1"/>
                <w:sz w:val="18"/>
              </w:rPr>
              <w:t> </w:t>
            </w:r>
            <w:r w:rsidRPr="00F81B53">
              <w:rPr>
                <w:b/>
                <w:color w:val="000000" w:themeColor="text1"/>
                <w:sz w:val="18"/>
              </w:rPr>
              <w:t>a.s.</w:t>
            </w:r>
          </w:p>
          <w:p w:rsidR="001D557C" w:rsidRPr="00F81B53" w:rsidRDefault="001D557C" w:rsidP="001D557C">
            <w:pPr>
              <w:rPr>
                <w:color w:val="000000" w:themeColor="text1"/>
                <w:sz w:val="16"/>
                <w:szCs w:val="16"/>
              </w:rPr>
            </w:pPr>
            <w:r w:rsidRPr="00F81B53">
              <w:rPr>
                <w:color w:val="000000" w:themeColor="text1"/>
                <w:sz w:val="16"/>
                <w:szCs w:val="16"/>
              </w:rPr>
              <w:t>Tato dokumentace včetně všech příloh (s</w:t>
            </w:r>
            <w:r w:rsidR="00A20560">
              <w:rPr>
                <w:color w:val="000000" w:themeColor="text1"/>
                <w:sz w:val="16"/>
                <w:szCs w:val="16"/>
              </w:rPr>
              <w:t> </w:t>
            </w:r>
            <w:r w:rsidRPr="00F81B53">
              <w:rPr>
                <w:color w:val="000000" w:themeColor="text1"/>
                <w:sz w:val="16"/>
                <w:szCs w:val="16"/>
              </w:rPr>
              <w:t xml:space="preserve">výjimkou dat poskytnutých objednatelem) je duševním vlastnictvím akciové společnosti </w:t>
            </w:r>
            <w:proofErr w:type="spellStart"/>
            <w:r>
              <w:rPr>
                <w:color w:val="000000" w:themeColor="text1"/>
                <w:sz w:val="16"/>
                <w:szCs w:val="16"/>
              </w:rPr>
              <w:t>Sweco</w:t>
            </w:r>
            <w:proofErr w:type="spellEnd"/>
            <w:r w:rsidR="00A20560">
              <w:rPr>
                <w:color w:val="000000" w:themeColor="text1"/>
                <w:sz w:val="16"/>
                <w:szCs w:val="16"/>
              </w:rPr>
              <w:t> </w:t>
            </w:r>
            <w:proofErr w:type="spellStart"/>
            <w:r>
              <w:rPr>
                <w:color w:val="000000" w:themeColor="text1"/>
                <w:sz w:val="16"/>
                <w:szCs w:val="16"/>
              </w:rPr>
              <w:t>Hydroprojekt</w:t>
            </w:r>
            <w:proofErr w:type="spellEnd"/>
            <w:r w:rsidR="00A20560">
              <w:rPr>
                <w:color w:val="000000" w:themeColor="text1"/>
                <w:sz w:val="16"/>
                <w:szCs w:val="16"/>
              </w:rPr>
              <w:t> </w:t>
            </w:r>
            <w:r>
              <w:rPr>
                <w:color w:val="000000" w:themeColor="text1"/>
                <w:sz w:val="16"/>
                <w:szCs w:val="16"/>
              </w:rPr>
              <w:t>a.s.</w:t>
            </w:r>
            <w:r w:rsidRPr="00F81B53">
              <w:rPr>
                <w:color w:val="000000" w:themeColor="text1"/>
                <w:sz w:val="16"/>
                <w:szCs w:val="16"/>
              </w:rPr>
              <w:t xml:space="preserve"> Objednatel této dokumentace je oprávněn ji využít k účelům vyplývajícím z</w:t>
            </w:r>
            <w:r w:rsidR="00A20560">
              <w:rPr>
                <w:color w:val="000000" w:themeColor="text1"/>
                <w:sz w:val="16"/>
                <w:szCs w:val="16"/>
              </w:rPr>
              <w:t> </w:t>
            </w:r>
            <w:r w:rsidRPr="00F81B53">
              <w:rPr>
                <w:color w:val="000000" w:themeColor="text1"/>
                <w:sz w:val="16"/>
                <w:szCs w:val="16"/>
              </w:rPr>
              <w:t>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rsidR="001D557C" w:rsidRDefault="001D557C" w:rsidP="00A20560">
            <w:pPr>
              <w:rPr>
                <w:color w:val="000000" w:themeColor="text1"/>
                <w:sz w:val="16"/>
                <w:szCs w:val="16"/>
              </w:rPr>
            </w:pPr>
            <w:r w:rsidRPr="00F81B53">
              <w:rPr>
                <w:color w:val="000000" w:themeColor="text1"/>
                <w:sz w:val="16"/>
                <w:szCs w:val="16"/>
              </w:rPr>
              <w:t>Poznámka: Podpisy zpracovatelů jsou připojeny pouze k výtisku číslo</w:t>
            </w:r>
            <w:r w:rsidR="00A20560">
              <w:rPr>
                <w:color w:val="000000" w:themeColor="text1"/>
                <w:sz w:val="16"/>
                <w:szCs w:val="16"/>
              </w:rPr>
              <w:t> </w:t>
            </w:r>
            <w:r w:rsidRPr="00F81B53">
              <w:rPr>
                <w:color w:val="000000" w:themeColor="text1"/>
                <w:sz w:val="16"/>
                <w:szCs w:val="16"/>
              </w:rPr>
              <w:t>01 nebo originálu přílohy (matrici).</w:t>
            </w:r>
          </w:p>
          <w:p w:rsidR="00C6060E" w:rsidRDefault="00C6060E" w:rsidP="00A20560">
            <w:pPr>
              <w:rPr>
                <w:color w:val="000000" w:themeColor="text1"/>
                <w:sz w:val="16"/>
                <w:szCs w:val="16"/>
              </w:rPr>
            </w:pPr>
          </w:p>
          <w:p w:rsidR="00934167" w:rsidRPr="001D557C" w:rsidRDefault="00934167" w:rsidP="00A20560">
            <w:pPr>
              <w:rPr>
                <w:color w:val="000000" w:themeColor="text1"/>
                <w:sz w:val="16"/>
                <w:szCs w:val="16"/>
              </w:rPr>
            </w:pPr>
          </w:p>
        </w:tc>
      </w:tr>
    </w:tbl>
    <w:p w:rsidR="00934167" w:rsidRDefault="00934167" w:rsidP="00E27980">
      <w:pPr>
        <w:rPr>
          <w:color w:val="000000" w:themeColor="text1"/>
          <w:sz w:val="16"/>
          <w:szCs w:val="16"/>
        </w:rPr>
      </w:pPr>
    </w:p>
    <w:p w:rsidR="00934167" w:rsidRDefault="00934167" w:rsidP="00E27980">
      <w:pPr>
        <w:rPr>
          <w:color w:val="000000" w:themeColor="text1"/>
          <w:sz w:val="16"/>
          <w:szCs w:val="16"/>
        </w:rPr>
      </w:pPr>
    </w:p>
    <w:p w:rsidR="00934167" w:rsidRDefault="00934167" w:rsidP="00E27980">
      <w:pPr>
        <w:rPr>
          <w:color w:val="000000" w:themeColor="text1"/>
          <w:sz w:val="16"/>
          <w:szCs w:val="16"/>
        </w:rPr>
      </w:pPr>
    </w:p>
    <w:p w:rsidR="00E27980" w:rsidRPr="00F81B53" w:rsidRDefault="00E27980" w:rsidP="00E27980">
      <w:pPr>
        <w:rPr>
          <w:color w:val="000000" w:themeColor="text1"/>
          <w:sz w:val="16"/>
          <w:szCs w:val="16"/>
        </w:rPr>
      </w:pPr>
      <w:r w:rsidRPr="00F81B53">
        <w:rPr>
          <w:color w:val="000000" w:themeColor="text1"/>
          <w:sz w:val="16"/>
          <w:szCs w:val="16"/>
        </w:rPr>
        <w:br w:type="page"/>
      </w:r>
    </w:p>
    <w:tbl>
      <w:tblPr>
        <w:tblW w:w="8562" w:type="dxa"/>
        <w:jc w:val="center"/>
        <w:tblLook w:val="01E0" w:firstRow="1" w:lastRow="1" w:firstColumn="1" w:lastColumn="1" w:noHBand="0" w:noVBand="0"/>
      </w:tblPr>
      <w:tblGrid>
        <w:gridCol w:w="8562"/>
      </w:tblGrid>
      <w:tr w:rsidR="00F81B53" w:rsidRPr="00F81B53" w:rsidTr="001245A7">
        <w:trPr>
          <w:trHeight w:val="510"/>
          <w:jc w:val="center"/>
        </w:trPr>
        <w:tc>
          <w:tcPr>
            <w:tcW w:w="8510" w:type="dxa"/>
            <w:tcBorders>
              <w:bottom w:val="single" w:sz="4" w:space="0" w:color="auto"/>
            </w:tcBorders>
            <w:tcMar>
              <w:left w:w="0" w:type="dxa"/>
            </w:tcMar>
            <w:vAlign w:val="center"/>
          </w:tcPr>
          <w:p w:rsidR="00532923" w:rsidRPr="00F81B53" w:rsidRDefault="00532923" w:rsidP="001F529C">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w:t>
            </w:r>
          </w:p>
        </w:tc>
      </w:tr>
    </w:tbl>
    <w:p w:rsidR="006744BF" w:rsidRPr="00F81B53" w:rsidRDefault="006744BF" w:rsidP="00DD3884"/>
    <w:p w:rsidR="00195F0D" w:rsidRDefault="00195F0D" w:rsidP="00195F0D">
      <w:pPr>
        <w:numPr>
          <w:ilvl w:val="0"/>
          <w:numId w:val="32"/>
        </w:numPr>
        <w:tabs>
          <w:tab w:val="left" w:pos="567"/>
          <w:tab w:val="right" w:pos="8080"/>
        </w:tabs>
        <w:ind w:left="567" w:hanging="567"/>
      </w:pPr>
      <w:r w:rsidRPr="00F674EE">
        <w:t xml:space="preserve">Záznam z jednání, konaného dne </w:t>
      </w:r>
      <w:r>
        <w:t>11. 05. 2020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08. 06. 2020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22. 06. 2020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20. 07. 2020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28. 07. 2020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30. 07. 2020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31. 08. 2020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01. 10. 2020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26. 10. 2020</w:t>
      </w:r>
    </w:p>
    <w:p w:rsidR="00195F0D" w:rsidRDefault="00195F0D" w:rsidP="00195F0D">
      <w:pPr>
        <w:numPr>
          <w:ilvl w:val="0"/>
          <w:numId w:val="32"/>
        </w:numPr>
        <w:tabs>
          <w:tab w:val="left" w:pos="567"/>
          <w:tab w:val="right" w:pos="8080"/>
        </w:tabs>
        <w:ind w:left="567" w:hanging="567"/>
      </w:pPr>
      <w:r w:rsidRPr="00F674EE">
        <w:t xml:space="preserve">Záznam z jednání, konaného dne </w:t>
      </w:r>
      <w:r>
        <w:t>30. 11. 2020</w:t>
      </w:r>
    </w:p>
    <w:p w:rsidR="00195F0D" w:rsidRDefault="00195F0D" w:rsidP="00195F0D">
      <w:pPr>
        <w:tabs>
          <w:tab w:val="left" w:pos="567"/>
          <w:tab w:val="right" w:pos="8080"/>
        </w:tabs>
      </w:pPr>
    </w:p>
    <w:p w:rsidR="00556768" w:rsidRDefault="00556768" w:rsidP="00556768">
      <w:pPr>
        <w:tabs>
          <w:tab w:val="left" w:pos="567"/>
          <w:tab w:val="right" w:pos="9000"/>
        </w:tabs>
        <w:ind w:left="66"/>
      </w:pPr>
    </w:p>
    <w:p w:rsidR="00556768" w:rsidRDefault="00556768" w:rsidP="00556768">
      <w:pPr>
        <w:tabs>
          <w:tab w:val="left" w:pos="567"/>
          <w:tab w:val="right" w:pos="9000"/>
        </w:tabs>
        <w:ind w:left="66"/>
      </w:pPr>
    </w:p>
    <w:p w:rsidR="00556768" w:rsidRDefault="00556768" w:rsidP="00556768">
      <w:pPr>
        <w:jc w:val="left"/>
      </w:pPr>
      <w:r>
        <w:br w:type="page"/>
      </w:r>
    </w:p>
    <w:p w:rsidR="00556768" w:rsidRDefault="00556768" w:rsidP="00556768">
      <w:pPr>
        <w:tabs>
          <w:tab w:val="left" w:pos="567"/>
          <w:tab w:val="right" w:pos="9000"/>
        </w:tabs>
        <w:ind w:left="66"/>
      </w:pPr>
    </w:p>
    <w:p w:rsidR="00556768" w:rsidRDefault="00556768" w:rsidP="00556768">
      <w:pPr>
        <w:tabs>
          <w:tab w:val="left" w:pos="567"/>
          <w:tab w:val="right" w:pos="9000"/>
        </w:tabs>
        <w:ind w:left="66"/>
      </w:pPr>
    </w:p>
    <w:p w:rsidR="00556768" w:rsidRDefault="00556768" w:rsidP="00556768">
      <w:pPr>
        <w:tabs>
          <w:tab w:val="left" w:pos="567"/>
          <w:tab w:val="right" w:pos="9000"/>
        </w:tabs>
        <w:ind w:left="66"/>
      </w:pPr>
    </w:p>
    <w:p w:rsidR="00556768" w:rsidRDefault="00556768" w:rsidP="00556768">
      <w:pPr>
        <w:tabs>
          <w:tab w:val="left" w:pos="567"/>
          <w:tab w:val="right" w:pos="9000"/>
        </w:tabs>
        <w:ind w:left="66"/>
      </w:pPr>
    </w:p>
    <w:p w:rsidR="00F6635F" w:rsidRDefault="00F6635F" w:rsidP="00556768">
      <w:pPr>
        <w:tabs>
          <w:tab w:val="right" w:pos="8504"/>
        </w:tabs>
        <w:rPr>
          <w:bCs/>
          <w:color w:val="000000" w:themeColor="text1"/>
        </w:rPr>
      </w:pPr>
    </w:p>
    <w:sectPr w:rsidR="00F6635F" w:rsidSect="00AA011B">
      <w:headerReference w:type="even" r:id="rId15"/>
      <w:headerReference w:type="default" r:id="rId16"/>
      <w:footerReference w:type="even" r:id="rId17"/>
      <w:footerReference w:type="default" r:id="rId18"/>
      <w:headerReference w:type="first" r:id="rId19"/>
      <w:footerReference w:type="first" r:id="rId20"/>
      <w:pgSz w:w="11906" w:h="16838" w:code="9"/>
      <w:pgMar w:top="1809" w:right="1701"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589" w:rsidRDefault="002E4589" w:rsidP="00207A11">
      <w:r>
        <w:separator/>
      </w:r>
    </w:p>
  </w:endnote>
  <w:endnote w:type="continuationSeparator" w:id="0">
    <w:p w:rsidR="002E4589" w:rsidRDefault="002E4589"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67E" w:rsidRDefault="00777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67E" w:rsidRDefault="0077767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2835"/>
      <w:gridCol w:w="2835"/>
    </w:tblGrid>
    <w:tr w:rsidR="00575236" w:rsidRPr="00AA14F6" w:rsidTr="00FE031B">
      <w:trPr>
        <w:trHeight w:val="2098"/>
        <w:jc w:val="center"/>
      </w:trPr>
      <w:tc>
        <w:tcPr>
          <w:tcW w:w="8504" w:type="dxa"/>
          <w:gridSpan w:val="3"/>
          <w:tcBorders>
            <w:top w:val="single" w:sz="4" w:space="0" w:color="auto"/>
          </w:tcBorders>
          <w:tcMar>
            <w:top w:w="113" w:type="dxa"/>
          </w:tcMar>
        </w:tcPr>
        <w:p w:rsidR="00575236" w:rsidRDefault="00821F1F" w:rsidP="00FE031B">
          <w:pPr>
            <w:jc w:val="center"/>
            <w:rPr>
              <w:bCs/>
              <w:caps/>
              <w:color w:val="000000" w:themeColor="text1"/>
              <w:sz w:val="24"/>
              <w:szCs w:val="24"/>
            </w:rPr>
          </w:pPr>
          <w:sdt>
            <w:sdtPr>
              <w:rPr>
                <w:bCs/>
                <w:color w:val="000000" w:themeColor="text1"/>
                <w:sz w:val="22"/>
                <w:szCs w:val="24"/>
              </w:rPr>
              <w:alias w:val="Objednatel (investor)"/>
              <w:tag w:val="OFirma"/>
              <w:id w:val="185799262"/>
              <w:text/>
            </w:sdtPr>
            <w:sdtEndPr/>
            <w:sdtContent>
              <w:r w:rsidR="00575236">
                <w:rPr>
                  <w:bCs/>
                  <w:color w:val="000000" w:themeColor="text1"/>
                  <w:sz w:val="22"/>
                  <w:szCs w:val="24"/>
                </w:rPr>
                <w:t>Pražská vodohospodářská společnost a.s.</w:t>
              </w:r>
            </w:sdtContent>
          </w:sdt>
        </w:p>
        <w:p w:rsidR="00575236" w:rsidRDefault="00575236" w:rsidP="00FE031B">
          <w:pPr>
            <w:jc w:val="center"/>
            <w:rPr>
              <w:caps/>
              <w:color w:val="000000" w:themeColor="text1"/>
              <w:sz w:val="24"/>
              <w:szCs w:val="24"/>
            </w:rPr>
          </w:pPr>
        </w:p>
        <w:p w:rsidR="00575236" w:rsidRPr="0074743D" w:rsidRDefault="00575236" w:rsidP="0074743D">
          <w:pPr>
            <w:rPr>
              <w:sz w:val="24"/>
              <w:szCs w:val="24"/>
            </w:rPr>
          </w:pPr>
          <w:r>
            <w:rPr>
              <w:noProof/>
            </w:rPr>
            <w:drawing>
              <wp:anchor distT="0" distB="0" distL="114300" distR="114300" simplePos="0" relativeHeight="251659264" behindDoc="0" locked="0" layoutInCell="1" allowOverlap="1" wp14:anchorId="27C0637D" wp14:editId="1AB575D9">
                <wp:simplePos x="0" y="0"/>
                <wp:positionH relativeFrom="margin">
                  <wp:align>center</wp:align>
                </wp:positionH>
                <wp:positionV relativeFrom="margin">
                  <wp:posOffset>467995</wp:posOffset>
                </wp:positionV>
                <wp:extent cx="1022350" cy="384810"/>
                <wp:effectExtent l="0" t="0" r="6350" b="0"/>
                <wp:wrapNone/>
                <wp:docPr id="35" name="obrázek 43" descr="PV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VS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2350" cy="3848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75236" w:rsidRPr="0074743D" w:rsidRDefault="00575236" w:rsidP="0074743D">
          <w:pPr>
            <w:rPr>
              <w:sz w:val="24"/>
              <w:szCs w:val="24"/>
            </w:rPr>
          </w:pPr>
        </w:p>
        <w:p w:rsidR="00575236" w:rsidRPr="0074743D" w:rsidRDefault="00575236" w:rsidP="0074743D">
          <w:pPr>
            <w:rPr>
              <w:sz w:val="24"/>
              <w:szCs w:val="24"/>
            </w:rPr>
          </w:pPr>
        </w:p>
        <w:p w:rsidR="00575236" w:rsidRDefault="00575236" w:rsidP="0074743D">
          <w:pPr>
            <w:rPr>
              <w:caps/>
              <w:color w:val="000000" w:themeColor="text1"/>
              <w:sz w:val="24"/>
              <w:szCs w:val="24"/>
            </w:rPr>
          </w:pPr>
        </w:p>
        <w:p w:rsidR="00575236" w:rsidRPr="0074743D" w:rsidRDefault="00575236" w:rsidP="0074743D">
          <w:pPr>
            <w:jc w:val="center"/>
            <w:rPr>
              <w:sz w:val="24"/>
              <w:szCs w:val="24"/>
            </w:rPr>
          </w:pPr>
        </w:p>
      </w:tc>
    </w:tr>
    <w:tr w:rsidR="00575236" w:rsidRPr="00AA14F6" w:rsidTr="001245A7">
      <w:trPr>
        <w:trHeight w:val="851"/>
        <w:jc w:val="center"/>
      </w:trPr>
      <w:tc>
        <w:tcPr>
          <w:tcW w:w="2834" w:type="dxa"/>
          <w:tcBorders>
            <w:bottom w:val="single" w:sz="4" w:space="0" w:color="auto"/>
          </w:tcBorders>
          <w:tcMar>
            <w:left w:w="113" w:type="dxa"/>
            <w:bottom w:w="113" w:type="dxa"/>
          </w:tcMar>
          <w:vAlign w:val="bottom"/>
        </w:tcPr>
        <w:p w:rsidR="00575236" w:rsidRPr="0037186F" w:rsidRDefault="00575236" w:rsidP="00FE031B">
          <w:pPr>
            <w:jc w:val="center"/>
            <w:rPr>
              <w:color w:val="000000" w:themeColor="text1"/>
              <w:sz w:val="12"/>
            </w:rPr>
          </w:pPr>
          <w:r>
            <w:rPr>
              <w:noProof/>
            </w:rPr>
            <w:drawing>
              <wp:anchor distT="0" distB="0" distL="114300" distR="114300" simplePos="0" relativeHeight="251661312" behindDoc="0" locked="0" layoutInCell="1" allowOverlap="1" wp14:anchorId="592173ED" wp14:editId="7369411B">
                <wp:simplePos x="0" y="0"/>
                <wp:positionH relativeFrom="page">
                  <wp:posOffset>17780</wp:posOffset>
                </wp:positionH>
                <wp:positionV relativeFrom="page">
                  <wp:posOffset>360045</wp:posOffset>
                </wp:positionV>
                <wp:extent cx="1767600" cy="144000"/>
                <wp:effectExtent l="0" t="0" r="0" b="8890"/>
                <wp:wrapNone/>
                <wp:docPr id="411"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767600" cy="144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2835" w:type="dxa"/>
          <w:tcBorders>
            <w:bottom w:val="single" w:sz="4" w:space="0" w:color="auto"/>
          </w:tcBorders>
          <w:tcMar>
            <w:left w:w="113" w:type="dxa"/>
            <w:bottom w:w="113" w:type="dxa"/>
          </w:tcMar>
          <w:vAlign w:val="bottom"/>
        </w:tcPr>
        <w:p w:rsidR="00575236" w:rsidRPr="00C5703F" w:rsidRDefault="00575236" w:rsidP="00FE031B">
          <w:pPr>
            <w:jc w:val="center"/>
            <w:rPr>
              <w:b/>
              <w:color w:val="000000" w:themeColor="text1"/>
              <w:sz w:val="12"/>
            </w:rPr>
          </w:pPr>
        </w:p>
      </w:tc>
      <w:tc>
        <w:tcPr>
          <w:tcW w:w="2835" w:type="dxa"/>
          <w:tcBorders>
            <w:bottom w:val="single" w:sz="4" w:space="0" w:color="auto"/>
          </w:tcBorders>
          <w:tcMar>
            <w:left w:w="113" w:type="dxa"/>
            <w:bottom w:w="113" w:type="dxa"/>
          </w:tcMar>
          <w:vAlign w:val="bottom"/>
        </w:tcPr>
        <w:p w:rsidR="00575236" w:rsidRPr="0037186F" w:rsidRDefault="00575236" w:rsidP="00FE031B">
          <w:pPr>
            <w:jc w:val="center"/>
            <w:rPr>
              <w:color w:val="000000" w:themeColor="text1"/>
              <w:sz w:val="12"/>
            </w:rPr>
          </w:pPr>
          <w:r>
            <w:rPr>
              <w:noProof/>
              <w:color w:val="000000" w:themeColor="text1"/>
            </w:rPr>
            <mc:AlternateContent>
              <mc:Choice Requires="wpc">
                <w:drawing>
                  <wp:inline distT="0" distB="0" distL="0" distR="0" wp14:anchorId="324D0CA2" wp14:editId="50EA67C9">
                    <wp:extent cx="1080135" cy="314960"/>
                    <wp:effectExtent l="0" t="0" r="5715" b="8890"/>
                    <wp:docPr id="27" name="Plátno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solidFill>
                              <a:ln>
                                <a:noFill/>
                              </a:ln>
                            </wps:spPr>
                            <wps:bodyPr rot="0" vert="horz" wrap="square" lIns="91440" tIns="45720" rIns="91440" bIns="45720" anchor="t" anchorCtr="0" upright="1">
                              <a:noAutofit/>
                            </wps:bodyPr>
                          </wps:wsp>
                          <wps:wsp>
                            <wps:cNvPr id="17"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43E1C66" id="Plátno 27"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tc>
    </w:tr>
    <w:tr w:rsidR="00575236" w:rsidRPr="00AA14F6" w:rsidTr="001245A7">
      <w:trPr>
        <w:trHeight w:val="227"/>
        <w:jc w:val="center"/>
      </w:trPr>
      <w:tc>
        <w:tcPr>
          <w:tcW w:w="2834" w:type="dxa"/>
          <w:tcBorders>
            <w:top w:val="single" w:sz="4" w:space="0" w:color="auto"/>
            <w:right w:val="single" w:sz="4" w:space="0" w:color="auto"/>
          </w:tcBorders>
          <w:tcMar>
            <w:top w:w="57" w:type="dxa"/>
            <w:left w:w="113" w:type="dxa"/>
          </w:tcMar>
          <w:vAlign w:val="bottom"/>
        </w:tcPr>
        <w:p w:rsidR="00575236" w:rsidRPr="0037186F" w:rsidRDefault="00575236" w:rsidP="004962D2">
          <w:pPr>
            <w:jc w:val="left"/>
            <w:rPr>
              <w:color w:val="000000" w:themeColor="text1"/>
              <w:sz w:val="12"/>
            </w:rPr>
          </w:pPr>
          <w:r w:rsidRPr="008145BE">
            <w:rPr>
              <w:b/>
              <w:bCs/>
              <w:noProof/>
              <w:color w:val="000000" w:themeColor="text1"/>
              <w:sz w:val="24"/>
              <w:szCs w:val="24"/>
            </w:rPr>
            <w:t>CMC architects, a.s.</w:t>
          </w:r>
        </w:p>
      </w:tc>
      <w:tc>
        <w:tcPr>
          <w:tcW w:w="2835" w:type="dxa"/>
          <w:tcBorders>
            <w:top w:val="single" w:sz="4" w:space="0" w:color="auto"/>
            <w:left w:val="single" w:sz="4" w:space="0" w:color="auto"/>
            <w:right w:val="single" w:sz="4" w:space="0" w:color="auto"/>
          </w:tcBorders>
          <w:tcMar>
            <w:top w:w="57" w:type="dxa"/>
            <w:left w:w="113" w:type="dxa"/>
          </w:tcMar>
          <w:vAlign w:val="bottom"/>
        </w:tcPr>
        <w:p w:rsidR="00575236" w:rsidRPr="008A758D" w:rsidRDefault="00575236" w:rsidP="004962D2">
          <w:pPr>
            <w:jc w:val="left"/>
            <w:rPr>
              <w:b/>
              <w:color w:val="000000" w:themeColor="text1"/>
              <w:w w:val="102"/>
              <w:sz w:val="22"/>
              <w:szCs w:val="22"/>
            </w:rPr>
          </w:pPr>
        </w:p>
      </w:tc>
      <w:tc>
        <w:tcPr>
          <w:tcW w:w="2835" w:type="dxa"/>
          <w:tcBorders>
            <w:top w:val="single" w:sz="4" w:space="0" w:color="auto"/>
            <w:left w:val="single" w:sz="4" w:space="0" w:color="auto"/>
          </w:tcBorders>
          <w:tcMar>
            <w:top w:w="57" w:type="dxa"/>
            <w:left w:w="113" w:type="dxa"/>
          </w:tcMar>
          <w:vAlign w:val="bottom"/>
        </w:tcPr>
        <w:p w:rsidR="00575236" w:rsidRPr="008A758D" w:rsidRDefault="00575236" w:rsidP="004962D2">
          <w:pPr>
            <w:jc w:val="left"/>
            <w:rPr>
              <w:b/>
              <w:color w:val="000000" w:themeColor="text1"/>
              <w:w w:val="102"/>
              <w:sz w:val="22"/>
              <w:szCs w:val="22"/>
            </w:rPr>
          </w:pPr>
          <w:proofErr w:type="spellStart"/>
          <w:r w:rsidRPr="008A758D">
            <w:rPr>
              <w:b/>
              <w:color w:val="000000" w:themeColor="text1"/>
              <w:w w:val="102"/>
              <w:sz w:val="22"/>
              <w:szCs w:val="22"/>
            </w:rPr>
            <w:t>Sweco</w:t>
          </w:r>
          <w:proofErr w:type="spellEnd"/>
          <w:r w:rsidRPr="008A758D">
            <w:rPr>
              <w:b/>
              <w:color w:val="000000" w:themeColor="text1"/>
              <w:w w:val="102"/>
              <w:sz w:val="22"/>
              <w:szCs w:val="22"/>
            </w:rPr>
            <w:t xml:space="preserve"> </w:t>
          </w:r>
          <w:proofErr w:type="spellStart"/>
          <w:r w:rsidRPr="008A758D">
            <w:rPr>
              <w:b/>
              <w:color w:val="000000" w:themeColor="text1"/>
              <w:w w:val="102"/>
              <w:sz w:val="22"/>
              <w:szCs w:val="22"/>
            </w:rPr>
            <w:t>Hydroprojekt</w:t>
          </w:r>
          <w:proofErr w:type="spellEnd"/>
          <w:r w:rsidRPr="008A758D">
            <w:rPr>
              <w:b/>
              <w:color w:val="000000" w:themeColor="text1"/>
              <w:w w:val="102"/>
              <w:sz w:val="22"/>
              <w:szCs w:val="22"/>
            </w:rPr>
            <w:t xml:space="preserve"> a.s.</w:t>
          </w:r>
        </w:p>
      </w:tc>
    </w:tr>
    <w:tr w:rsidR="00575236" w:rsidRPr="00AA14F6" w:rsidTr="00575236">
      <w:trPr>
        <w:trHeight w:val="227"/>
        <w:jc w:val="center"/>
      </w:trPr>
      <w:tc>
        <w:tcPr>
          <w:tcW w:w="2834" w:type="dxa"/>
          <w:tcMar>
            <w:left w:w="113" w:type="dxa"/>
          </w:tcMar>
        </w:tcPr>
        <w:p w:rsidR="00575236" w:rsidRDefault="00575236" w:rsidP="00575236">
          <w:pPr>
            <w:jc w:val="left"/>
            <w:rPr>
              <w:noProof/>
              <w:color w:val="000000" w:themeColor="text1"/>
              <w:sz w:val="12"/>
              <w:szCs w:val="12"/>
            </w:rPr>
          </w:pPr>
          <w:r w:rsidRPr="00575236">
            <w:rPr>
              <w:noProof/>
              <w:color w:val="000000" w:themeColor="text1"/>
              <w:sz w:val="12"/>
              <w:szCs w:val="12"/>
            </w:rPr>
            <w:t>Jankovcova 1037/49, Praha 7</w:t>
          </w:r>
        </w:p>
        <w:p w:rsidR="00575236" w:rsidRDefault="00575236" w:rsidP="00575236">
          <w:pPr>
            <w:jc w:val="left"/>
            <w:rPr>
              <w:color w:val="000000" w:themeColor="text1"/>
              <w:sz w:val="12"/>
            </w:rPr>
          </w:pPr>
          <w:r w:rsidRPr="00575236">
            <w:rPr>
              <w:noProof/>
              <w:color w:val="000000" w:themeColor="text1"/>
              <w:sz w:val="12"/>
              <w:szCs w:val="12"/>
            </w:rPr>
            <w:t>www.cmca.cz</w:t>
          </w:r>
        </w:p>
        <w:p w:rsidR="00575236" w:rsidRPr="0037186F" w:rsidRDefault="00575236" w:rsidP="00575236">
          <w:pPr>
            <w:jc w:val="left"/>
            <w:rPr>
              <w:color w:val="000000" w:themeColor="text1"/>
              <w:sz w:val="12"/>
            </w:rPr>
          </w:pPr>
        </w:p>
      </w:tc>
      <w:tc>
        <w:tcPr>
          <w:tcW w:w="2835" w:type="dxa"/>
          <w:tcMar>
            <w:left w:w="113" w:type="dxa"/>
          </w:tcMar>
          <w:vAlign w:val="center"/>
        </w:tcPr>
        <w:p w:rsidR="00575236" w:rsidRPr="0037186F" w:rsidRDefault="00575236" w:rsidP="004962D2">
          <w:pPr>
            <w:jc w:val="left"/>
            <w:rPr>
              <w:color w:val="000000" w:themeColor="text1"/>
              <w:sz w:val="12"/>
            </w:rPr>
          </w:pPr>
        </w:p>
      </w:tc>
      <w:tc>
        <w:tcPr>
          <w:tcW w:w="2835" w:type="dxa"/>
          <w:tcMar>
            <w:left w:w="113" w:type="dxa"/>
          </w:tcMar>
          <w:vAlign w:val="center"/>
        </w:tcPr>
        <w:p w:rsidR="00575236" w:rsidRDefault="00575236" w:rsidP="004962D2">
          <w:pPr>
            <w:jc w:val="left"/>
            <w:rPr>
              <w:color w:val="000000" w:themeColor="text1"/>
              <w:sz w:val="12"/>
            </w:rPr>
          </w:pPr>
          <w:r>
            <w:rPr>
              <w:color w:val="000000" w:themeColor="text1"/>
              <w:sz w:val="12"/>
            </w:rPr>
            <w:t>Ústředí Praha</w:t>
          </w:r>
        </w:p>
        <w:p w:rsidR="00575236" w:rsidRDefault="00575236" w:rsidP="004962D2">
          <w:pPr>
            <w:jc w:val="left"/>
            <w:rPr>
              <w:color w:val="000000" w:themeColor="text1"/>
              <w:sz w:val="12"/>
            </w:rPr>
          </w:pPr>
          <w:r>
            <w:rPr>
              <w:color w:val="000000" w:themeColor="text1"/>
              <w:sz w:val="12"/>
            </w:rPr>
            <w:t>Táborská 31, Praha 4</w:t>
          </w:r>
        </w:p>
        <w:p w:rsidR="00575236" w:rsidRDefault="00575236" w:rsidP="004962D2">
          <w:pPr>
            <w:jc w:val="left"/>
            <w:rPr>
              <w:color w:val="000000" w:themeColor="text1"/>
              <w:sz w:val="12"/>
            </w:rPr>
          </w:pPr>
          <w:r w:rsidRPr="00DD3884">
            <w:rPr>
              <w:color w:val="000000" w:themeColor="text1"/>
              <w:sz w:val="12"/>
            </w:rPr>
            <w:t>www.sweco.cz</w:t>
          </w:r>
        </w:p>
        <w:p w:rsidR="00575236" w:rsidRDefault="00575236" w:rsidP="004962D2">
          <w:pPr>
            <w:jc w:val="left"/>
            <w:rPr>
              <w:color w:val="000000" w:themeColor="text1"/>
              <w:sz w:val="12"/>
            </w:rPr>
          </w:pPr>
        </w:p>
        <w:p w:rsidR="00575236" w:rsidRDefault="00575236" w:rsidP="004962D2">
          <w:pPr>
            <w:jc w:val="left"/>
            <w:rPr>
              <w:bCs/>
              <w:color w:val="000000" w:themeColor="text1"/>
              <w:sz w:val="12"/>
            </w:rPr>
          </w:pPr>
          <w:r w:rsidRPr="00DD3884">
            <w:rPr>
              <w:caps/>
              <w:color w:val="000000" w:themeColor="text1"/>
              <w:sz w:val="12"/>
            </w:rPr>
            <w:t>Číslo zakázky:</w:t>
          </w:r>
          <w:r w:rsidRPr="00DD3884">
            <w:rPr>
              <w:bCs/>
              <w:color w:val="000000" w:themeColor="text1"/>
              <w:sz w:val="12"/>
            </w:rPr>
            <w:t xml:space="preserve"> </w:t>
          </w:r>
          <w:sdt>
            <w:sdtPr>
              <w:rPr>
                <w:caps/>
                <w:color w:val="000000" w:themeColor="text1"/>
                <w:sz w:val="12"/>
                <w:szCs w:val="12"/>
              </w:rPr>
              <w:alias w:val="Číslo zakázky"/>
              <w:tag w:val="CisloZak"/>
              <w:id w:val="-215514746"/>
              <w:text/>
            </w:sdtPr>
            <w:sdtEndPr/>
            <w:sdtContent>
              <w:r>
                <w:rPr>
                  <w:caps/>
                  <w:color w:val="000000" w:themeColor="text1"/>
                  <w:sz w:val="12"/>
                  <w:szCs w:val="12"/>
                </w:rPr>
                <w:t>10 9179 06 07</w:t>
              </w:r>
            </w:sdtContent>
          </w:sdt>
          <w:r>
            <w:rPr>
              <w:caps/>
              <w:color w:val="000000" w:themeColor="text1"/>
              <w:sz w:val="12"/>
              <w:szCs w:val="12"/>
            </w:rPr>
            <w:t xml:space="preserve"> 00</w:t>
          </w:r>
        </w:p>
        <w:p w:rsidR="00575236" w:rsidRPr="0037186F" w:rsidRDefault="00575236" w:rsidP="004962D2">
          <w:pPr>
            <w:jc w:val="left"/>
            <w:rPr>
              <w:color w:val="000000" w:themeColor="text1"/>
              <w:sz w:val="12"/>
            </w:rPr>
          </w:pPr>
          <w:r>
            <w:rPr>
              <w:caps/>
              <w:color w:val="000000" w:themeColor="text1"/>
              <w:sz w:val="12"/>
            </w:rPr>
            <w:t>Archivní číslo</w:t>
          </w:r>
          <w:r w:rsidRPr="00DD3884">
            <w:rPr>
              <w:caps/>
              <w:color w:val="000000" w:themeColor="text1"/>
              <w:sz w:val="12"/>
            </w:rPr>
            <w:t>:</w:t>
          </w:r>
          <w:r w:rsidRPr="00DD3884">
            <w:rPr>
              <w:bCs/>
              <w:color w:val="000000" w:themeColor="text1"/>
              <w:sz w:val="12"/>
            </w:rPr>
            <w:t xml:space="preserve"> </w:t>
          </w:r>
          <w:sdt>
            <w:sdtPr>
              <w:rPr>
                <w:bCs/>
                <w:color w:val="000000" w:themeColor="text1"/>
                <w:sz w:val="12"/>
              </w:rPr>
              <w:alias w:val="Archivní číslo"/>
              <w:tag w:val="Poc"/>
              <w:id w:val="1261565551"/>
              <w:text/>
            </w:sdtPr>
            <w:sdtEndPr/>
            <w:sdtContent>
              <w:r w:rsidR="00AA61FE">
                <w:rPr>
                  <w:bCs/>
                  <w:color w:val="000000" w:themeColor="text1"/>
                  <w:sz w:val="12"/>
                </w:rPr>
                <w:t>008417/20/1</w:t>
              </w:r>
            </w:sdtContent>
          </w:sdt>
        </w:p>
      </w:tc>
    </w:tr>
  </w:tbl>
  <w:p w:rsidR="00575236" w:rsidRDefault="00575236" w:rsidP="0037186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575236" w:rsidTr="00837B86">
      <w:trPr>
        <w:trHeight w:val="227"/>
        <w:jc w:val="center"/>
      </w:trPr>
      <w:tc>
        <w:tcPr>
          <w:tcW w:w="4253" w:type="dxa"/>
          <w:tcBorders>
            <w:top w:val="nil"/>
            <w:left w:val="nil"/>
            <w:bottom w:val="single" w:sz="4" w:space="0" w:color="auto"/>
            <w:right w:val="nil"/>
          </w:tcBorders>
          <w:tcMar>
            <w:left w:w="113" w:type="dxa"/>
          </w:tcMar>
          <w:vAlign w:val="bottom"/>
        </w:tcPr>
        <w:p w:rsidR="00575236" w:rsidRDefault="00575236"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575236" w:rsidRPr="00B40E75" w:rsidRDefault="00575236"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w:t>
          </w:r>
        </w:p>
      </w:tc>
    </w:tr>
    <w:tr w:rsidR="00575236" w:rsidTr="00837B86">
      <w:trPr>
        <w:trHeight w:val="227"/>
        <w:jc w:val="center"/>
      </w:trPr>
      <w:tc>
        <w:tcPr>
          <w:tcW w:w="4253" w:type="dxa"/>
          <w:tcBorders>
            <w:bottom w:val="nil"/>
            <w:right w:val="nil"/>
          </w:tcBorders>
          <w:tcMar>
            <w:left w:w="113" w:type="dxa"/>
          </w:tcMar>
          <w:vAlign w:val="bottom"/>
        </w:tcPr>
        <w:p w:rsidR="00575236" w:rsidRDefault="00575236"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575236" w:rsidRDefault="00575236"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EndPr/>
            <w:sdtContent>
              <w:r w:rsidR="00B50340">
                <w:rPr>
                  <w:color w:val="000000" w:themeColor="text1"/>
                  <w:sz w:val="12"/>
                  <w:szCs w:val="12"/>
                </w:rPr>
                <w:t>b</w:t>
              </w:r>
            </w:sdtContent>
          </w:sdt>
        </w:p>
      </w:tc>
    </w:tr>
    <w:tr w:rsidR="00575236" w:rsidTr="00837B86">
      <w:trPr>
        <w:trHeight w:val="170"/>
        <w:jc w:val="center"/>
      </w:trPr>
      <w:tc>
        <w:tcPr>
          <w:tcW w:w="4253" w:type="dxa"/>
          <w:tcBorders>
            <w:top w:val="nil"/>
            <w:left w:val="nil"/>
            <w:bottom w:val="nil"/>
            <w:right w:val="nil"/>
          </w:tcBorders>
          <w:tcMar>
            <w:left w:w="113" w:type="dxa"/>
          </w:tcMar>
          <w:vAlign w:val="bottom"/>
        </w:tcPr>
        <w:p w:rsidR="00575236" w:rsidRDefault="00575236"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EndPr/>
            <w:sdtContent>
              <w:r w:rsidR="00AA61FE">
                <w:rPr>
                  <w:color w:val="000000" w:themeColor="text1"/>
                  <w:sz w:val="12"/>
                  <w:szCs w:val="12"/>
                </w:rPr>
                <w:t>008417/20/1</w:t>
              </w:r>
            </w:sdtContent>
          </w:sdt>
        </w:p>
      </w:tc>
      <w:tc>
        <w:tcPr>
          <w:tcW w:w="2835" w:type="dxa"/>
          <w:tcBorders>
            <w:top w:val="nil"/>
            <w:left w:val="nil"/>
            <w:bottom w:val="nil"/>
            <w:right w:val="nil"/>
          </w:tcBorders>
          <w:vAlign w:val="bottom"/>
        </w:tcPr>
        <w:p w:rsidR="00575236" w:rsidRPr="00B40E75" w:rsidRDefault="00575236"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EndPr/>
            <w:sdtContent>
              <w:r>
                <w:rPr>
                  <w:color w:val="000000" w:themeColor="text1"/>
                  <w:sz w:val="12"/>
                  <w:szCs w:val="12"/>
                </w:rPr>
                <w:t>1</w:t>
              </w:r>
            </w:sdtContent>
          </w:sdt>
        </w:p>
      </w:tc>
    </w:tr>
  </w:tbl>
  <w:p w:rsidR="00575236" w:rsidRPr="00F81B53" w:rsidRDefault="00575236" w:rsidP="00837B86">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575236" w:rsidTr="00837B86">
      <w:trPr>
        <w:trHeight w:val="227"/>
        <w:jc w:val="center"/>
      </w:trPr>
      <w:tc>
        <w:tcPr>
          <w:tcW w:w="4253" w:type="dxa"/>
          <w:tcBorders>
            <w:top w:val="nil"/>
            <w:left w:val="nil"/>
            <w:bottom w:val="single" w:sz="4" w:space="0" w:color="auto"/>
            <w:right w:val="nil"/>
          </w:tcBorders>
          <w:tcMar>
            <w:left w:w="113" w:type="dxa"/>
          </w:tcMar>
          <w:vAlign w:val="bottom"/>
        </w:tcPr>
        <w:p w:rsidR="00575236" w:rsidRDefault="0077767E" w:rsidP="00837B86">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575236" w:rsidRPr="00B40E75" w:rsidRDefault="00575236"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575236" w:rsidTr="00837B86">
      <w:trPr>
        <w:trHeight w:val="227"/>
        <w:jc w:val="center"/>
      </w:trPr>
      <w:tc>
        <w:tcPr>
          <w:tcW w:w="4253" w:type="dxa"/>
          <w:tcBorders>
            <w:bottom w:val="nil"/>
            <w:right w:val="nil"/>
          </w:tcBorders>
          <w:tcMar>
            <w:left w:w="113" w:type="dxa"/>
          </w:tcMar>
          <w:vAlign w:val="bottom"/>
        </w:tcPr>
        <w:p w:rsidR="00575236" w:rsidRDefault="00575236"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2888485"/>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575236" w:rsidRDefault="00575236"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881678901"/>
              <w:text/>
            </w:sdtPr>
            <w:sdtEndPr/>
            <w:sdtContent>
              <w:r w:rsidR="00B50340">
                <w:rPr>
                  <w:color w:val="000000" w:themeColor="text1"/>
                  <w:sz w:val="12"/>
                  <w:szCs w:val="12"/>
                </w:rPr>
                <w:t>b</w:t>
              </w:r>
            </w:sdtContent>
          </w:sdt>
        </w:p>
      </w:tc>
    </w:tr>
    <w:tr w:rsidR="00575236" w:rsidTr="00837B86">
      <w:trPr>
        <w:trHeight w:val="170"/>
        <w:jc w:val="center"/>
      </w:trPr>
      <w:tc>
        <w:tcPr>
          <w:tcW w:w="4253" w:type="dxa"/>
          <w:tcBorders>
            <w:top w:val="nil"/>
            <w:left w:val="nil"/>
            <w:bottom w:val="nil"/>
            <w:right w:val="nil"/>
          </w:tcBorders>
          <w:tcMar>
            <w:left w:w="113" w:type="dxa"/>
          </w:tcMar>
          <w:vAlign w:val="bottom"/>
        </w:tcPr>
        <w:p w:rsidR="00575236" w:rsidRDefault="00575236"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48117219"/>
              <w:text/>
            </w:sdtPr>
            <w:sdtEndPr/>
            <w:sdtContent>
              <w:r w:rsidR="00AA61FE">
                <w:rPr>
                  <w:color w:val="000000" w:themeColor="text1"/>
                  <w:sz w:val="12"/>
                  <w:szCs w:val="12"/>
                </w:rPr>
                <w:t>008417/20/1</w:t>
              </w:r>
            </w:sdtContent>
          </w:sdt>
        </w:p>
      </w:tc>
      <w:tc>
        <w:tcPr>
          <w:tcW w:w="2835" w:type="dxa"/>
          <w:tcBorders>
            <w:top w:val="nil"/>
            <w:left w:val="nil"/>
            <w:bottom w:val="nil"/>
            <w:right w:val="nil"/>
          </w:tcBorders>
          <w:vAlign w:val="bottom"/>
        </w:tcPr>
        <w:p w:rsidR="00575236" w:rsidRPr="00B40E75" w:rsidRDefault="00575236"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63493019"/>
              <w:text/>
            </w:sdtPr>
            <w:sdtEndPr/>
            <w:sdtContent>
              <w:r>
                <w:rPr>
                  <w:color w:val="000000" w:themeColor="text1"/>
                  <w:sz w:val="12"/>
                  <w:szCs w:val="12"/>
                </w:rPr>
                <w:t>1</w:t>
              </w:r>
            </w:sdtContent>
          </w:sdt>
        </w:p>
      </w:tc>
    </w:tr>
  </w:tbl>
  <w:p w:rsidR="00575236" w:rsidRPr="00F81B53" w:rsidRDefault="00575236" w:rsidP="00837B86">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575236" w:rsidTr="001F529C">
      <w:trPr>
        <w:trHeight w:val="227"/>
        <w:jc w:val="center"/>
      </w:trPr>
      <w:tc>
        <w:tcPr>
          <w:tcW w:w="4253" w:type="dxa"/>
          <w:tcBorders>
            <w:top w:val="nil"/>
            <w:left w:val="nil"/>
            <w:bottom w:val="single" w:sz="4" w:space="0" w:color="auto"/>
            <w:right w:val="nil"/>
          </w:tcBorders>
          <w:tcMar>
            <w:left w:w="113" w:type="dxa"/>
          </w:tcMar>
          <w:vAlign w:val="bottom"/>
        </w:tcPr>
        <w:p w:rsidR="00575236" w:rsidRDefault="0077767E" w:rsidP="001F529C">
          <w:pPr>
            <w:pStyle w:val="Zpat"/>
            <w:ind w:right="142"/>
            <w:jc w:val="left"/>
            <w:rPr>
              <w:color w:val="000000" w:themeColor="text1"/>
              <w:sz w:val="12"/>
              <w:szCs w:val="12"/>
            </w:rPr>
          </w:pPr>
          <w:r>
            <w:rPr>
              <w:b/>
              <w:noProof/>
              <w:color w:val="000000" w:themeColor="text1"/>
            </w:rPr>
            <w:t xml:space="preserve">CMC architects a.s., </w:t>
          </w: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575236" w:rsidRPr="00B40E75" w:rsidRDefault="00575236" w:rsidP="001F529C">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3</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9</w:t>
          </w:r>
          <w:r w:rsidRPr="00B40E75">
            <w:rPr>
              <w:color w:val="000000" w:themeColor="text1"/>
              <w:sz w:val="16"/>
              <w:szCs w:val="16"/>
            </w:rPr>
            <w:fldChar w:fldCharType="end"/>
          </w:r>
          <w:r w:rsidRPr="00B40E75">
            <w:rPr>
              <w:color w:val="000000" w:themeColor="text1"/>
              <w:sz w:val="16"/>
              <w:szCs w:val="16"/>
            </w:rPr>
            <w:t>)</w:t>
          </w:r>
        </w:p>
      </w:tc>
    </w:tr>
    <w:tr w:rsidR="00575236" w:rsidTr="001F529C">
      <w:trPr>
        <w:trHeight w:val="227"/>
        <w:jc w:val="center"/>
      </w:trPr>
      <w:tc>
        <w:tcPr>
          <w:tcW w:w="4253" w:type="dxa"/>
          <w:tcBorders>
            <w:bottom w:val="nil"/>
            <w:right w:val="nil"/>
          </w:tcBorders>
          <w:tcMar>
            <w:left w:w="113" w:type="dxa"/>
          </w:tcMar>
          <w:vAlign w:val="bottom"/>
        </w:tcPr>
        <w:p w:rsidR="00575236" w:rsidRDefault="00575236"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2810731"/>
              <w:text/>
            </w:sdtPr>
            <w:sdtEndPr/>
            <w:sdtContent>
              <w:r>
                <w:rPr>
                  <w:caps/>
                  <w:color w:val="000000" w:themeColor="text1"/>
                  <w:sz w:val="12"/>
                  <w:szCs w:val="12"/>
                </w:rPr>
                <w:t>10 9179 06 07</w:t>
              </w:r>
            </w:sdtContent>
          </w:sdt>
        </w:p>
      </w:tc>
      <w:tc>
        <w:tcPr>
          <w:tcW w:w="2835" w:type="dxa"/>
          <w:tcBorders>
            <w:left w:val="nil"/>
            <w:bottom w:val="nil"/>
            <w:right w:val="nil"/>
          </w:tcBorders>
          <w:vAlign w:val="bottom"/>
        </w:tcPr>
        <w:p w:rsidR="00575236" w:rsidRDefault="00575236"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83755530"/>
              <w:text/>
            </w:sdtPr>
            <w:sdtEndPr/>
            <w:sdtContent>
              <w:r w:rsidR="00B50340">
                <w:rPr>
                  <w:color w:val="000000" w:themeColor="text1"/>
                  <w:sz w:val="12"/>
                  <w:szCs w:val="12"/>
                </w:rPr>
                <w:t>b</w:t>
              </w:r>
            </w:sdtContent>
          </w:sdt>
        </w:p>
      </w:tc>
    </w:tr>
    <w:tr w:rsidR="00575236" w:rsidTr="001F529C">
      <w:trPr>
        <w:trHeight w:val="170"/>
        <w:jc w:val="center"/>
      </w:trPr>
      <w:tc>
        <w:tcPr>
          <w:tcW w:w="4253" w:type="dxa"/>
          <w:tcBorders>
            <w:top w:val="nil"/>
            <w:left w:val="nil"/>
            <w:bottom w:val="nil"/>
            <w:right w:val="nil"/>
          </w:tcBorders>
          <w:tcMar>
            <w:left w:w="113" w:type="dxa"/>
          </w:tcMar>
          <w:vAlign w:val="bottom"/>
        </w:tcPr>
        <w:p w:rsidR="00575236" w:rsidRDefault="00575236"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26577900"/>
              <w:text/>
            </w:sdtPr>
            <w:sdtEndPr/>
            <w:sdtContent>
              <w:r w:rsidR="00AA61FE">
                <w:rPr>
                  <w:color w:val="000000" w:themeColor="text1"/>
                  <w:sz w:val="12"/>
                  <w:szCs w:val="12"/>
                </w:rPr>
                <w:t>008417/20/1</w:t>
              </w:r>
            </w:sdtContent>
          </w:sdt>
        </w:p>
      </w:tc>
      <w:tc>
        <w:tcPr>
          <w:tcW w:w="2835" w:type="dxa"/>
          <w:tcBorders>
            <w:top w:val="nil"/>
            <w:left w:val="nil"/>
            <w:bottom w:val="nil"/>
            <w:right w:val="nil"/>
          </w:tcBorders>
          <w:vAlign w:val="bottom"/>
        </w:tcPr>
        <w:p w:rsidR="00575236" w:rsidRPr="00B40E75" w:rsidRDefault="00575236"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713726946"/>
              <w:text/>
            </w:sdtPr>
            <w:sdtEndPr/>
            <w:sdtContent>
              <w:r>
                <w:rPr>
                  <w:color w:val="000000" w:themeColor="text1"/>
                  <w:sz w:val="12"/>
                  <w:szCs w:val="12"/>
                </w:rPr>
                <w:t>1</w:t>
              </w:r>
            </w:sdtContent>
          </w:sdt>
        </w:p>
      </w:tc>
    </w:tr>
  </w:tbl>
  <w:p w:rsidR="00575236" w:rsidRPr="00F81B53" w:rsidRDefault="00575236" w:rsidP="00CA337C">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589" w:rsidRDefault="002E4589" w:rsidP="00207A11">
      <w:r>
        <w:separator/>
      </w:r>
    </w:p>
  </w:footnote>
  <w:footnote w:type="continuationSeparator" w:id="0">
    <w:p w:rsidR="002E4589" w:rsidRDefault="002E4589"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67E" w:rsidRDefault="007776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67E" w:rsidRDefault="0077767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236" w:rsidRDefault="00575236" w:rsidP="0093354C">
    <w:pPr>
      <w:pStyle w:val="Zhlav"/>
      <w:tabs>
        <w:tab w:val="clear" w:pos="4536"/>
        <w:tab w:val="clear" w:pos="9072"/>
      </w:tabs>
    </w:pPr>
  </w:p>
  <w:p w:rsidR="00575236" w:rsidRPr="0093354C" w:rsidRDefault="00575236"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236" w:rsidRPr="00AE3921" w:rsidRDefault="00575236"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AA43B0A" wp14:editId="6979E59E">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1890D59"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575236" w:rsidRPr="00AE3921" w:rsidTr="00837B86">
      <w:trPr>
        <w:trHeight w:val="227"/>
        <w:jc w:val="center"/>
      </w:trPr>
      <w:tc>
        <w:tcPr>
          <w:tcW w:w="5103" w:type="dxa"/>
          <w:vAlign w:val="center"/>
        </w:tcPr>
        <w:p w:rsidR="00575236" w:rsidRPr="00AE3921" w:rsidRDefault="00821F1F"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text/>
            </w:sdtPr>
            <w:sdtEndPr/>
            <w:sdtContent>
              <w:proofErr w:type="spellStart"/>
              <w:r w:rsidR="00575236">
                <w:rPr>
                  <w:color w:val="000000" w:themeColor="text1"/>
                  <w:sz w:val="12"/>
                  <w:szCs w:val="12"/>
                </w:rPr>
                <w:t>Revital</w:t>
              </w:r>
              <w:proofErr w:type="spellEnd"/>
              <w:r w:rsidR="00575236">
                <w:rPr>
                  <w:color w:val="000000" w:themeColor="text1"/>
                  <w:sz w:val="12"/>
                  <w:szCs w:val="12"/>
                </w:rPr>
                <w:t>. objektů a prostorů Korunní, P10</w:t>
              </w:r>
            </w:sdtContent>
          </w:sdt>
          <w:r w:rsidR="00575236" w:rsidRPr="00AE3921">
            <w:rPr>
              <w:color w:val="000000" w:themeColor="text1"/>
              <w:sz w:val="12"/>
              <w:szCs w:val="12"/>
            </w:rPr>
            <w:t xml:space="preserve"> </w:t>
          </w:r>
          <w:sdt>
            <w:sdtPr>
              <w:rPr>
                <w:color w:val="000000" w:themeColor="text1"/>
                <w:sz w:val="12"/>
                <w:szCs w:val="12"/>
              </w:rPr>
              <w:alias w:val="Název dokumentace 2"/>
              <w:tag w:val="NazevDok2_"/>
              <w:id w:val="-1686502366"/>
              <w:text/>
            </w:sdtPr>
            <w:sdtEndPr/>
            <w:sdtContent>
              <w:r w:rsidR="00575236">
                <w:rPr>
                  <w:color w:val="000000" w:themeColor="text1"/>
                  <w:sz w:val="12"/>
                  <w:szCs w:val="12"/>
                </w:rPr>
                <w:t xml:space="preserve">č. </w:t>
              </w:r>
              <w:proofErr w:type="spellStart"/>
              <w:r w:rsidR="00575236">
                <w:rPr>
                  <w:color w:val="000000" w:themeColor="text1"/>
                  <w:sz w:val="12"/>
                  <w:szCs w:val="12"/>
                </w:rPr>
                <w:t>inv</w:t>
              </w:r>
              <w:proofErr w:type="spellEnd"/>
              <w:r w:rsidR="00575236">
                <w:rPr>
                  <w:color w:val="000000" w:themeColor="text1"/>
                  <w:sz w:val="12"/>
                  <w:szCs w:val="12"/>
                </w:rPr>
                <w:t>. akce 1/4/A52/00, 1/4/F87/00,</w:t>
              </w:r>
            </w:sdtContent>
          </w:sdt>
          <w:r w:rsidR="00575236" w:rsidRPr="00AE3921">
            <w:rPr>
              <w:color w:val="000000" w:themeColor="text1"/>
              <w:sz w:val="12"/>
              <w:szCs w:val="12"/>
            </w:rPr>
            <w:t xml:space="preserve"> </w:t>
          </w:r>
          <w:sdt>
            <w:sdtPr>
              <w:rPr>
                <w:color w:val="000000" w:themeColor="text1"/>
                <w:sz w:val="12"/>
                <w:szCs w:val="12"/>
              </w:rPr>
              <w:alias w:val="Název dokumentace 3"/>
              <w:tag w:val="NazevDok3_"/>
              <w:id w:val="-911925328"/>
              <w:text/>
            </w:sdtPr>
            <w:sdtEndPr/>
            <w:sdtContent>
              <w:r w:rsidR="00575236">
                <w:rPr>
                  <w:color w:val="000000" w:themeColor="text1"/>
                  <w:sz w:val="12"/>
                  <w:szCs w:val="12"/>
                </w:rPr>
                <w:t>1/4/F87/01, 1/4/A52/02</w:t>
              </w:r>
            </w:sdtContent>
          </w:sdt>
        </w:p>
      </w:tc>
      <w:tc>
        <w:tcPr>
          <w:tcW w:w="3402" w:type="dxa"/>
          <w:tcMar>
            <w:left w:w="113" w:type="dxa"/>
          </w:tcMar>
          <w:vAlign w:val="center"/>
        </w:tcPr>
        <w:p w:rsidR="00575236" w:rsidRPr="00AE3921" w:rsidRDefault="00821F1F" w:rsidP="00FF70E3">
          <w:pPr>
            <w:tabs>
              <w:tab w:val="right" w:pos="8505"/>
            </w:tabs>
            <w:jc w:val="right"/>
            <w:rPr>
              <w:color w:val="000000" w:themeColor="text1"/>
              <w:sz w:val="12"/>
              <w:szCs w:val="12"/>
            </w:rPr>
          </w:pPr>
          <w:sdt>
            <w:sdtPr>
              <w:rPr>
                <w:bCs/>
                <w:color w:val="000000" w:themeColor="text1"/>
                <w:sz w:val="12"/>
                <w:szCs w:val="12"/>
              </w:rPr>
              <w:alias w:val="Název přílohy"/>
              <w:tag w:val="PrilNaz"/>
              <w:id w:val="95137012"/>
              <w:text/>
            </w:sdtPr>
            <w:sdtEndPr/>
            <w:sdtContent>
              <w:r w:rsidR="00AA61FE">
                <w:rPr>
                  <w:bCs/>
                  <w:color w:val="000000" w:themeColor="text1"/>
                  <w:sz w:val="12"/>
                  <w:szCs w:val="12"/>
                </w:rPr>
                <w:t>Záznamy z jednání</w:t>
              </w:r>
            </w:sdtContent>
          </w:sdt>
          <w:r w:rsidR="00575236">
            <w:rPr>
              <w:bCs/>
              <w:color w:val="000000" w:themeColor="text1"/>
              <w:sz w:val="12"/>
              <w:szCs w:val="12"/>
            </w:rPr>
            <w:t xml:space="preserve">  </w:t>
          </w:r>
          <w:r w:rsidR="00575236" w:rsidRPr="00AE3921">
            <w:rPr>
              <w:bCs/>
              <w:color w:val="000000" w:themeColor="text1"/>
              <w:sz w:val="12"/>
              <w:szCs w:val="12"/>
            </w:rPr>
            <w:t xml:space="preserve"> </w:t>
          </w:r>
          <w:sdt>
            <w:sdtPr>
              <w:rPr>
                <w:bCs/>
                <w:color w:val="000000" w:themeColor="text1"/>
                <w:sz w:val="12"/>
                <w:szCs w:val="12"/>
              </w:rPr>
              <w:alias w:val="Název přílohy"/>
              <w:tag w:val="PrilNaz"/>
              <w:id w:val="1288634414"/>
              <w:text/>
            </w:sdtPr>
            <w:sdtEndPr/>
            <w:sdtContent>
              <w:r w:rsidR="00AA61FE">
                <w:rPr>
                  <w:bCs/>
                  <w:color w:val="000000" w:themeColor="text1"/>
                  <w:sz w:val="12"/>
                  <w:szCs w:val="12"/>
                </w:rPr>
                <w:t>Záznamy z jednání</w:t>
              </w:r>
            </w:sdtContent>
          </w:sdt>
        </w:p>
      </w:tc>
    </w:tr>
    <w:tr w:rsidR="00575236" w:rsidRPr="00AE3921" w:rsidTr="00837B86">
      <w:trPr>
        <w:trHeight w:val="227"/>
        <w:jc w:val="center"/>
      </w:trPr>
      <w:tc>
        <w:tcPr>
          <w:tcW w:w="5103" w:type="dxa"/>
          <w:vAlign w:val="center"/>
        </w:tcPr>
        <w:p w:rsidR="00575236" w:rsidRPr="00AE3921" w:rsidRDefault="00821F1F"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text/>
            </w:sdtPr>
            <w:sdtEndPr/>
            <w:sdtContent>
              <w:r w:rsidR="00556768">
                <w:rPr>
                  <w:color w:val="000000" w:themeColor="text1"/>
                  <w:sz w:val="12"/>
                  <w:szCs w:val="12"/>
                </w:rPr>
                <w:t>E. Dokladová část</w:t>
              </w:r>
            </w:sdtContent>
          </w:sdt>
        </w:p>
      </w:tc>
      <w:tc>
        <w:tcPr>
          <w:tcW w:w="3402" w:type="dxa"/>
          <w:tcMar>
            <w:left w:w="113" w:type="dxa"/>
          </w:tcMar>
          <w:vAlign w:val="center"/>
        </w:tcPr>
        <w:p w:rsidR="00575236" w:rsidRPr="00AE3921" w:rsidRDefault="00821F1F" w:rsidP="00FF70E3">
          <w:pPr>
            <w:tabs>
              <w:tab w:val="right" w:pos="8505"/>
            </w:tabs>
            <w:jc w:val="right"/>
            <w:rPr>
              <w:color w:val="000000" w:themeColor="text1"/>
              <w:sz w:val="12"/>
              <w:szCs w:val="12"/>
            </w:rPr>
          </w:pPr>
          <w:sdt>
            <w:sdtPr>
              <w:rPr>
                <w:color w:val="000000" w:themeColor="text1"/>
                <w:sz w:val="12"/>
                <w:szCs w:val="12"/>
              </w:rPr>
              <w:alias w:val="Stupeň"/>
              <w:tag w:val="StupenZ"/>
              <w:id w:val="1387145956"/>
              <w:text/>
            </w:sdtPr>
            <w:sdtEndPr/>
            <w:sdtContent>
              <w:proofErr w:type="spellStart"/>
              <w:r w:rsidR="00575236">
                <w:rPr>
                  <w:color w:val="000000" w:themeColor="text1"/>
                  <w:sz w:val="12"/>
                  <w:szCs w:val="12"/>
                </w:rPr>
                <w:t>DSpP</w:t>
              </w:r>
              <w:proofErr w:type="spellEnd"/>
            </w:sdtContent>
          </w:sdt>
        </w:p>
      </w:tc>
    </w:tr>
  </w:tbl>
  <w:p w:rsidR="00575236" w:rsidRPr="00AE3921" w:rsidRDefault="00575236" w:rsidP="00837B86">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5A7" w:rsidRPr="00AE3921" w:rsidRDefault="001245A7" w:rsidP="001245A7">
    <w:pPr>
      <w:tabs>
        <w:tab w:val="right" w:pos="8505"/>
      </w:tabs>
      <w:spacing w:after="60"/>
      <w:jc w:val="left"/>
      <w:rPr>
        <w:noProof/>
        <w:color w:val="000000" w:themeColor="text1"/>
      </w:rPr>
    </w:pPr>
    <w:r>
      <w:rPr>
        <w:noProof/>
      </w:rPr>
      <w:drawing>
        <wp:anchor distT="0" distB="0" distL="114300" distR="114300" simplePos="0" relativeHeight="251665408" behindDoc="0" locked="0" layoutInCell="1" allowOverlap="1" wp14:anchorId="5924B020" wp14:editId="6F859E14">
          <wp:simplePos x="0" y="0"/>
          <wp:positionH relativeFrom="margin">
            <wp:align>left</wp:align>
          </wp:positionH>
          <wp:positionV relativeFrom="page">
            <wp:posOffset>817880</wp:posOffset>
          </wp:positionV>
          <wp:extent cx="1355725" cy="110490"/>
          <wp:effectExtent l="0" t="0" r="0" b="3810"/>
          <wp:wrapNone/>
          <wp:docPr id="41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55725" cy="110490"/>
                  </a:xfrm>
                  <a:prstGeom prst="rect">
                    <a:avLst/>
                  </a:prstGeom>
                  <a:noFill/>
                </pic:spPr>
              </pic:pic>
            </a:graphicData>
          </a:graphic>
          <wp14:sizeRelH relativeFrom="margin">
            <wp14:pctWidth>0</wp14:pctWidth>
          </wp14:sizeRelH>
          <wp14:sizeRelV relativeFrom="margin">
            <wp14:pctHeight>0</wp14:pctHeight>
          </wp14:sizeRelV>
        </wp:anchor>
      </w:drawing>
    </w:r>
    <w:r w:rsidRPr="00AE3921">
      <w:rPr>
        <w:noProof/>
        <w:color w:val="000000" w:themeColor="text1"/>
      </w:rPr>
      <w:tab/>
    </w:r>
    <w:r w:rsidRPr="00AE3921">
      <w:rPr>
        <w:noProof/>
        <w:color w:val="000000" w:themeColor="text1"/>
      </w:rPr>
      <mc:AlternateContent>
        <mc:Choice Requires="wpc">
          <w:drawing>
            <wp:inline distT="0" distB="0" distL="0" distR="0" wp14:anchorId="740E5907" wp14:editId="657A53CF">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23ACB4E"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1245A7" w:rsidRPr="00AE3921" w:rsidTr="00631D29">
      <w:trPr>
        <w:trHeight w:val="227"/>
        <w:jc w:val="center"/>
      </w:trPr>
      <w:tc>
        <w:tcPr>
          <w:tcW w:w="5103" w:type="dxa"/>
          <w:vAlign w:val="center"/>
        </w:tcPr>
        <w:p w:rsidR="001245A7" w:rsidRPr="00AE3921" w:rsidRDefault="00821F1F" w:rsidP="001245A7">
          <w:pPr>
            <w:tabs>
              <w:tab w:val="right" w:pos="8505"/>
            </w:tabs>
            <w:jc w:val="left"/>
            <w:rPr>
              <w:color w:val="000000" w:themeColor="text1"/>
              <w:sz w:val="12"/>
              <w:szCs w:val="12"/>
            </w:rPr>
          </w:pPr>
          <w:sdt>
            <w:sdtPr>
              <w:rPr>
                <w:color w:val="000000" w:themeColor="text1"/>
                <w:sz w:val="12"/>
                <w:szCs w:val="12"/>
              </w:rPr>
              <w:alias w:val="Název dokumentace 1"/>
              <w:tag w:val="NazevDok"/>
              <w:id w:val="1627038294"/>
              <w:text/>
            </w:sdtPr>
            <w:sdtEndPr/>
            <w:sdtContent>
              <w:proofErr w:type="spellStart"/>
              <w:r w:rsidR="00556768">
                <w:rPr>
                  <w:color w:val="000000" w:themeColor="text1"/>
                  <w:sz w:val="12"/>
                  <w:szCs w:val="12"/>
                </w:rPr>
                <w:t>Revital</w:t>
              </w:r>
              <w:proofErr w:type="spellEnd"/>
              <w:r w:rsidR="00556768">
                <w:rPr>
                  <w:color w:val="000000" w:themeColor="text1"/>
                  <w:sz w:val="12"/>
                  <w:szCs w:val="12"/>
                </w:rPr>
                <w:t>. objektů a prostorů Korunní, P10</w:t>
              </w:r>
            </w:sdtContent>
          </w:sdt>
          <w:r w:rsidR="001245A7" w:rsidRPr="00AE3921">
            <w:rPr>
              <w:color w:val="000000" w:themeColor="text1"/>
              <w:sz w:val="12"/>
              <w:szCs w:val="12"/>
            </w:rPr>
            <w:t xml:space="preserve"> </w:t>
          </w:r>
          <w:sdt>
            <w:sdtPr>
              <w:rPr>
                <w:color w:val="000000" w:themeColor="text1"/>
                <w:sz w:val="12"/>
                <w:szCs w:val="12"/>
              </w:rPr>
              <w:alias w:val="Název dokumentace 2"/>
              <w:tag w:val="NazevDok2_"/>
              <w:id w:val="630137075"/>
              <w:text/>
            </w:sdtPr>
            <w:sdtEndPr/>
            <w:sdtContent>
              <w:r w:rsidR="00556768">
                <w:rPr>
                  <w:color w:val="000000" w:themeColor="text1"/>
                  <w:sz w:val="12"/>
                  <w:szCs w:val="12"/>
                </w:rPr>
                <w:t xml:space="preserve">č. </w:t>
              </w:r>
              <w:proofErr w:type="spellStart"/>
              <w:r w:rsidR="00556768">
                <w:rPr>
                  <w:color w:val="000000" w:themeColor="text1"/>
                  <w:sz w:val="12"/>
                  <w:szCs w:val="12"/>
                </w:rPr>
                <w:t>inv</w:t>
              </w:r>
              <w:proofErr w:type="spellEnd"/>
              <w:r w:rsidR="00556768">
                <w:rPr>
                  <w:color w:val="000000" w:themeColor="text1"/>
                  <w:sz w:val="12"/>
                  <w:szCs w:val="12"/>
                </w:rPr>
                <w:t>. akce 1/4/A52/00, 1/4/F87/00,</w:t>
              </w:r>
            </w:sdtContent>
          </w:sdt>
          <w:r w:rsidR="001245A7" w:rsidRPr="00AE3921">
            <w:rPr>
              <w:color w:val="000000" w:themeColor="text1"/>
              <w:sz w:val="12"/>
              <w:szCs w:val="12"/>
            </w:rPr>
            <w:t xml:space="preserve"> </w:t>
          </w:r>
          <w:sdt>
            <w:sdtPr>
              <w:rPr>
                <w:color w:val="000000" w:themeColor="text1"/>
                <w:sz w:val="12"/>
                <w:szCs w:val="12"/>
              </w:rPr>
              <w:alias w:val="Název dokumentace 3"/>
              <w:tag w:val="NazevDok3_"/>
              <w:id w:val="1415129885"/>
              <w:text/>
            </w:sdtPr>
            <w:sdtEndPr/>
            <w:sdtContent>
              <w:r w:rsidR="00556768">
                <w:rPr>
                  <w:color w:val="000000" w:themeColor="text1"/>
                  <w:sz w:val="12"/>
                  <w:szCs w:val="12"/>
                </w:rPr>
                <w:t>1/4/F87/01, 1/4/A52/02</w:t>
              </w:r>
            </w:sdtContent>
          </w:sdt>
        </w:p>
      </w:tc>
      <w:tc>
        <w:tcPr>
          <w:tcW w:w="3402" w:type="dxa"/>
          <w:tcMar>
            <w:left w:w="113" w:type="dxa"/>
          </w:tcMar>
          <w:vAlign w:val="center"/>
        </w:tcPr>
        <w:p w:rsidR="001245A7" w:rsidRPr="00AE3921" w:rsidRDefault="00821F1F" w:rsidP="001245A7">
          <w:pPr>
            <w:tabs>
              <w:tab w:val="right" w:pos="8505"/>
            </w:tabs>
            <w:jc w:val="right"/>
            <w:rPr>
              <w:color w:val="000000" w:themeColor="text1"/>
              <w:sz w:val="12"/>
              <w:szCs w:val="12"/>
            </w:rPr>
          </w:pPr>
          <w:sdt>
            <w:sdtPr>
              <w:rPr>
                <w:bCs/>
                <w:color w:val="000000" w:themeColor="text1"/>
                <w:sz w:val="12"/>
                <w:szCs w:val="12"/>
              </w:rPr>
              <w:alias w:val="Číslo přílohy"/>
              <w:tag w:val="PrilCislo"/>
              <w:id w:val="1240140700"/>
              <w:text/>
            </w:sdtPr>
            <w:sdtEndPr/>
            <w:sdtContent>
              <w:r w:rsidR="00AA61FE">
                <w:rPr>
                  <w:bCs/>
                  <w:color w:val="000000" w:themeColor="text1"/>
                  <w:sz w:val="12"/>
                  <w:szCs w:val="12"/>
                </w:rPr>
                <w:t>E.3</w:t>
              </w:r>
            </w:sdtContent>
          </w:sdt>
          <w:r w:rsidR="001245A7">
            <w:rPr>
              <w:bCs/>
              <w:color w:val="000000" w:themeColor="text1"/>
              <w:sz w:val="12"/>
              <w:szCs w:val="12"/>
            </w:rPr>
            <w:t xml:space="preserve">  </w:t>
          </w:r>
          <w:r w:rsidR="001245A7" w:rsidRPr="00AE3921">
            <w:rPr>
              <w:bCs/>
              <w:color w:val="000000" w:themeColor="text1"/>
              <w:sz w:val="12"/>
              <w:szCs w:val="12"/>
            </w:rPr>
            <w:t xml:space="preserve"> </w:t>
          </w:r>
          <w:sdt>
            <w:sdtPr>
              <w:rPr>
                <w:bCs/>
                <w:color w:val="000000" w:themeColor="text1"/>
                <w:sz w:val="12"/>
                <w:szCs w:val="12"/>
              </w:rPr>
              <w:alias w:val="Název přílohy"/>
              <w:tag w:val="PrilNaz"/>
              <w:id w:val="-1532094511"/>
              <w:text/>
            </w:sdtPr>
            <w:sdtEndPr/>
            <w:sdtContent>
              <w:r w:rsidR="00AA61FE">
                <w:rPr>
                  <w:bCs/>
                  <w:color w:val="000000" w:themeColor="text1"/>
                  <w:sz w:val="12"/>
                  <w:szCs w:val="12"/>
                </w:rPr>
                <w:t>Záznamy z jednání</w:t>
              </w:r>
            </w:sdtContent>
          </w:sdt>
        </w:p>
      </w:tc>
    </w:tr>
    <w:tr w:rsidR="001245A7" w:rsidRPr="00AE3921" w:rsidTr="00631D29">
      <w:trPr>
        <w:trHeight w:val="227"/>
        <w:jc w:val="center"/>
      </w:trPr>
      <w:tc>
        <w:tcPr>
          <w:tcW w:w="5103" w:type="dxa"/>
          <w:vAlign w:val="center"/>
        </w:tcPr>
        <w:p w:rsidR="001245A7" w:rsidRPr="00AE3921" w:rsidRDefault="00821F1F" w:rsidP="001245A7">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360353906"/>
              <w:text/>
            </w:sdtPr>
            <w:sdtEndPr/>
            <w:sdtContent>
              <w:r w:rsidR="00556768">
                <w:rPr>
                  <w:color w:val="000000" w:themeColor="text1"/>
                  <w:sz w:val="12"/>
                  <w:szCs w:val="12"/>
                </w:rPr>
                <w:t>E. Dokladová část</w:t>
              </w:r>
            </w:sdtContent>
          </w:sdt>
        </w:p>
      </w:tc>
      <w:tc>
        <w:tcPr>
          <w:tcW w:w="3402" w:type="dxa"/>
          <w:tcMar>
            <w:left w:w="113" w:type="dxa"/>
          </w:tcMar>
          <w:vAlign w:val="center"/>
        </w:tcPr>
        <w:p w:rsidR="001245A7" w:rsidRPr="00AE3921" w:rsidRDefault="00821F1F" w:rsidP="001245A7">
          <w:pPr>
            <w:tabs>
              <w:tab w:val="right" w:pos="8505"/>
            </w:tabs>
            <w:jc w:val="right"/>
            <w:rPr>
              <w:color w:val="000000" w:themeColor="text1"/>
              <w:sz w:val="12"/>
              <w:szCs w:val="12"/>
            </w:rPr>
          </w:pPr>
          <w:sdt>
            <w:sdtPr>
              <w:rPr>
                <w:color w:val="000000" w:themeColor="text1"/>
                <w:sz w:val="12"/>
                <w:szCs w:val="12"/>
              </w:rPr>
              <w:alias w:val="Stupeň"/>
              <w:tag w:val="StupenZ"/>
              <w:id w:val="-165560604"/>
              <w:text/>
            </w:sdtPr>
            <w:sdtEndPr/>
            <w:sdtContent>
              <w:proofErr w:type="spellStart"/>
              <w:r w:rsidR="00556768">
                <w:rPr>
                  <w:color w:val="000000" w:themeColor="text1"/>
                  <w:sz w:val="12"/>
                  <w:szCs w:val="12"/>
                </w:rPr>
                <w:t>DSpP</w:t>
              </w:r>
              <w:proofErr w:type="spellEnd"/>
            </w:sdtContent>
          </w:sdt>
        </w:p>
      </w:tc>
    </w:tr>
  </w:tbl>
  <w:p w:rsidR="001245A7" w:rsidRDefault="00821F1F" w:rsidP="001245A7">
    <w:pPr>
      <w:pStyle w:val="Zhlav"/>
      <w:spacing w:before="60"/>
      <w:rPr>
        <w:bCs/>
        <w:color w:val="000000" w:themeColor="text1"/>
        <w:sz w:val="12"/>
        <w:szCs w:val="12"/>
      </w:rPr>
    </w:pPr>
    <w:sdt>
      <w:sdtPr>
        <w:rPr>
          <w:bCs/>
          <w:color w:val="000000" w:themeColor="text1"/>
          <w:sz w:val="12"/>
          <w:szCs w:val="12"/>
        </w:rPr>
        <w:alias w:val="Část stavby"/>
        <w:tag w:val="CastSt"/>
        <w:id w:val="-1921317414"/>
        <w:showingPlcHdr/>
        <w:text/>
      </w:sdtPr>
      <w:sdtEndPr/>
      <w:sdtContent>
        <w:r w:rsidR="00B50340">
          <w:rPr>
            <w:bCs/>
            <w:color w:val="000000" w:themeColor="text1"/>
            <w:sz w:val="12"/>
            <w:szCs w:val="12"/>
          </w:rPr>
          <w:t xml:space="preserve">     </w:t>
        </w:r>
      </w:sdtContent>
    </w:sdt>
    <w:r w:rsidR="001245A7" w:rsidRPr="00CA337C">
      <w:rPr>
        <w:bCs/>
        <w:color w:val="000000" w:themeColor="text1"/>
        <w:sz w:val="12"/>
        <w:szCs w:val="12"/>
      </w:rPr>
      <w:t xml:space="preserve"> </w:t>
    </w:r>
    <w:r w:rsidR="001245A7">
      <w:rPr>
        <w:bCs/>
        <w:color w:val="000000" w:themeColor="text1"/>
        <w:sz w:val="12"/>
        <w:szCs w:val="12"/>
      </w:rPr>
      <w:t xml:space="preserve"> </w:t>
    </w:r>
    <w:r w:rsidR="001245A7" w:rsidRPr="00CA337C">
      <w:rPr>
        <w:bCs/>
        <w:color w:val="000000" w:themeColor="text1"/>
        <w:sz w:val="12"/>
        <w:szCs w:val="12"/>
      </w:rPr>
      <w:t xml:space="preserve"> </w:t>
    </w:r>
    <w:sdt>
      <w:sdtPr>
        <w:rPr>
          <w:bCs/>
          <w:color w:val="000000" w:themeColor="text1"/>
          <w:sz w:val="12"/>
          <w:szCs w:val="12"/>
        </w:rPr>
        <w:alias w:val="SO/PS"/>
        <w:tag w:val="SOPS"/>
        <w:id w:val="-933367224"/>
        <w:showingPlcHdr/>
        <w:text/>
      </w:sdtPr>
      <w:sdtEndPr/>
      <w:sdtContent>
        <w:r w:rsidR="00B50340">
          <w:rPr>
            <w:bCs/>
            <w:color w:val="000000" w:themeColor="text1"/>
            <w:sz w:val="12"/>
            <w:szCs w:val="12"/>
          </w:rPr>
          <w:t xml:space="preserve">     </w:t>
        </w:r>
      </w:sdtContent>
    </w:sdt>
  </w:p>
  <w:p w:rsidR="001245A7" w:rsidRPr="00AE3921" w:rsidRDefault="001245A7" w:rsidP="001245A7">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5A7" w:rsidRPr="00F81B53" w:rsidRDefault="001245A7" w:rsidP="001245A7">
    <w:pPr>
      <w:tabs>
        <w:tab w:val="right" w:pos="8505"/>
      </w:tabs>
      <w:jc w:val="left"/>
      <w:rPr>
        <w:noProof/>
        <w:color w:val="000000" w:themeColor="text1"/>
      </w:rPr>
    </w:pPr>
    <w:r>
      <w:rPr>
        <w:noProof/>
      </w:rPr>
      <w:drawing>
        <wp:anchor distT="0" distB="0" distL="114300" distR="114300" simplePos="0" relativeHeight="251663360" behindDoc="0" locked="0" layoutInCell="1" allowOverlap="1" wp14:anchorId="62DDB9BD" wp14:editId="6F2B6205">
          <wp:simplePos x="0" y="0"/>
          <wp:positionH relativeFrom="margin">
            <wp:align>left</wp:align>
          </wp:positionH>
          <wp:positionV relativeFrom="page">
            <wp:posOffset>900430</wp:posOffset>
          </wp:positionV>
          <wp:extent cx="1767600" cy="144000"/>
          <wp:effectExtent l="0" t="0" r="0" b="8890"/>
          <wp:wrapNone/>
          <wp:docPr id="125"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67600" cy="144000"/>
                  </a:xfrm>
                  <a:prstGeom prst="rect">
                    <a:avLst/>
                  </a:prstGeom>
                  <a:noFill/>
                </pic:spPr>
              </pic:pic>
            </a:graphicData>
          </a:graphic>
          <wp14:sizeRelH relativeFrom="margin">
            <wp14:pctWidth>0</wp14:pctWidth>
          </wp14:sizeRelH>
          <wp14:sizeRelV relativeFrom="margin">
            <wp14:pctHeight>0</wp14:pctHeight>
          </wp14:sizeRelV>
        </wp:anchor>
      </w:drawing>
    </w:r>
    <w:r w:rsidRPr="00F81B53">
      <w:rPr>
        <w:noProof/>
        <w:color w:val="000000" w:themeColor="text1"/>
      </w:rPr>
      <w:tab/>
    </w:r>
    <w:r>
      <w:rPr>
        <w:noProof/>
        <w:color w:val="000000" w:themeColor="text1"/>
      </w:rPr>
      <mc:AlternateContent>
        <mc:Choice Requires="wpc">
          <w:drawing>
            <wp:inline distT="0" distB="0" distL="0" distR="0" wp14:anchorId="6E5C5C44" wp14:editId="684C7FAE">
              <wp:extent cx="1080135" cy="314960"/>
              <wp:effectExtent l="1905" t="1270" r="3810" b="7620"/>
              <wp:docPr id="111" name="Plátno 1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8"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52AC446" id="Plátno 111"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7B0DEF"/>
    <w:multiLevelType w:val="multilevel"/>
    <w:tmpl w:val="2350F784"/>
    <w:lvl w:ilvl="0">
      <w:start w:val="1"/>
      <w:numFmt w:val="decimal"/>
      <w:lvlText w:val="%1."/>
      <w:lvlJc w:val="left"/>
      <w:pPr>
        <w:ind w:left="360" w:hanging="360"/>
      </w:pPr>
      <w:rPr>
        <w:rFonts w:hint="default"/>
      </w:rPr>
    </w:lvl>
    <w:lvl w:ilvl="1">
      <w:start w:val="2"/>
      <w:numFmt w:val="decimal"/>
      <w:lvlText w:val="%2a."/>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B72CD8"/>
    <w:multiLevelType w:val="hybridMultilevel"/>
    <w:tmpl w:val="4BC2C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6D4880"/>
    <w:multiLevelType w:val="multilevel"/>
    <w:tmpl w:val="3A58CF0C"/>
    <w:lvl w:ilvl="0">
      <w:start w:val="1"/>
      <w:numFmt w:val="upp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73F55B99"/>
    <w:multiLevelType w:val="hybridMultilevel"/>
    <w:tmpl w:val="5F907EB2"/>
    <w:lvl w:ilvl="0" w:tplc="93629DF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3"/>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lvl w:ilvl="0">
        <w:start w:val="1"/>
        <w:numFmt w:val="upperLetter"/>
        <w:pStyle w:val="Nadpis1"/>
        <w:lvlText w:val="%1"/>
        <w:lvlJc w:val="left"/>
        <w:pPr>
          <w:ind w:left="360" w:hanging="360"/>
        </w:pPr>
        <w:rPr>
          <w:rFonts w:hint="default"/>
        </w:rPr>
      </w:lvl>
    </w:lvlOverride>
    <w:lvlOverride w:ilvl="1">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Override>
    <w:lvlOverride w:ilvl="2">
      <w:lvl w:ilvl="2">
        <w:start w:val="1"/>
        <w:numFmt w:val="lowerLetter"/>
        <w:pStyle w:val="Nadpis3"/>
        <w:lvlText w:val="%1.%2.%3"/>
        <w:lvlJc w:val="left"/>
        <w:pPr>
          <w:tabs>
            <w:tab w:val="num" w:pos="720"/>
          </w:tabs>
          <w:ind w:left="720" w:hanging="720"/>
        </w:pPr>
        <w:rPr>
          <w:rFonts w:hint="default"/>
          <w:caps w:val="0"/>
        </w:rPr>
      </w:lvl>
    </w:lvlOverride>
    <w:lvlOverride w:ilvl="3">
      <w:lvl w:ilvl="3">
        <w:start w:val="1"/>
        <w:numFmt w:val="decimal"/>
        <w:pStyle w:val="Nadpis4"/>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440"/>
          </w:tabs>
          <w:ind w:left="1008" w:hanging="1008"/>
        </w:pPr>
        <w:rPr>
          <w:rFonts w:hint="default"/>
        </w:rPr>
      </w:lvl>
    </w:lvlOverride>
    <w:lvlOverride w:ilvl="5">
      <w:lvl w:ilvl="5">
        <w:start w:val="1"/>
        <w:numFmt w:val="decimal"/>
        <w:pStyle w:val="Nadpis6"/>
        <w:lvlText w:val="%1.%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Override>
  </w:num>
  <w:num w:numId="30">
    <w:abstractNumId w:val="14"/>
  </w:num>
  <w:num w:numId="31">
    <w:abstractNumId w:val="11"/>
  </w:num>
  <w:num w:numId="3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4A1F"/>
    <w:rsid w:val="00006DA2"/>
    <w:rsid w:val="0002044B"/>
    <w:rsid w:val="00033F1B"/>
    <w:rsid w:val="000622AA"/>
    <w:rsid w:val="00072B7C"/>
    <w:rsid w:val="00077945"/>
    <w:rsid w:val="00080905"/>
    <w:rsid w:val="00080C04"/>
    <w:rsid w:val="00083A5C"/>
    <w:rsid w:val="00083CDD"/>
    <w:rsid w:val="000A3C59"/>
    <w:rsid w:val="000B1C39"/>
    <w:rsid w:val="000B469B"/>
    <w:rsid w:val="000C6A0F"/>
    <w:rsid w:val="000C7E15"/>
    <w:rsid w:val="000D1ABB"/>
    <w:rsid w:val="000E6247"/>
    <w:rsid w:val="000F414C"/>
    <w:rsid w:val="000F6FC0"/>
    <w:rsid w:val="000F75BA"/>
    <w:rsid w:val="00100BEC"/>
    <w:rsid w:val="00102C76"/>
    <w:rsid w:val="00105FEA"/>
    <w:rsid w:val="0010737E"/>
    <w:rsid w:val="00113C96"/>
    <w:rsid w:val="00120D4A"/>
    <w:rsid w:val="001234BA"/>
    <w:rsid w:val="001245A7"/>
    <w:rsid w:val="001246C0"/>
    <w:rsid w:val="00125FE1"/>
    <w:rsid w:val="0013143A"/>
    <w:rsid w:val="00133CF9"/>
    <w:rsid w:val="00137D5F"/>
    <w:rsid w:val="00141863"/>
    <w:rsid w:val="00141F34"/>
    <w:rsid w:val="00143261"/>
    <w:rsid w:val="001449E2"/>
    <w:rsid w:val="00150676"/>
    <w:rsid w:val="001506D4"/>
    <w:rsid w:val="00162F95"/>
    <w:rsid w:val="00163321"/>
    <w:rsid w:val="00170241"/>
    <w:rsid w:val="001746F2"/>
    <w:rsid w:val="00174A45"/>
    <w:rsid w:val="0017502D"/>
    <w:rsid w:val="0018269C"/>
    <w:rsid w:val="0018623B"/>
    <w:rsid w:val="00186BE5"/>
    <w:rsid w:val="00195F0D"/>
    <w:rsid w:val="001964FD"/>
    <w:rsid w:val="001B0384"/>
    <w:rsid w:val="001B5626"/>
    <w:rsid w:val="001B640D"/>
    <w:rsid w:val="001C01A9"/>
    <w:rsid w:val="001C4D2E"/>
    <w:rsid w:val="001D557C"/>
    <w:rsid w:val="001E5162"/>
    <w:rsid w:val="001E5F0B"/>
    <w:rsid w:val="001F3E7C"/>
    <w:rsid w:val="001F529C"/>
    <w:rsid w:val="00200EB0"/>
    <w:rsid w:val="002056D0"/>
    <w:rsid w:val="00207A11"/>
    <w:rsid w:val="0021565A"/>
    <w:rsid w:val="002243E1"/>
    <w:rsid w:val="00224400"/>
    <w:rsid w:val="00226929"/>
    <w:rsid w:val="0023132D"/>
    <w:rsid w:val="002350FC"/>
    <w:rsid w:val="00243A96"/>
    <w:rsid w:val="002467F9"/>
    <w:rsid w:val="002478AA"/>
    <w:rsid w:val="002512A5"/>
    <w:rsid w:val="00254DE7"/>
    <w:rsid w:val="00256CEA"/>
    <w:rsid w:val="00261B2D"/>
    <w:rsid w:val="00267541"/>
    <w:rsid w:val="00271646"/>
    <w:rsid w:val="00277E33"/>
    <w:rsid w:val="00285F45"/>
    <w:rsid w:val="002A130B"/>
    <w:rsid w:val="002A52DF"/>
    <w:rsid w:val="002A7915"/>
    <w:rsid w:val="002B4B0A"/>
    <w:rsid w:val="002C1E82"/>
    <w:rsid w:val="002D0E6D"/>
    <w:rsid w:val="002E245D"/>
    <w:rsid w:val="002E4042"/>
    <w:rsid w:val="002E4589"/>
    <w:rsid w:val="002E58D1"/>
    <w:rsid w:val="002F1E9A"/>
    <w:rsid w:val="002F59AF"/>
    <w:rsid w:val="002F6A41"/>
    <w:rsid w:val="00302BC8"/>
    <w:rsid w:val="00304521"/>
    <w:rsid w:val="00304B67"/>
    <w:rsid w:val="00340F3B"/>
    <w:rsid w:val="00342C24"/>
    <w:rsid w:val="0034438B"/>
    <w:rsid w:val="00344B0E"/>
    <w:rsid w:val="00345104"/>
    <w:rsid w:val="00345DCB"/>
    <w:rsid w:val="00347A6A"/>
    <w:rsid w:val="00350CA2"/>
    <w:rsid w:val="00356A53"/>
    <w:rsid w:val="00361121"/>
    <w:rsid w:val="00367BDD"/>
    <w:rsid w:val="00367D01"/>
    <w:rsid w:val="0037186F"/>
    <w:rsid w:val="00372D67"/>
    <w:rsid w:val="00391957"/>
    <w:rsid w:val="0039201A"/>
    <w:rsid w:val="003934CC"/>
    <w:rsid w:val="003A2229"/>
    <w:rsid w:val="003A56E8"/>
    <w:rsid w:val="003B0BB3"/>
    <w:rsid w:val="003B112F"/>
    <w:rsid w:val="003B378D"/>
    <w:rsid w:val="003B3C02"/>
    <w:rsid w:val="003B4B72"/>
    <w:rsid w:val="003B5B1D"/>
    <w:rsid w:val="003B6D19"/>
    <w:rsid w:val="003C013A"/>
    <w:rsid w:val="003C1C31"/>
    <w:rsid w:val="003C288A"/>
    <w:rsid w:val="003C2F67"/>
    <w:rsid w:val="003C342E"/>
    <w:rsid w:val="003C40DA"/>
    <w:rsid w:val="003C5A58"/>
    <w:rsid w:val="003D404F"/>
    <w:rsid w:val="003E57D1"/>
    <w:rsid w:val="003F714B"/>
    <w:rsid w:val="00403619"/>
    <w:rsid w:val="00403EFE"/>
    <w:rsid w:val="00407BA4"/>
    <w:rsid w:val="0041251B"/>
    <w:rsid w:val="00425E6E"/>
    <w:rsid w:val="004311DB"/>
    <w:rsid w:val="00432C3E"/>
    <w:rsid w:val="00437E07"/>
    <w:rsid w:val="00440B9B"/>
    <w:rsid w:val="0044351B"/>
    <w:rsid w:val="00451CEA"/>
    <w:rsid w:val="004521C7"/>
    <w:rsid w:val="00456832"/>
    <w:rsid w:val="004603AD"/>
    <w:rsid w:val="004656C2"/>
    <w:rsid w:val="00472D5D"/>
    <w:rsid w:val="00472DFF"/>
    <w:rsid w:val="0047496D"/>
    <w:rsid w:val="0047581E"/>
    <w:rsid w:val="00477E8A"/>
    <w:rsid w:val="00483551"/>
    <w:rsid w:val="004962D2"/>
    <w:rsid w:val="004A0419"/>
    <w:rsid w:val="004A0786"/>
    <w:rsid w:val="004B2FCB"/>
    <w:rsid w:val="004B3F22"/>
    <w:rsid w:val="004B4AEA"/>
    <w:rsid w:val="004B61E0"/>
    <w:rsid w:val="004C1301"/>
    <w:rsid w:val="004C3CA6"/>
    <w:rsid w:val="004C4EFA"/>
    <w:rsid w:val="004D0495"/>
    <w:rsid w:val="004D2987"/>
    <w:rsid w:val="004F107D"/>
    <w:rsid w:val="004F5D49"/>
    <w:rsid w:val="004F71B0"/>
    <w:rsid w:val="00500C31"/>
    <w:rsid w:val="005016CA"/>
    <w:rsid w:val="00514EAF"/>
    <w:rsid w:val="00517E24"/>
    <w:rsid w:val="005275A9"/>
    <w:rsid w:val="0053245D"/>
    <w:rsid w:val="00532923"/>
    <w:rsid w:val="00532DE5"/>
    <w:rsid w:val="00533B32"/>
    <w:rsid w:val="00533C2E"/>
    <w:rsid w:val="00535F15"/>
    <w:rsid w:val="0053710E"/>
    <w:rsid w:val="00537349"/>
    <w:rsid w:val="005404AA"/>
    <w:rsid w:val="00540576"/>
    <w:rsid w:val="00543D66"/>
    <w:rsid w:val="00550C7E"/>
    <w:rsid w:val="005550F0"/>
    <w:rsid w:val="00555C85"/>
    <w:rsid w:val="00556768"/>
    <w:rsid w:val="00560BAC"/>
    <w:rsid w:val="00560EE0"/>
    <w:rsid w:val="00565268"/>
    <w:rsid w:val="00571380"/>
    <w:rsid w:val="00572868"/>
    <w:rsid w:val="0057432B"/>
    <w:rsid w:val="00575236"/>
    <w:rsid w:val="0058005B"/>
    <w:rsid w:val="00583344"/>
    <w:rsid w:val="005835EA"/>
    <w:rsid w:val="0059668F"/>
    <w:rsid w:val="005A6BC0"/>
    <w:rsid w:val="005B23B9"/>
    <w:rsid w:val="005C1F66"/>
    <w:rsid w:val="005C2849"/>
    <w:rsid w:val="005C4991"/>
    <w:rsid w:val="005C4E4A"/>
    <w:rsid w:val="005D62CE"/>
    <w:rsid w:val="005E1A93"/>
    <w:rsid w:val="005E584A"/>
    <w:rsid w:val="005E7073"/>
    <w:rsid w:val="005F4D8F"/>
    <w:rsid w:val="005F7543"/>
    <w:rsid w:val="00620476"/>
    <w:rsid w:val="0062614B"/>
    <w:rsid w:val="006368ED"/>
    <w:rsid w:val="0064296C"/>
    <w:rsid w:val="00645180"/>
    <w:rsid w:val="00646D7F"/>
    <w:rsid w:val="00651F5E"/>
    <w:rsid w:val="00653866"/>
    <w:rsid w:val="0066347D"/>
    <w:rsid w:val="006744BF"/>
    <w:rsid w:val="006817D2"/>
    <w:rsid w:val="00687329"/>
    <w:rsid w:val="0069085F"/>
    <w:rsid w:val="00693245"/>
    <w:rsid w:val="006A44F1"/>
    <w:rsid w:val="006B05F3"/>
    <w:rsid w:val="006B0C28"/>
    <w:rsid w:val="006B3223"/>
    <w:rsid w:val="006B6C2B"/>
    <w:rsid w:val="006C1E87"/>
    <w:rsid w:val="006C3044"/>
    <w:rsid w:val="006D2847"/>
    <w:rsid w:val="006D3A70"/>
    <w:rsid w:val="006D4B5D"/>
    <w:rsid w:val="00712EBB"/>
    <w:rsid w:val="00721573"/>
    <w:rsid w:val="00727CE4"/>
    <w:rsid w:val="0073559F"/>
    <w:rsid w:val="00735764"/>
    <w:rsid w:val="00736085"/>
    <w:rsid w:val="007415D0"/>
    <w:rsid w:val="007455EF"/>
    <w:rsid w:val="0074743D"/>
    <w:rsid w:val="00752D8B"/>
    <w:rsid w:val="007538BF"/>
    <w:rsid w:val="00773380"/>
    <w:rsid w:val="00773A8D"/>
    <w:rsid w:val="00774587"/>
    <w:rsid w:val="0077490E"/>
    <w:rsid w:val="0077767E"/>
    <w:rsid w:val="00795018"/>
    <w:rsid w:val="007B68CB"/>
    <w:rsid w:val="007C3550"/>
    <w:rsid w:val="007C3CD9"/>
    <w:rsid w:val="007C488A"/>
    <w:rsid w:val="007E1566"/>
    <w:rsid w:val="007E461D"/>
    <w:rsid w:val="007E7431"/>
    <w:rsid w:val="007F030A"/>
    <w:rsid w:val="007F6B75"/>
    <w:rsid w:val="008011DF"/>
    <w:rsid w:val="008061F7"/>
    <w:rsid w:val="00810FAF"/>
    <w:rsid w:val="00814282"/>
    <w:rsid w:val="008160B9"/>
    <w:rsid w:val="00821F1F"/>
    <w:rsid w:val="00824A70"/>
    <w:rsid w:val="008266CC"/>
    <w:rsid w:val="00831C67"/>
    <w:rsid w:val="00834D54"/>
    <w:rsid w:val="00834E34"/>
    <w:rsid w:val="00835157"/>
    <w:rsid w:val="00835D3E"/>
    <w:rsid w:val="00837B86"/>
    <w:rsid w:val="00841247"/>
    <w:rsid w:val="00856F6B"/>
    <w:rsid w:val="00861D39"/>
    <w:rsid w:val="00875478"/>
    <w:rsid w:val="00881618"/>
    <w:rsid w:val="0088743C"/>
    <w:rsid w:val="008A0D4C"/>
    <w:rsid w:val="008A0F59"/>
    <w:rsid w:val="008A4C22"/>
    <w:rsid w:val="008A758D"/>
    <w:rsid w:val="008A76CB"/>
    <w:rsid w:val="008B1388"/>
    <w:rsid w:val="008D62C0"/>
    <w:rsid w:val="008F08BE"/>
    <w:rsid w:val="008F1679"/>
    <w:rsid w:val="00911309"/>
    <w:rsid w:val="00912E45"/>
    <w:rsid w:val="00920A53"/>
    <w:rsid w:val="00927A3A"/>
    <w:rsid w:val="00931A1D"/>
    <w:rsid w:val="00931D9B"/>
    <w:rsid w:val="0093354C"/>
    <w:rsid w:val="00933F50"/>
    <w:rsid w:val="00934167"/>
    <w:rsid w:val="009441D2"/>
    <w:rsid w:val="00952B1F"/>
    <w:rsid w:val="00954D2C"/>
    <w:rsid w:val="00957046"/>
    <w:rsid w:val="00971A92"/>
    <w:rsid w:val="00973AD3"/>
    <w:rsid w:val="009805BC"/>
    <w:rsid w:val="00980A25"/>
    <w:rsid w:val="009857E8"/>
    <w:rsid w:val="00990327"/>
    <w:rsid w:val="00995AA3"/>
    <w:rsid w:val="0099605E"/>
    <w:rsid w:val="009A30BE"/>
    <w:rsid w:val="009A47FB"/>
    <w:rsid w:val="009B5595"/>
    <w:rsid w:val="009B5966"/>
    <w:rsid w:val="009C184F"/>
    <w:rsid w:val="009C613E"/>
    <w:rsid w:val="009C691C"/>
    <w:rsid w:val="009C7B62"/>
    <w:rsid w:val="009D5DF9"/>
    <w:rsid w:val="009D7655"/>
    <w:rsid w:val="009F5485"/>
    <w:rsid w:val="009F7F91"/>
    <w:rsid w:val="00A123C1"/>
    <w:rsid w:val="00A20560"/>
    <w:rsid w:val="00A20A66"/>
    <w:rsid w:val="00A20F00"/>
    <w:rsid w:val="00A27A83"/>
    <w:rsid w:val="00A35A69"/>
    <w:rsid w:val="00A37332"/>
    <w:rsid w:val="00A41E02"/>
    <w:rsid w:val="00A44251"/>
    <w:rsid w:val="00A45DEE"/>
    <w:rsid w:val="00A50AAA"/>
    <w:rsid w:val="00A66758"/>
    <w:rsid w:val="00A71ABB"/>
    <w:rsid w:val="00A73AAA"/>
    <w:rsid w:val="00A80FEE"/>
    <w:rsid w:val="00A87C45"/>
    <w:rsid w:val="00AA011B"/>
    <w:rsid w:val="00AA14F6"/>
    <w:rsid w:val="00AA2AD6"/>
    <w:rsid w:val="00AA41CD"/>
    <w:rsid w:val="00AA61FE"/>
    <w:rsid w:val="00AB7158"/>
    <w:rsid w:val="00AD3521"/>
    <w:rsid w:val="00AD7BF6"/>
    <w:rsid w:val="00AE0970"/>
    <w:rsid w:val="00AE3921"/>
    <w:rsid w:val="00AF35D0"/>
    <w:rsid w:val="00B03295"/>
    <w:rsid w:val="00B038F4"/>
    <w:rsid w:val="00B05189"/>
    <w:rsid w:val="00B05538"/>
    <w:rsid w:val="00B10125"/>
    <w:rsid w:val="00B11911"/>
    <w:rsid w:val="00B13869"/>
    <w:rsid w:val="00B172E8"/>
    <w:rsid w:val="00B17655"/>
    <w:rsid w:val="00B259D6"/>
    <w:rsid w:val="00B25B04"/>
    <w:rsid w:val="00B306D7"/>
    <w:rsid w:val="00B31406"/>
    <w:rsid w:val="00B32672"/>
    <w:rsid w:val="00B34F9F"/>
    <w:rsid w:val="00B40E75"/>
    <w:rsid w:val="00B452B3"/>
    <w:rsid w:val="00B476CB"/>
    <w:rsid w:val="00B47B01"/>
    <w:rsid w:val="00B50340"/>
    <w:rsid w:val="00B62DE7"/>
    <w:rsid w:val="00B66B9D"/>
    <w:rsid w:val="00B67EFE"/>
    <w:rsid w:val="00B72B00"/>
    <w:rsid w:val="00B739C6"/>
    <w:rsid w:val="00B76C19"/>
    <w:rsid w:val="00B76F87"/>
    <w:rsid w:val="00B83B6F"/>
    <w:rsid w:val="00B91FAA"/>
    <w:rsid w:val="00BA3351"/>
    <w:rsid w:val="00BA3443"/>
    <w:rsid w:val="00BA57F2"/>
    <w:rsid w:val="00BB4429"/>
    <w:rsid w:val="00BC1C44"/>
    <w:rsid w:val="00BE1715"/>
    <w:rsid w:val="00BE4047"/>
    <w:rsid w:val="00BE7A89"/>
    <w:rsid w:val="00BF0AF6"/>
    <w:rsid w:val="00C119F1"/>
    <w:rsid w:val="00C276B3"/>
    <w:rsid w:val="00C27F27"/>
    <w:rsid w:val="00C33679"/>
    <w:rsid w:val="00C36853"/>
    <w:rsid w:val="00C36D8C"/>
    <w:rsid w:val="00C42684"/>
    <w:rsid w:val="00C52879"/>
    <w:rsid w:val="00C53E90"/>
    <w:rsid w:val="00C5414E"/>
    <w:rsid w:val="00C54CD6"/>
    <w:rsid w:val="00C5703F"/>
    <w:rsid w:val="00C6060E"/>
    <w:rsid w:val="00C65A71"/>
    <w:rsid w:val="00C65CAA"/>
    <w:rsid w:val="00C67929"/>
    <w:rsid w:val="00C70738"/>
    <w:rsid w:val="00C77ADD"/>
    <w:rsid w:val="00C85D32"/>
    <w:rsid w:val="00CA021E"/>
    <w:rsid w:val="00CA06DF"/>
    <w:rsid w:val="00CA1682"/>
    <w:rsid w:val="00CA337C"/>
    <w:rsid w:val="00CB42E4"/>
    <w:rsid w:val="00CB573C"/>
    <w:rsid w:val="00CC0616"/>
    <w:rsid w:val="00CC0FCF"/>
    <w:rsid w:val="00CC22F9"/>
    <w:rsid w:val="00CC36C9"/>
    <w:rsid w:val="00CD0899"/>
    <w:rsid w:val="00CD0A42"/>
    <w:rsid w:val="00CD3A75"/>
    <w:rsid w:val="00CD4DDB"/>
    <w:rsid w:val="00CD5143"/>
    <w:rsid w:val="00CE29BF"/>
    <w:rsid w:val="00CE3E9F"/>
    <w:rsid w:val="00CE58D9"/>
    <w:rsid w:val="00CE5A92"/>
    <w:rsid w:val="00CF2D10"/>
    <w:rsid w:val="00D005BD"/>
    <w:rsid w:val="00D0304A"/>
    <w:rsid w:val="00D03184"/>
    <w:rsid w:val="00D07C35"/>
    <w:rsid w:val="00D13C63"/>
    <w:rsid w:val="00D146D8"/>
    <w:rsid w:val="00D40DAA"/>
    <w:rsid w:val="00D61B52"/>
    <w:rsid w:val="00D80BD7"/>
    <w:rsid w:val="00D80FF2"/>
    <w:rsid w:val="00D85F13"/>
    <w:rsid w:val="00D95B8E"/>
    <w:rsid w:val="00DB7356"/>
    <w:rsid w:val="00DC2CF9"/>
    <w:rsid w:val="00DC7C6F"/>
    <w:rsid w:val="00DD3884"/>
    <w:rsid w:val="00DD3907"/>
    <w:rsid w:val="00DD3CDA"/>
    <w:rsid w:val="00DE398D"/>
    <w:rsid w:val="00DE7199"/>
    <w:rsid w:val="00DF4EED"/>
    <w:rsid w:val="00E00192"/>
    <w:rsid w:val="00E01E6E"/>
    <w:rsid w:val="00E04E4F"/>
    <w:rsid w:val="00E07972"/>
    <w:rsid w:val="00E13BA7"/>
    <w:rsid w:val="00E27037"/>
    <w:rsid w:val="00E272AA"/>
    <w:rsid w:val="00E27980"/>
    <w:rsid w:val="00E461E9"/>
    <w:rsid w:val="00E4630C"/>
    <w:rsid w:val="00E51EAD"/>
    <w:rsid w:val="00EA5D40"/>
    <w:rsid w:val="00EA7AB1"/>
    <w:rsid w:val="00EB0FF7"/>
    <w:rsid w:val="00EB53B7"/>
    <w:rsid w:val="00EB5717"/>
    <w:rsid w:val="00EB64B0"/>
    <w:rsid w:val="00EC6B10"/>
    <w:rsid w:val="00ED16FC"/>
    <w:rsid w:val="00ED2291"/>
    <w:rsid w:val="00ED3ACD"/>
    <w:rsid w:val="00EF0509"/>
    <w:rsid w:val="00EF2A45"/>
    <w:rsid w:val="00F0689B"/>
    <w:rsid w:val="00F17ADE"/>
    <w:rsid w:val="00F2199C"/>
    <w:rsid w:val="00F23654"/>
    <w:rsid w:val="00F40B3F"/>
    <w:rsid w:val="00F40DF2"/>
    <w:rsid w:val="00F423B4"/>
    <w:rsid w:val="00F4264B"/>
    <w:rsid w:val="00F5214F"/>
    <w:rsid w:val="00F5612C"/>
    <w:rsid w:val="00F6635F"/>
    <w:rsid w:val="00F72E00"/>
    <w:rsid w:val="00F73FDD"/>
    <w:rsid w:val="00F7490D"/>
    <w:rsid w:val="00F81B53"/>
    <w:rsid w:val="00F84F8C"/>
    <w:rsid w:val="00F85F5F"/>
    <w:rsid w:val="00F87889"/>
    <w:rsid w:val="00F90246"/>
    <w:rsid w:val="00FB5259"/>
    <w:rsid w:val="00FC4AF9"/>
    <w:rsid w:val="00FC78F8"/>
    <w:rsid w:val="00FD3AB8"/>
    <w:rsid w:val="00FD3AF7"/>
    <w:rsid w:val="00FD4253"/>
    <w:rsid w:val="00FE031B"/>
    <w:rsid w:val="00FF19D9"/>
    <w:rsid w:val="00FF5336"/>
    <w:rsid w:val="00FF70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6254BED-AC0B-4865-A390-56AF8A40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980A25"/>
    <w:pPr>
      <w:keepNext/>
      <w:numPr>
        <w:numId w:val="28"/>
      </w:numPr>
      <w:spacing w:before="240" w:after="240"/>
      <w:outlineLvl w:val="0"/>
    </w:pPr>
    <w:rPr>
      <w:b/>
      <w:bCs/>
      <w:caps/>
      <w:sz w:val="26"/>
    </w:rPr>
  </w:style>
  <w:style w:type="paragraph" w:styleId="Nadpis2">
    <w:name w:val="heading 2"/>
    <w:basedOn w:val="Normln"/>
    <w:next w:val="Normln"/>
    <w:qFormat/>
    <w:rsid w:val="00BA3443"/>
    <w:pPr>
      <w:keepNext/>
      <w:numPr>
        <w:ilvl w:val="1"/>
        <w:numId w:val="28"/>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5F4D8F"/>
    <w:pPr>
      <w:keepNext/>
      <w:numPr>
        <w:ilvl w:val="2"/>
        <w:numId w:val="28"/>
      </w:numPr>
      <w:spacing w:before="200" w:after="200" w:line="288" w:lineRule="auto"/>
      <w:outlineLvl w:val="2"/>
    </w:pPr>
    <w:rPr>
      <w:rFonts w:cs="Arial"/>
      <w:b/>
      <w:bCs/>
      <w:caps/>
      <w:szCs w:val="26"/>
    </w:rPr>
  </w:style>
  <w:style w:type="paragraph" w:styleId="Nadpis4">
    <w:name w:val="heading 4"/>
    <w:basedOn w:val="Normln"/>
    <w:next w:val="Normln"/>
    <w:qFormat/>
    <w:rsid w:val="009C613E"/>
    <w:pPr>
      <w:keepNext/>
      <w:numPr>
        <w:ilvl w:val="3"/>
        <w:numId w:val="28"/>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28"/>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28"/>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8"/>
      </w:numPr>
      <w:tabs>
        <w:tab w:val="left" w:pos="1287"/>
      </w:tabs>
      <w:spacing w:before="60" w:after="60" w:line="288" w:lineRule="auto"/>
      <w:outlineLvl w:val="6"/>
    </w:pPr>
    <w:rPr>
      <w:b/>
      <w:bCs/>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1245A7"/>
    <w:pPr>
      <w:tabs>
        <w:tab w:val="left" w:pos="1276"/>
        <w:tab w:val="right" w:leader="dot" w:pos="8505"/>
      </w:tabs>
      <w:ind w:left="1276" w:right="-1" w:hanging="1276"/>
      <w:jc w:val="left"/>
    </w:pPr>
  </w:style>
  <w:style w:type="paragraph" w:styleId="Obsah3">
    <w:name w:val="toc 3"/>
    <w:basedOn w:val="Normln"/>
    <w:next w:val="Normln"/>
    <w:autoRedefine/>
    <w:uiPriority w:val="39"/>
    <w:qFormat/>
    <w:rsid w:val="001245A7"/>
    <w:pPr>
      <w:tabs>
        <w:tab w:val="left" w:pos="1276"/>
        <w:tab w:val="right" w:leader="dot" w:pos="8505"/>
      </w:tabs>
      <w:ind w:left="1276" w:right="-1" w:hanging="1276"/>
      <w:jc w:val="left"/>
    </w:pPr>
  </w:style>
  <w:style w:type="paragraph" w:styleId="Obsah4">
    <w:name w:val="toc 4"/>
    <w:basedOn w:val="Normln"/>
    <w:next w:val="Normln"/>
    <w:autoRedefine/>
    <w:uiPriority w:val="39"/>
    <w:rsid w:val="001245A7"/>
    <w:pPr>
      <w:tabs>
        <w:tab w:val="left" w:pos="1276"/>
        <w:tab w:val="right" w:leader="dot" w:pos="8505"/>
      </w:tabs>
      <w:ind w:left="1276" w:right="-1" w:hanging="1276"/>
      <w:jc w:val="left"/>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C36D8C"/>
    <w:pPr>
      <w:ind w:left="720"/>
      <w:contextualSpacing/>
    </w:pPr>
  </w:style>
  <w:style w:type="paragraph" w:styleId="Titulek">
    <w:name w:val="caption"/>
    <w:basedOn w:val="Normln"/>
    <w:next w:val="Normln"/>
    <w:uiPriority w:val="35"/>
    <w:qFormat/>
    <w:rsid w:val="008160B9"/>
    <w:pPr>
      <w:jc w:val="center"/>
    </w:pPr>
    <w:rPr>
      <w:bCs/>
    </w:rPr>
  </w:style>
  <w:style w:type="character" w:styleId="Nevyeenzmnka">
    <w:name w:val="Unresolved Mention"/>
    <w:basedOn w:val="Standardnpsmoodstavce"/>
    <w:uiPriority w:val="99"/>
    <w:semiHidden/>
    <w:unhideWhenUsed/>
    <w:rsid w:val="00535F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22675703"/>
        <w:category>
          <w:name w:val="Obecné"/>
          <w:gallery w:val="placeholder"/>
        </w:category>
        <w:types>
          <w:type w:val="bbPlcHdr"/>
        </w:types>
        <w:behaviors>
          <w:behavior w:val="content"/>
        </w:behaviors>
        <w:guid w:val="{A148D314-64B4-4325-9F30-C84276480C8C}"/>
      </w:docPartPr>
      <w:docPartBody>
        <w:p w:rsidR="009D5B11" w:rsidRDefault="009D5B11">
          <w:r w:rsidRPr="00353E70">
            <w:rPr>
              <w:rStyle w:val="Zstupntext"/>
            </w:rPr>
            <w:t>Klepněte sem a zadejte text.</w:t>
          </w:r>
        </w:p>
      </w:docPartBody>
    </w:docPart>
    <w:docPart>
      <w:docPartPr>
        <w:name w:val="6C9A32874AAA4F9D88FC6CC9EF7544B5"/>
        <w:category>
          <w:name w:val="Obecné"/>
          <w:gallery w:val="placeholder"/>
        </w:category>
        <w:types>
          <w:type w:val="bbPlcHdr"/>
        </w:types>
        <w:behaviors>
          <w:behavior w:val="content"/>
        </w:behaviors>
        <w:guid w:val="{8565B954-8A69-45D2-BCDE-AA6C73E0589D}"/>
      </w:docPartPr>
      <w:docPartBody>
        <w:p w:rsidR="009D5B11" w:rsidRDefault="00930D8E" w:rsidP="00930D8E">
          <w:pPr>
            <w:pStyle w:val="6C9A32874AAA4F9D88FC6CC9EF7544B510"/>
          </w:pPr>
          <w:r w:rsidRPr="00F81B53">
            <w:rPr>
              <w:bCs/>
              <w:color w:val="000000" w:themeColor="text1"/>
              <w:sz w:val="30"/>
              <w:szCs w:val="30"/>
            </w:rPr>
            <w:t xml:space="preserve"> </w:t>
          </w:r>
        </w:p>
      </w:docPartBody>
    </w:docPart>
    <w:docPart>
      <w:docPartPr>
        <w:name w:val="6E9B6FEED95349A29F3EF3954240C2FE"/>
        <w:category>
          <w:name w:val="Obecné"/>
          <w:gallery w:val="placeholder"/>
        </w:category>
        <w:types>
          <w:type w:val="bbPlcHdr"/>
        </w:types>
        <w:behaviors>
          <w:behavior w:val="content"/>
        </w:behaviors>
        <w:guid w:val="{3244525B-8959-4A17-A20B-3B416C06EF54}"/>
      </w:docPartPr>
      <w:docPartBody>
        <w:p w:rsidR="00095F5B" w:rsidRDefault="00833ADC" w:rsidP="00833ADC">
          <w:pPr>
            <w:pStyle w:val="6E9B6FEED95349A29F3EF3954240C2FE1"/>
          </w:pPr>
          <w:r w:rsidRPr="001C4D2E">
            <w:rPr>
              <w:rFonts w:cs="Arial"/>
              <w:bCs/>
              <w:color w:val="000000" w:themeColor="text1"/>
              <w:sz w:val="18"/>
              <w:szCs w:val="18"/>
            </w:rPr>
            <w:t xml:space="preserve"> </w:t>
          </w:r>
        </w:p>
      </w:docPartBody>
    </w:docPart>
    <w:docPart>
      <w:docPartPr>
        <w:name w:val="70B65C7244B64DA59E673AF39BE2E6A6"/>
        <w:category>
          <w:name w:val="Obecné"/>
          <w:gallery w:val="placeholder"/>
        </w:category>
        <w:types>
          <w:type w:val="bbPlcHdr"/>
        </w:types>
        <w:behaviors>
          <w:behavior w:val="content"/>
        </w:behaviors>
        <w:guid w:val="{616FD12B-CAA9-47A7-83EA-05EB643DE298}"/>
      </w:docPartPr>
      <w:docPartBody>
        <w:p w:rsidR="00095F5B" w:rsidRDefault="00833ADC" w:rsidP="00833ADC">
          <w:pPr>
            <w:pStyle w:val="70B65C7244B64DA59E673AF39BE2E6A61"/>
          </w:pPr>
          <w:r w:rsidRPr="001C4D2E">
            <w:rPr>
              <w:rFonts w:cs="Arial"/>
              <w:bCs/>
              <w:color w:val="000000" w:themeColor="text1"/>
              <w:sz w:val="18"/>
              <w:szCs w:val="18"/>
            </w:rPr>
            <w:t xml:space="preserve"> </w:t>
          </w:r>
        </w:p>
      </w:docPartBody>
    </w:docPart>
    <w:docPart>
      <w:docPartPr>
        <w:name w:val="0DA9CF57106645EAB05040205AB5778D"/>
        <w:category>
          <w:name w:val="Obecné"/>
          <w:gallery w:val="placeholder"/>
        </w:category>
        <w:types>
          <w:type w:val="bbPlcHdr"/>
        </w:types>
        <w:behaviors>
          <w:behavior w:val="content"/>
        </w:behaviors>
        <w:guid w:val="{D1BDE684-4386-4E9C-9BC5-9F6BF44F4631}"/>
      </w:docPartPr>
      <w:docPartBody>
        <w:p w:rsidR="00095F5B" w:rsidRDefault="00833ADC" w:rsidP="00833ADC">
          <w:pPr>
            <w:pStyle w:val="0DA9CF57106645EAB05040205AB5778D1"/>
          </w:pPr>
          <w:r w:rsidRPr="001C4D2E">
            <w:rPr>
              <w:rFonts w:cs="Arial"/>
              <w:bCs/>
              <w:color w:val="000000" w:themeColor="text1"/>
              <w:sz w:val="18"/>
              <w:szCs w:val="18"/>
            </w:rPr>
            <w:t xml:space="preserve"> </w:t>
          </w:r>
        </w:p>
      </w:docPartBody>
    </w:docPart>
    <w:docPart>
      <w:docPartPr>
        <w:name w:val="BD17BDF298ED479CB60D71077CB20E24"/>
        <w:category>
          <w:name w:val="Obecné"/>
          <w:gallery w:val="placeholder"/>
        </w:category>
        <w:types>
          <w:type w:val="bbPlcHdr"/>
        </w:types>
        <w:behaviors>
          <w:behavior w:val="content"/>
        </w:behaviors>
        <w:guid w:val="{5F269E85-0A38-4D77-BB12-F3C876375F40}"/>
      </w:docPartPr>
      <w:docPartBody>
        <w:p w:rsidR="00095F5B" w:rsidRDefault="00833ADC" w:rsidP="00833ADC">
          <w:pPr>
            <w:pStyle w:val="BD17BDF298ED479CB60D71077CB20E241"/>
          </w:pPr>
          <w:r w:rsidRPr="001C4D2E">
            <w:rPr>
              <w:rFonts w:cs="Arial"/>
              <w:bCs/>
              <w:color w:val="000000" w:themeColor="text1"/>
              <w:sz w:val="18"/>
              <w:szCs w:val="18"/>
            </w:rPr>
            <w:t xml:space="preserve"> </w:t>
          </w:r>
        </w:p>
      </w:docPartBody>
    </w:docPart>
    <w:docPart>
      <w:docPartPr>
        <w:name w:val="D58254AB9E46425EBB8828D4BBBC6C64"/>
        <w:category>
          <w:name w:val="Obecné"/>
          <w:gallery w:val="placeholder"/>
        </w:category>
        <w:types>
          <w:type w:val="bbPlcHdr"/>
        </w:types>
        <w:behaviors>
          <w:behavior w:val="content"/>
        </w:behaviors>
        <w:guid w:val="{E771D0B0-25EB-4AF6-A919-B43FB7714EA8}"/>
      </w:docPartPr>
      <w:docPartBody>
        <w:p w:rsidR="00095F5B" w:rsidRDefault="00833ADC" w:rsidP="00833ADC">
          <w:pPr>
            <w:pStyle w:val="D58254AB9E46425EBB8828D4BBBC6C641"/>
          </w:pPr>
          <w:r w:rsidRPr="001C4D2E">
            <w:rPr>
              <w:rFonts w:cs="Arial"/>
              <w:bCs/>
              <w:color w:val="000000" w:themeColor="text1"/>
              <w:sz w:val="18"/>
              <w:szCs w:val="18"/>
            </w:rPr>
            <w:t xml:space="preserve"> </w:t>
          </w:r>
        </w:p>
      </w:docPartBody>
    </w:docPart>
    <w:docPart>
      <w:docPartPr>
        <w:name w:val="F3B4D59AA9424F41A966C6F12B2DF905"/>
        <w:category>
          <w:name w:val="Obecné"/>
          <w:gallery w:val="placeholder"/>
        </w:category>
        <w:types>
          <w:type w:val="bbPlcHdr"/>
        </w:types>
        <w:behaviors>
          <w:behavior w:val="content"/>
        </w:behaviors>
        <w:guid w:val="{6800D4C1-7410-4AD9-82B1-96B7DDAD087C}"/>
      </w:docPartPr>
      <w:docPartBody>
        <w:p w:rsidR="00095F5B" w:rsidRDefault="00833ADC" w:rsidP="00833ADC">
          <w:pPr>
            <w:pStyle w:val="F3B4D59AA9424F41A966C6F12B2DF9051"/>
          </w:pPr>
          <w:r w:rsidRPr="001C4D2E">
            <w:rPr>
              <w:rFonts w:cs="Arial"/>
              <w:bCs/>
              <w:color w:val="000000" w:themeColor="text1"/>
              <w:sz w:val="18"/>
              <w:szCs w:val="18"/>
            </w:rPr>
            <w:t xml:space="preserve"> </w:t>
          </w:r>
        </w:p>
      </w:docPartBody>
    </w:docPart>
    <w:docPart>
      <w:docPartPr>
        <w:name w:val="0842CD71C9E94474AB914EBFB41654DB"/>
        <w:category>
          <w:name w:val="Obecné"/>
          <w:gallery w:val="placeholder"/>
        </w:category>
        <w:types>
          <w:type w:val="bbPlcHdr"/>
        </w:types>
        <w:behaviors>
          <w:behavior w:val="content"/>
        </w:behaviors>
        <w:guid w:val="{CD6E9AD4-440F-4915-82E4-C5A028E918B3}"/>
      </w:docPartPr>
      <w:docPartBody>
        <w:p w:rsidR="006274C6" w:rsidRDefault="00C60556" w:rsidP="00C60556">
          <w:pPr>
            <w:pStyle w:val="0842CD71C9E94474AB914EBFB41654DB"/>
          </w:pPr>
          <w:r w:rsidRPr="00F81B53">
            <w:rPr>
              <w:bCs/>
              <w:color w:val="000000" w:themeColor="text1"/>
              <w:sz w:val="30"/>
              <w:szCs w:val="30"/>
            </w:rPr>
            <w:t xml:space="preserve"> </w:t>
          </w:r>
        </w:p>
      </w:docPartBody>
    </w:docPart>
    <w:docPart>
      <w:docPartPr>
        <w:name w:val="B65AFCA5262346089ACA6CBF2B8C6EE6"/>
        <w:category>
          <w:name w:val="Obecné"/>
          <w:gallery w:val="placeholder"/>
        </w:category>
        <w:types>
          <w:type w:val="bbPlcHdr"/>
        </w:types>
        <w:behaviors>
          <w:behavior w:val="content"/>
        </w:behaviors>
        <w:guid w:val="{D68EBF6C-E393-473B-9F49-ED0EF251E2BD}"/>
      </w:docPartPr>
      <w:docPartBody>
        <w:p w:rsidR="006274C6" w:rsidRDefault="00C60556" w:rsidP="00C60556">
          <w:pPr>
            <w:pStyle w:val="B65AFCA5262346089ACA6CBF2B8C6EE6"/>
          </w:pPr>
          <w:r w:rsidRPr="00353E70">
            <w:rPr>
              <w:rStyle w:val="Zstupntext"/>
            </w:rPr>
            <w:t>Klepněte sem a zadejte text.</w:t>
          </w:r>
        </w:p>
      </w:docPartBody>
    </w:docPart>
    <w:docPart>
      <w:docPartPr>
        <w:name w:val="A5B936AC95614DF99BAF057D9EAD8BC6"/>
        <w:category>
          <w:name w:val="Obecné"/>
          <w:gallery w:val="placeholder"/>
        </w:category>
        <w:types>
          <w:type w:val="bbPlcHdr"/>
        </w:types>
        <w:behaviors>
          <w:behavior w:val="content"/>
        </w:behaviors>
        <w:guid w:val="{D05AC6D4-DC04-4C09-905C-4C8C546E7687}"/>
      </w:docPartPr>
      <w:docPartBody>
        <w:p w:rsidR="006274C6" w:rsidRDefault="00C60556" w:rsidP="00C60556">
          <w:pPr>
            <w:pStyle w:val="A5B936AC95614DF99BAF057D9EAD8BC6"/>
          </w:pPr>
          <w:r w:rsidRPr="00F81B53">
            <w:rPr>
              <w:color w:val="000000" w:themeColor="text1"/>
            </w:rPr>
            <w:t xml:space="preserve"> </w:t>
          </w:r>
        </w:p>
      </w:docPartBody>
    </w:docPart>
    <w:docPart>
      <w:docPartPr>
        <w:name w:val="4012E320A99F45B6805EE14C82100A49"/>
        <w:category>
          <w:name w:val="Obecné"/>
          <w:gallery w:val="placeholder"/>
        </w:category>
        <w:types>
          <w:type w:val="bbPlcHdr"/>
        </w:types>
        <w:behaviors>
          <w:behavior w:val="content"/>
        </w:behaviors>
        <w:guid w:val="{CBE27FBE-5CAF-40EA-8187-3FB6C45733F7}"/>
      </w:docPartPr>
      <w:docPartBody>
        <w:p w:rsidR="00415E84" w:rsidRDefault="00833ADC" w:rsidP="00833ADC">
          <w:pPr>
            <w:pStyle w:val="4012E320A99F45B6805EE14C82100A49"/>
          </w:pPr>
          <w:r w:rsidRPr="001C4D2E">
            <w:rPr>
              <w:rFonts w:cs="Arial"/>
              <w:bCs/>
              <w:color w:val="000000" w:themeColor="text1"/>
              <w:sz w:val="18"/>
              <w:szCs w:val="18"/>
            </w:rPr>
            <w:t xml:space="preserve"> </w:t>
          </w:r>
        </w:p>
      </w:docPartBody>
    </w:docPart>
    <w:docPart>
      <w:docPartPr>
        <w:name w:val="789BBEABBE3C43339536BF5B2D31A53B"/>
        <w:category>
          <w:name w:val="Obecné"/>
          <w:gallery w:val="placeholder"/>
        </w:category>
        <w:types>
          <w:type w:val="bbPlcHdr"/>
        </w:types>
        <w:behaviors>
          <w:behavior w:val="content"/>
        </w:behaviors>
        <w:guid w:val="{1EA2E64D-7CC3-45FB-A588-FA3175595090}"/>
      </w:docPartPr>
      <w:docPartBody>
        <w:p w:rsidR="00415E84" w:rsidRDefault="00833ADC" w:rsidP="00833ADC">
          <w:pPr>
            <w:pStyle w:val="789BBEABBE3C43339536BF5B2D31A53B"/>
          </w:pPr>
          <w:r w:rsidRPr="001C4D2E">
            <w:rPr>
              <w:rFonts w:cs="Arial"/>
              <w:bCs/>
              <w:color w:val="000000" w:themeColor="text1"/>
              <w:sz w:val="18"/>
              <w:szCs w:val="18"/>
            </w:rPr>
            <w:t xml:space="preserve"> </w:t>
          </w:r>
        </w:p>
      </w:docPartBody>
    </w:docPart>
    <w:docPart>
      <w:docPartPr>
        <w:name w:val="AA99E97234C7485B8EB4DB8845738F26"/>
        <w:category>
          <w:name w:val="Obecné"/>
          <w:gallery w:val="placeholder"/>
        </w:category>
        <w:types>
          <w:type w:val="bbPlcHdr"/>
        </w:types>
        <w:behaviors>
          <w:behavior w:val="content"/>
        </w:behaviors>
        <w:guid w:val="{371EB319-BAE3-4546-8AFB-3206CF3C0593}"/>
      </w:docPartPr>
      <w:docPartBody>
        <w:p w:rsidR="00415E84" w:rsidRDefault="00833ADC" w:rsidP="00833ADC">
          <w:pPr>
            <w:pStyle w:val="AA99E97234C7485B8EB4DB8845738F26"/>
          </w:pPr>
          <w:r w:rsidRPr="001C4D2E">
            <w:rPr>
              <w:bCs/>
              <w:color w:val="000000" w:themeColor="text1"/>
              <w:sz w:val="18"/>
              <w:szCs w:val="18"/>
            </w:rPr>
            <w:t xml:space="preserve"> </w:t>
          </w:r>
        </w:p>
      </w:docPartBody>
    </w:docPart>
    <w:docPart>
      <w:docPartPr>
        <w:name w:val="116CE36A84BB4F91B56094AC63B1B392"/>
        <w:category>
          <w:name w:val="Obecné"/>
          <w:gallery w:val="placeholder"/>
        </w:category>
        <w:types>
          <w:type w:val="bbPlcHdr"/>
        </w:types>
        <w:behaviors>
          <w:behavior w:val="content"/>
        </w:behaviors>
        <w:guid w:val="{07F6F564-7603-44B1-BFF8-C4E4A8C47A3D}"/>
      </w:docPartPr>
      <w:docPartBody>
        <w:p w:rsidR="00415E84" w:rsidRDefault="00833ADC" w:rsidP="00833ADC">
          <w:pPr>
            <w:pStyle w:val="116CE36A84BB4F91B56094AC63B1B392"/>
          </w:pPr>
          <w:r w:rsidRPr="006B05F3">
            <w:rPr>
              <w:color w:val="000000" w:themeColor="text1"/>
              <w:sz w:val="18"/>
              <w:szCs w:val="18"/>
            </w:rPr>
            <w:t xml:space="preserve"> </w:t>
          </w:r>
        </w:p>
      </w:docPartBody>
    </w:docPart>
    <w:docPart>
      <w:docPartPr>
        <w:name w:val="2D2DA776991845C18558AC211B25335A"/>
        <w:category>
          <w:name w:val="Obecné"/>
          <w:gallery w:val="placeholder"/>
        </w:category>
        <w:types>
          <w:type w:val="bbPlcHdr"/>
        </w:types>
        <w:behaviors>
          <w:behavior w:val="content"/>
        </w:behaviors>
        <w:guid w:val="{015BB718-3C2C-4F3B-8E17-F56A05F4AA04}"/>
      </w:docPartPr>
      <w:docPartBody>
        <w:p w:rsidR="00415E84" w:rsidRDefault="00833ADC" w:rsidP="00833ADC">
          <w:pPr>
            <w:pStyle w:val="2D2DA776991845C18558AC211B25335A"/>
          </w:pPr>
          <w:r w:rsidRPr="00F87889">
            <w:rPr>
              <w:color w:val="000000" w:themeColor="text1"/>
              <w:sz w:val="18"/>
              <w:szCs w:val="18"/>
            </w:rPr>
            <w:t xml:space="preserve"> </w:t>
          </w:r>
        </w:p>
      </w:docPartBody>
    </w:docPart>
    <w:docPart>
      <w:docPartPr>
        <w:name w:val="DAC56A928DB04AEC9C7AE3167D032F0B"/>
        <w:category>
          <w:name w:val="Obecné"/>
          <w:gallery w:val="placeholder"/>
        </w:category>
        <w:types>
          <w:type w:val="bbPlcHdr"/>
        </w:types>
        <w:behaviors>
          <w:behavior w:val="content"/>
        </w:behaviors>
        <w:guid w:val="{FDDEE3DE-C481-4205-B8D8-CA3A214B5352}"/>
      </w:docPartPr>
      <w:docPartBody>
        <w:p w:rsidR="00415E84" w:rsidRDefault="00833ADC" w:rsidP="00833ADC">
          <w:pPr>
            <w:pStyle w:val="DAC56A928DB04AEC9C7AE3167D032F0B"/>
          </w:pPr>
          <w:r w:rsidRPr="00F81B53">
            <w:rPr>
              <w:b/>
              <w:color w:val="000000" w:themeColor="text1"/>
              <w:sz w:val="24"/>
            </w:rPr>
            <w:t xml:space="preserve"> </w:t>
          </w:r>
        </w:p>
      </w:docPartBody>
    </w:docPart>
    <w:docPart>
      <w:docPartPr>
        <w:name w:val="1426D661A076488DA5627C7AA100E88C"/>
        <w:category>
          <w:name w:val="Obecné"/>
          <w:gallery w:val="placeholder"/>
        </w:category>
        <w:types>
          <w:type w:val="bbPlcHdr"/>
        </w:types>
        <w:behaviors>
          <w:behavior w:val="content"/>
        </w:behaviors>
        <w:guid w:val="{EDD8E682-45D6-4B34-9A62-18FB90B8F088}"/>
      </w:docPartPr>
      <w:docPartBody>
        <w:p w:rsidR="00415E84" w:rsidRDefault="00833ADC" w:rsidP="00833ADC">
          <w:pPr>
            <w:pStyle w:val="1426D661A076488DA5627C7AA100E88C"/>
          </w:pPr>
          <w:r w:rsidRPr="001234BA">
            <w:rPr>
              <w:rFonts w:cs="Arial"/>
              <w:bCs/>
              <w:color w:val="000000" w:themeColor="text1"/>
              <w:sz w:val="18"/>
              <w:szCs w:val="18"/>
            </w:rPr>
            <w:t xml:space="preserve"> </w:t>
          </w:r>
        </w:p>
      </w:docPartBody>
    </w:docPart>
    <w:docPart>
      <w:docPartPr>
        <w:name w:val="830759018A934812AC179383AE98D00C"/>
        <w:category>
          <w:name w:val="Obecné"/>
          <w:gallery w:val="placeholder"/>
        </w:category>
        <w:types>
          <w:type w:val="bbPlcHdr"/>
        </w:types>
        <w:behaviors>
          <w:behavior w:val="content"/>
        </w:behaviors>
        <w:guid w:val="{42B0B783-5FE7-4A82-A190-86FF63D5D511}"/>
      </w:docPartPr>
      <w:docPartBody>
        <w:p w:rsidR="00415E84" w:rsidRDefault="00833ADC" w:rsidP="00833ADC">
          <w:pPr>
            <w:pStyle w:val="830759018A934812AC179383AE98D00C"/>
          </w:pPr>
          <w:r w:rsidRPr="001C4D2E">
            <w:rPr>
              <w:rFonts w:cs="Arial"/>
              <w:bCs/>
              <w:color w:val="000000" w:themeColor="text1"/>
              <w:sz w:val="18"/>
              <w:szCs w:val="18"/>
            </w:rPr>
            <w:t xml:space="preserve"> </w:t>
          </w:r>
        </w:p>
      </w:docPartBody>
    </w:docPart>
    <w:docPart>
      <w:docPartPr>
        <w:name w:val="2D44EB0198B249E09367384CB2CEC4D4"/>
        <w:category>
          <w:name w:val="Obecné"/>
          <w:gallery w:val="placeholder"/>
        </w:category>
        <w:types>
          <w:type w:val="bbPlcHdr"/>
        </w:types>
        <w:behaviors>
          <w:behavior w:val="content"/>
        </w:behaviors>
        <w:guid w:val="{C054A1B7-9CF1-40B4-B08A-376C5ED9E283}"/>
      </w:docPartPr>
      <w:docPartBody>
        <w:p w:rsidR="00415E84" w:rsidRDefault="00833ADC" w:rsidP="00833ADC">
          <w:pPr>
            <w:pStyle w:val="2D44EB0198B249E09367384CB2CEC4D4"/>
          </w:pPr>
          <w:r w:rsidRPr="001C4D2E">
            <w:rPr>
              <w:rFonts w:cs="Arial"/>
              <w:bCs/>
              <w:color w:val="000000" w:themeColor="text1"/>
              <w:sz w:val="18"/>
              <w:szCs w:val="18"/>
            </w:rPr>
            <w:t xml:space="preserve"> </w:t>
          </w:r>
        </w:p>
      </w:docPartBody>
    </w:docPart>
    <w:docPart>
      <w:docPartPr>
        <w:name w:val="5A0292832D0A472E84D1F903F9221057"/>
        <w:category>
          <w:name w:val="Obecné"/>
          <w:gallery w:val="placeholder"/>
        </w:category>
        <w:types>
          <w:type w:val="bbPlcHdr"/>
        </w:types>
        <w:behaviors>
          <w:behavior w:val="content"/>
        </w:behaviors>
        <w:guid w:val="{7021BFA7-7383-47B7-9723-68CF08400830}"/>
      </w:docPartPr>
      <w:docPartBody>
        <w:p w:rsidR="00415E84" w:rsidRDefault="00833ADC" w:rsidP="00833ADC">
          <w:pPr>
            <w:pStyle w:val="5A0292832D0A472E84D1F903F9221057"/>
          </w:pPr>
          <w:r w:rsidRPr="001C4D2E">
            <w:rPr>
              <w:rFonts w:cs="Arial"/>
              <w:bCs/>
              <w:color w:val="000000" w:themeColor="text1"/>
              <w:sz w:val="18"/>
              <w:szCs w:val="18"/>
            </w:rPr>
            <w:t xml:space="preserve"> </w:t>
          </w:r>
        </w:p>
      </w:docPartBody>
    </w:docPart>
    <w:docPart>
      <w:docPartPr>
        <w:name w:val="ABBD7D694A1C411782028AE83398DB8A"/>
        <w:category>
          <w:name w:val="Obecné"/>
          <w:gallery w:val="placeholder"/>
        </w:category>
        <w:types>
          <w:type w:val="bbPlcHdr"/>
        </w:types>
        <w:behaviors>
          <w:behavior w:val="content"/>
        </w:behaviors>
        <w:guid w:val="{2757973E-AD84-4038-992B-6C64E904FF15}"/>
      </w:docPartPr>
      <w:docPartBody>
        <w:p w:rsidR="00415E84" w:rsidRDefault="00833ADC" w:rsidP="00833ADC">
          <w:pPr>
            <w:pStyle w:val="ABBD7D694A1C411782028AE83398DB8A"/>
          </w:pPr>
          <w:r w:rsidRPr="001C4D2E">
            <w:rPr>
              <w:rFonts w:cs="Arial"/>
              <w:bCs/>
              <w:color w:val="000000" w:themeColor="text1"/>
              <w:sz w:val="18"/>
              <w:szCs w:val="18"/>
            </w:rPr>
            <w:t xml:space="preserve"> </w:t>
          </w:r>
        </w:p>
      </w:docPartBody>
    </w:docPart>
    <w:docPart>
      <w:docPartPr>
        <w:name w:val="E4C204BC23614E86A28111DFC7855B50"/>
        <w:category>
          <w:name w:val="Obecné"/>
          <w:gallery w:val="placeholder"/>
        </w:category>
        <w:types>
          <w:type w:val="bbPlcHdr"/>
        </w:types>
        <w:behaviors>
          <w:behavior w:val="content"/>
        </w:behaviors>
        <w:guid w:val="{E0FC9DAE-10B8-4BA0-9EC1-C7A6D6F2E2C9}"/>
      </w:docPartPr>
      <w:docPartBody>
        <w:p w:rsidR="003915D8" w:rsidRDefault="00216FF3" w:rsidP="00216FF3">
          <w:pPr>
            <w:pStyle w:val="E4C204BC23614E86A28111DFC7855B50"/>
          </w:pPr>
          <w:r w:rsidRPr="00F81B53">
            <w:rPr>
              <w:b/>
              <w:color w:val="000000" w:themeColor="text1"/>
              <w:sz w:val="24"/>
            </w:rPr>
            <w:t xml:space="preserve"> </w:t>
          </w:r>
        </w:p>
      </w:docPartBody>
    </w:docPart>
    <w:docPart>
      <w:docPartPr>
        <w:name w:val="E65480600F30470A82B0F6FA13539325"/>
        <w:category>
          <w:name w:val="Obecné"/>
          <w:gallery w:val="placeholder"/>
        </w:category>
        <w:types>
          <w:type w:val="bbPlcHdr"/>
        </w:types>
        <w:behaviors>
          <w:behavior w:val="content"/>
        </w:behaviors>
        <w:guid w:val="{3E6E2008-C282-449A-A4BF-B7810439EC9F}"/>
      </w:docPartPr>
      <w:docPartBody>
        <w:p w:rsidR="002D1938" w:rsidRDefault="006E696C" w:rsidP="006E696C">
          <w:pPr>
            <w:pStyle w:val="E65480600F30470A82B0F6FA13539325"/>
          </w:pPr>
          <w:r>
            <w:rPr>
              <w:rFonts w:cs="Arial"/>
              <w:bCs/>
              <w:color w:val="000000" w:themeColor="text1"/>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04BCC"/>
    <w:rsid w:val="0005254D"/>
    <w:rsid w:val="00095F5B"/>
    <w:rsid w:val="000A08CA"/>
    <w:rsid w:val="000F5151"/>
    <w:rsid w:val="001227DF"/>
    <w:rsid w:val="001571A9"/>
    <w:rsid w:val="001E068D"/>
    <w:rsid w:val="00205F9C"/>
    <w:rsid w:val="00216FF3"/>
    <w:rsid w:val="002615C8"/>
    <w:rsid w:val="0029444C"/>
    <w:rsid w:val="002A1B07"/>
    <w:rsid w:val="002B60F4"/>
    <w:rsid w:val="002D1938"/>
    <w:rsid w:val="003915D8"/>
    <w:rsid w:val="003E1285"/>
    <w:rsid w:val="00415E84"/>
    <w:rsid w:val="00473ECA"/>
    <w:rsid w:val="004F4720"/>
    <w:rsid w:val="005E7D50"/>
    <w:rsid w:val="005F0742"/>
    <w:rsid w:val="00624961"/>
    <w:rsid w:val="006274C6"/>
    <w:rsid w:val="00634106"/>
    <w:rsid w:val="00651BD0"/>
    <w:rsid w:val="0065763A"/>
    <w:rsid w:val="006E696C"/>
    <w:rsid w:val="006F0B99"/>
    <w:rsid w:val="007231B2"/>
    <w:rsid w:val="00750EDF"/>
    <w:rsid w:val="00801AD2"/>
    <w:rsid w:val="00833ADC"/>
    <w:rsid w:val="00840A7F"/>
    <w:rsid w:val="00896A84"/>
    <w:rsid w:val="008B6E63"/>
    <w:rsid w:val="008C765C"/>
    <w:rsid w:val="009068F1"/>
    <w:rsid w:val="00930776"/>
    <w:rsid w:val="00930D8E"/>
    <w:rsid w:val="00933783"/>
    <w:rsid w:val="00992DC5"/>
    <w:rsid w:val="009B45BF"/>
    <w:rsid w:val="009C25AD"/>
    <w:rsid w:val="009C601C"/>
    <w:rsid w:val="009D5B11"/>
    <w:rsid w:val="00A102AF"/>
    <w:rsid w:val="00A12E75"/>
    <w:rsid w:val="00A2046A"/>
    <w:rsid w:val="00A971B9"/>
    <w:rsid w:val="00A97ACE"/>
    <w:rsid w:val="00AA5B36"/>
    <w:rsid w:val="00B227C6"/>
    <w:rsid w:val="00B37922"/>
    <w:rsid w:val="00BD4F13"/>
    <w:rsid w:val="00BF5815"/>
    <w:rsid w:val="00C02180"/>
    <w:rsid w:val="00C10AD9"/>
    <w:rsid w:val="00C22723"/>
    <w:rsid w:val="00C37CD9"/>
    <w:rsid w:val="00C60556"/>
    <w:rsid w:val="00C849EC"/>
    <w:rsid w:val="00CD4DC2"/>
    <w:rsid w:val="00CE0CBE"/>
    <w:rsid w:val="00D56A3E"/>
    <w:rsid w:val="00D912AC"/>
    <w:rsid w:val="00E32A7D"/>
    <w:rsid w:val="00E364A5"/>
    <w:rsid w:val="00E603DD"/>
    <w:rsid w:val="00E905AF"/>
    <w:rsid w:val="00E9604C"/>
    <w:rsid w:val="00EF174F"/>
    <w:rsid w:val="00F673BF"/>
    <w:rsid w:val="00F94794"/>
    <w:rsid w:val="00FA4CE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3ADC"/>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0ED1ECA1080C43C38478655DCE540B3A">
    <w:name w:val="0ED1ECA1080C43C38478655DCE540B3A"/>
    <w:rsid w:val="00F94794"/>
  </w:style>
  <w:style w:type="paragraph" w:customStyle="1" w:styleId="345EAC641A7C4DACBB2A2143A78F6F1F">
    <w:name w:val="345EAC641A7C4DACBB2A2143A78F6F1F"/>
    <w:rsid w:val="00F94794"/>
  </w:style>
  <w:style w:type="paragraph" w:customStyle="1" w:styleId="932C82A82C7D43A2AF641D2B72EF5B52">
    <w:name w:val="932C82A82C7D43A2AF641D2B72EF5B52"/>
    <w:rsid w:val="00F94794"/>
  </w:style>
  <w:style w:type="paragraph" w:customStyle="1" w:styleId="E80B6607442E4827A39C7DBF090DE72D">
    <w:name w:val="E80B6607442E4827A39C7DBF090DE72D"/>
    <w:rsid w:val="00F94794"/>
  </w:style>
  <w:style w:type="paragraph" w:customStyle="1" w:styleId="6F56263EC0B041AEAD7D47B3DA4A6EFB">
    <w:name w:val="6F56263EC0B041AEAD7D47B3DA4A6EFB"/>
    <w:rsid w:val="00F94794"/>
  </w:style>
  <w:style w:type="paragraph" w:customStyle="1" w:styleId="F03FF8EB46EC48919491BAC4248AACC9">
    <w:name w:val="F03FF8EB46EC48919491BAC4248AACC9"/>
    <w:rsid w:val="00F94794"/>
  </w:style>
  <w:style w:type="paragraph" w:customStyle="1" w:styleId="07F86632E5F44946BC746DEEBEB719EB">
    <w:name w:val="07F86632E5F44946BC746DEEBEB719EB"/>
    <w:rsid w:val="00F94794"/>
  </w:style>
  <w:style w:type="paragraph" w:customStyle="1" w:styleId="5CE57AF1AF14444E83C4040C8D172B42">
    <w:name w:val="5CE57AF1AF14444E83C4040C8D172B42"/>
    <w:rsid w:val="00F94794"/>
  </w:style>
  <w:style w:type="paragraph" w:customStyle="1" w:styleId="C2C7377D6AB64CBB90330F020F389F6A">
    <w:name w:val="C2C7377D6AB64CBB90330F020F389F6A"/>
    <w:rsid w:val="00F94794"/>
  </w:style>
  <w:style w:type="paragraph" w:customStyle="1" w:styleId="8351967623FA430A8648C26E86160AF4">
    <w:name w:val="8351967623FA430A8648C26E86160AF4"/>
    <w:rsid w:val="00F94794"/>
  </w:style>
  <w:style w:type="paragraph" w:customStyle="1" w:styleId="CCF2907A64064F829206802EF1E36DF0">
    <w:name w:val="CCF2907A64064F829206802EF1E36DF0"/>
    <w:rsid w:val="00F94794"/>
  </w:style>
  <w:style w:type="paragraph" w:customStyle="1" w:styleId="BBA1B2D4E3B9492689DE62BE1674E473">
    <w:name w:val="BBA1B2D4E3B9492689DE62BE1674E473"/>
    <w:rsid w:val="00F94794"/>
  </w:style>
  <w:style w:type="paragraph" w:customStyle="1" w:styleId="33257A07E8784619AD7AC71174A11383">
    <w:name w:val="33257A07E8784619AD7AC71174A11383"/>
    <w:rsid w:val="00F94794"/>
  </w:style>
  <w:style w:type="paragraph" w:customStyle="1" w:styleId="ED3AA536436F40CAA437B13ABB00D742">
    <w:name w:val="ED3AA536436F40CAA437B13ABB00D742"/>
    <w:rsid w:val="00F94794"/>
  </w:style>
  <w:style w:type="paragraph" w:customStyle="1" w:styleId="3D7BAFB98E234A8A81E54914601A2770">
    <w:name w:val="3D7BAFB98E234A8A81E54914601A2770"/>
    <w:rsid w:val="00F94794"/>
  </w:style>
  <w:style w:type="paragraph" w:customStyle="1" w:styleId="FC85827AC5A641F6AD232786D06396BB">
    <w:name w:val="FC85827AC5A641F6AD232786D06396BB"/>
    <w:rsid w:val="00F94794"/>
  </w:style>
  <w:style w:type="paragraph" w:customStyle="1" w:styleId="555AB4A2F56A4F3BB7BC579C6F470193">
    <w:name w:val="555AB4A2F56A4F3BB7BC579C6F470193"/>
    <w:rsid w:val="00F94794"/>
  </w:style>
  <w:style w:type="paragraph" w:customStyle="1" w:styleId="67B5EF7E12324E6EAA01E58D0B219D4C">
    <w:name w:val="67B5EF7E12324E6EAA01E58D0B219D4C"/>
    <w:rsid w:val="00F94794"/>
  </w:style>
  <w:style w:type="paragraph" w:customStyle="1" w:styleId="C421CA2411A745D6B73313787CF7E8AE">
    <w:name w:val="C421CA2411A745D6B73313787CF7E8AE"/>
    <w:rsid w:val="00F94794"/>
  </w:style>
  <w:style w:type="paragraph" w:customStyle="1" w:styleId="1AFDD9B034F8413587C71741B3DE0A85">
    <w:name w:val="1AFDD9B034F8413587C71741B3DE0A85"/>
    <w:rsid w:val="00F94794"/>
  </w:style>
  <w:style w:type="paragraph" w:customStyle="1" w:styleId="54A71CD0C4FA45C5971C0E90F52D94D9">
    <w:name w:val="54A71CD0C4FA45C5971C0E90F52D94D9"/>
    <w:rsid w:val="00F94794"/>
  </w:style>
  <w:style w:type="paragraph" w:customStyle="1" w:styleId="8EF180E2EAE344598AAE318AF90815E2">
    <w:name w:val="8EF180E2EAE344598AAE318AF90815E2"/>
    <w:rsid w:val="00F94794"/>
  </w:style>
  <w:style w:type="paragraph" w:customStyle="1" w:styleId="ECA7CA21DDC141E993BEF534FAA4DBD4">
    <w:name w:val="ECA7CA21DDC141E993BEF534FAA4DBD4"/>
    <w:rsid w:val="00F94794"/>
  </w:style>
  <w:style w:type="paragraph" w:customStyle="1" w:styleId="97061D6196BE4FE0959184A6B63A66B6">
    <w:name w:val="97061D6196BE4FE0959184A6B63A66B6"/>
    <w:rsid w:val="00F94794"/>
  </w:style>
  <w:style w:type="paragraph" w:customStyle="1" w:styleId="86A867F4922841A3A1C90E599C782084">
    <w:name w:val="86A867F4922841A3A1C90E599C782084"/>
    <w:rsid w:val="00F94794"/>
  </w:style>
  <w:style w:type="paragraph" w:customStyle="1" w:styleId="FE99B2210A0340999441BD542FD198A7">
    <w:name w:val="FE99B2210A0340999441BD542FD198A7"/>
    <w:rsid w:val="00F94794"/>
  </w:style>
  <w:style w:type="paragraph" w:customStyle="1" w:styleId="34B780900BA44161AA086D321B806C08">
    <w:name w:val="34B780900BA44161AA086D321B806C08"/>
    <w:rsid w:val="00F94794"/>
  </w:style>
  <w:style w:type="paragraph" w:customStyle="1" w:styleId="44437B50863E4975AB032D3EEF6BF407">
    <w:name w:val="44437B50863E4975AB032D3EEF6BF407"/>
    <w:rsid w:val="00F94794"/>
  </w:style>
  <w:style w:type="paragraph" w:customStyle="1" w:styleId="7D9BC85CA3AF4754831611377BD1ED14">
    <w:name w:val="7D9BC85CA3AF4754831611377BD1ED14"/>
    <w:rsid w:val="00F94794"/>
  </w:style>
  <w:style w:type="paragraph" w:customStyle="1" w:styleId="B18FB586C8E949378B62043A63405047">
    <w:name w:val="B18FB586C8E949378B62043A63405047"/>
    <w:rsid w:val="00F94794"/>
  </w:style>
  <w:style w:type="paragraph" w:customStyle="1" w:styleId="351F4150CC664CC09ECEA488CEF5A34F">
    <w:name w:val="351F4150CC664CC09ECEA488CEF5A34F"/>
    <w:rsid w:val="00F94794"/>
  </w:style>
  <w:style w:type="paragraph" w:customStyle="1" w:styleId="FBDEEDC35FB64CDFB6952F51CB7B07B3">
    <w:name w:val="FBDEEDC35FB64CDFB6952F51CB7B07B3"/>
    <w:rsid w:val="00F94794"/>
  </w:style>
  <w:style w:type="paragraph" w:customStyle="1" w:styleId="EB0D974C0E8E46D7BBA2830A4B152615">
    <w:name w:val="EB0D974C0E8E46D7BBA2830A4B152615"/>
    <w:rsid w:val="00F94794"/>
  </w:style>
  <w:style w:type="paragraph" w:customStyle="1" w:styleId="F53E7B78A87D4E0A85D3E495B9BEFE89">
    <w:name w:val="F53E7B78A87D4E0A85D3E495B9BEFE89"/>
    <w:rsid w:val="00F94794"/>
  </w:style>
  <w:style w:type="paragraph" w:customStyle="1" w:styleId="4ADE22A0D5634BEB9F533AFB04F055A9">
    <w:name w:val="4ADE22A0D5634BEB9F533AFB04F055A9"/>
    <w:rsid w:val="00F94794"/>
  </w:style>
  <w:style w:type="paragraph" w:customStyle="1" w:styleId="44EA9A958F964A538BEB6B0231169CDB">
    <w:name w:val="44EA9A958F964A538BEB6B0231169CDB"/>
    <w:rsid w:val="00F94794"/>
  </w:style>
  <w:style w:type="paragraph" w:customStyle="1" w:styleId="CF26A4D406BE42C086E67FA29F77BF2D">
    <w:name w:val="CF26A4D406BE42C086E67FA29F77BF2D"/>
    <w:rsid w:val="00F94794"/>
  </w:style>
  <w:style w:type="paragraph" w:customStyle="1" w:styleId="1FF9E2DB05D249B285D022AF95F200CB">
    <w:name w:val="1FF9E2DB05D249B285D022AF95F200CB"/>
    <w:rsid w:val="00F94794"/>
  </w:style>
  <w:style w:type="paragraph" w:customStyle="1" w:styleId="FD0591813713435E86F09C56CDA8AD53">
    <w:name w:val="FD0591813713435E86F09C56CDA8AD53"/>
    <w:rsid w:val="00F94794"/>
  </w:style>
  <w:style w:type="paragraph" w:customStyle="1" w:styleId="28B3F3C678434AC2BB51BF4014603F2F">
    <w:name w:val="28B3F3C678434AC2BB51BF4014603F2F"/>
    <w:rsid w:val="00F94794"/>
  </w:style>
  <w:style w:type="paragraph" w:customStyle="1" w:styleId="FD84DAFC99D54E36930A1D997439B403">
    <w:name w:val="FD84DAFC99D54E36930A1D997439B403"/>
    <w:rsid w:val="00F94794"/>
  </w:style>
  <w:style w:type="paragraph" w:customStyle="1" w:styleId="D7009E3B04044DE5B506D4B10B35418B">
    <w:name w:val="D7009E3B04044DE5B506D4B10B35418B"/>
    <w:rsid w:val="00F94794"/>
  </w:style>
  <w:style w:type="paragraph" w:customStyle="1" w:styleId="41E33AA24AF54488B4EC6152836E41A1">
    <w:name w:val="41E33AA24AF54488B4EC6152836E41A1"/>
    <w:rsid w:val="00F94794"/>
  </w:style>
  <w:style w:type="paragraph" w:customStyle="1" w:styleId="3672D0D3F3F740E592F9C77C0EB8BC43">
    <w:name w:val="3672D0D3F3F740E592F9C77C0EB8BC43"/>
    <w:rsid w:val="00F94794"/>
  </w:style>
  <w:style w:type="paragraph" w:customStyle="1" w:styleId="F2EAB59A0FCE4CE49339839782AEBFB8">
    <w:name w:val="F2EAB59A0FCE4CE49339839782AEBFB8"/>
    <w:rsid w:val="00750EDF"/>
  </w:style>
  <w:style w:type="paragraph" w:customStyle="1" w:styleId="CF4628FE675E4E06B3B3420836A88D40">
    <w:name w:val="CF4628FE675E4E06B3B3420836A88D40"/>
    <w:rsid w:val="00750EDF"/>
  </w:style>
  <w:style w:type="paragraph" w:customStyle="1" w:styleId="1B504CD5AC714B979C72D276493F8A55">
    <w:name w:val="1B504CD5AC714B979C72D276493F8A55"/>
    <w:rsid w:val="00750EDF"/>
  </w:style>
  <w:style w:type="paragraph" w:customStyle="1" w:styleId="566D1B8FBE054FFF8510680DB5A93ECF">
    <w:name w:val="566D1B8FBE054FFF8510680DB5A93ECF"/>
    <w:rsid w:val="00750EDF"/>
  </w:style>
  <w:style w:type="paragraph" w:customStyle="1" w:styleId="537B375F097A43839F5B3FEC9A1B1B63">
    <w:name w:val="537B375F097A43839F5B3FEC9A1B1B63"/>
    <w:rsid w:val="00750EDF"/>
  </w:style>
  <w:style w:type="paragraph" w:customStyle="1" w:styleId="5D324C7B216C4A02991621A2D340A9BB">
    <w:name w:val="5D324C7B216C4A02991621A2D340A9BB"/>
    <w:rsid w:val="00750EDF"/>
  </w:style>
  <w:style w:type="paragraph" w:customStyle="1" w:styleId="C409C7D5BFB344E2B2E354F8CAD0AEE7">
    <w:name w:val="C409C7D5BFB344E2B2E354F8CAD0AEE7"/>
    <w:rsid w:val="00750EDF"/>
  </w:style>
  <w:style w:type="paragraph" w:customStyle="1" w:styleId="DE3F2BC766974EE5B38366ECF70E620F">
    <w:name w:val="DE3F2BC766974EE5B38366ECF70E620F"/>
    <w:rsid w:val="00750EDF"/>
  </w:style>
  <w:style w:type="paragraph" w:customStyle="1" w:styleId="CAB1DAA1D1244B7EAF41D5DBB02C72C3">
    <w:name w:val="CAB1DAA1D1244B7EAF41D5DBB02C72C3"/>
    <w:rsid w:val="00750EDF"/>
  </w:style>
  <w:style w:type="paragraph" w:customStyle="1" w:styleId="67386852FEF645728DF475D96FFE7C5E">
    <w:name w:val="67386852FEF645728DF475D96FFE7C5E"/>
    <w:rsid w:val="00750EDF"/>
  </w:style>
  <w:style w:type="paragraph" w:customStyle="1" w:styleId="450117B7968A41428A18314A082A5A79">
    <w:name w:val="450117B7968A41428A18314A082A5A79"/>
    <w:rsid w:val="00750EDF"/>
  </w:style>
  <w:style w:type="paragraph" w:customStyle="1" w:styleId="AA278266F67B400894FF21B9C94A97AC">
    <w:name w:val="AA278266F67B400894FF21B9C94A97AC"/>
    <w:rsid w:val="00750EDF"/>
  </w:style>
  <w:style w:type="paragraph" w:customStyle="1" w:styleId="7270B2EB22C5418AAAFAA369554F23C7">
    <w:name w:val="7270B2EB22C5418AAAFAA369554F23C7"/>
    <w:rsid w:val="00750EDF"/>
  </w:style>
  <w:style w:type="paragraph" w:customStyle="1" w:styleId="7C3F2B5789934241B7BED91B0B8254CD">
    <w:name w:val="7C3F2B5789934241B7BED91B0B8254CD"/>
    <w:rsid w:val="00750EDF"/>
  </w:style>
  <w:style w:type="paragraph" w:customStyle="1" w:styleId="3DF468393988428AA05A6723F2EAC5AF">
    <w:name w:val="3DF468393988428AA05A6723F2EAC5AF"/>
    <w:rsid w:val="00750EDF"/>
  </w:style>
  <w:style w:type="paragraph" w:customStyle="1" w:styleId="CB8B4FB2221640CCB9D3929732DD6D3F">
    <w:name w:val="CB8B4FB2221640CCB9D3929732DD6D3F"/>
    <w:rsid w:val="00750EDF"/>
  </w:style>
  <w:style w:type="paragraph" w:customStyle="1" w:styleId="6F689149DF744330BE60069A0431653B">
    <w:name w:val="6F689149DF744330BE60069A0431653B"/>
    <w:rsid w:val="00750EDF"/>
  </w:style>
  <w:style w:type="paragraph" w:customStyle="1" w:styleId="15BB372EBA994DBAA5078C00BA6C8BE4">
    <w:name w:val="15BB372EBA994DBAA5078C00BA6C8BE4"/>
    <w:rsid w:val="00750EDF"/>
  </w:style>
  <w:style w:type="paragraph" w:customStyle="1" w:styleId="5A5E2A9EB45C4F6092274A08A2BEE57A">
    <w:name w:val="5A5E2A9EB45C4F6092274A08A2BEE57A"/>
    <w:rsid w:val="00750EDF"/>
  </w:style>
  <w:style w:type="paragraph" w:customStyle="1" w:styleId="4307438FD7D64F309738C51CD6F54DBE">
    <w:name w:val="4307438FD7D64F309738C51CD6F54DBE"/>
    <w:rsid w:val="00750EDF"/>
  </w:style>
  <w:style w:type="paragraph" w:customStyle="1" w:styleId="70BC201B8D4F43D6B059AF7853F709E5">
    <w:name w:val="70BC201B8D4F43D6B059AF7853F709E5"/>
    <w:rsid w:val="00750EDF"/>
  </w:style>
  <w:style w:type="paragraph" w:customStyle="1" w:styleId="5FF8065F236E452789670585A79706D8">
    <w:name w:val="5FF8065F236E452789670585A79706D8"/>
    <w:rsid w:val="00750EDF"/>
  </w:style>
  <w:style w:type="paragraph" w:customStyle="1" w:styleId="08F815600FD8487A823FDFFD352B8417">
    <w:name w:val="08F815600FD8487A823FDFFD352B8417"/>
    <w:rsid w:val="00750EDF"/>
  </w:style>
  <w:style w:type="paragraph" w:customStyle="1" w:styleId="6023956EE4094B61829DD57A45BBB333">
    <w:name w:val="6023956EE4094B61829DD57A45BBB333"/>
    <w:rsid w:val="00750EDF"/>
  </w:style>
  <w:style w:type="paragraph" w:customStyle="1" w:styleId="6164D6FBB3B3417F8A9EF9109A05B160">
    <w:name w:val="6164D6FBB3B3417F8A9EF9109A05B160"/>
    <w:rsid w:val="00750EDF"/>
  </w:style>
  <w:style w:type="paragraph" w:customStyle="1" w:styleId="5F3EC249952B4B05A167EC9A11D3E8FE">
    <w:name w:val="5F3EC249952B4B05A167EC9A11D3E8FE"/>
    <w:rsid w:val="00750EDF"/>
  </w:style>
  <w:style w:type="paragraph" w:customStyle="1" w:styleId="F4E3B6E5323041E98BBF8AB0335E94BE">
    <w:name w:val="F4E3B6E5323041E98BBF8AB0335E94BE"/>
    <w:rsid w:val="00750EDF"/>
  </w:style>
  <w:style w:type="paragraph" w:customStyle="1" w:styleId="57C8D260CBCB473D8F33266919E49189">
    <w:name w:val="57C8D260CBCB473D8F33266919E49189"/>
    <w:rsid w:val="00750EDF"/>
  </w:style>
  <w:style w:type="paragraph" w:customStyle="1" w:styleId="6D36E16DC549432FAFF25B160F809DC3">
    <w:name w:val="6D36E16DC549432FAFF25B160F809DC3"/>
    <w:rsid w:val="00750EDF"/>
  </w:style>
  <w:style w:type="paragraph" w:customStyle="1" w:styleId="C5CFB92280E94C4D97E56D6CD3CD7CC7">
    <w:name w:val="C5CFB92280E94C4D97E56D6CD3CD7CC7"/>
    <w:rsid w:val="00750EDF"/>
  </w:style>
  <w:style w:type="paragraph" w:customStyle="1" w:styleId="F65AF1300000491598DB999D35F7FB00">
    <w:name w:val="F65AF1300000491598DB999D35F7FB00"/>
    <w:rsid w:val="00750EDF"/>
  </w:style>
  <w:style w:type="paragraph" w:customStyle="1" w:styleId="AD4A8DC55231400B917584B243AF1A9A">
    <w:name w:val="AD4A8DC55231400B917584B243AF1A9A"/>
    <w:rsid w:val="00750EDF"/>
  </w:style>
  <w:style w:type="paragraph" w:customStyle="1" w:styleId="74CA17C8FB3442508420E6E46248D5FE">
    <w:name w:val="74CA17C8FB3442508420E6E46248D5FE"/>
    <w:rsid w:val="00750EDF"/>
  </w:style>
  <w:style w:type="paragraph" w:customStyle="1" w:styleId="521E5DC2DF5742A28F773890E29F8A94">
    <w:name w:val="521E5DC2DF5742A28F773890E29F8A94"/>
    <w:rsid w:val="00750EDF"/>
  </w:style>
  <w:style w:type="paragraph" w:customStyle="1" w:styleId="76C8A193B0B840EA995F500E92330806">
    <w:name w:val="76C8A193B0B840EA995F500E92330806"/>
    <w:rsid w:val="00750EDF"/>
  </w:style>
  <w:style w:type="paragraph" w:customStyle="1" w:styleId="F45078D1F45B472E8A8CE6E82AB865F9">
    <w:name w:val="F45078D1F45B472E8A8CE6E82AB865F9"/>
    <w:rsid w:val="00750EDF"/>
  </w:style>
  <w:style w:type="paragraph" w:customStyle="1" w:styleId="DE1D09AD2B264389803319A870B4C94D">
    <w:name w:val="DE1D09AD2B264389803319A870B4C94D"/>
    <w:rsid w:val="00750EDF"/>
  </w:style>
  <w:style w:type="paragraph" w:customStyle="1" w:styleId="F17975B16DE341239DDC7047E533F232">
    <w:name w:val="F17975B16DE341239DDC7047E533F232"/>
    <w:rsid w:val="00750EDF"/>
  </w:style>
  <w:style w:type="paragraph" w:customStyle="1" w:styleId="AF478B53105A4F96AC414632A597C661">
    <w:name w:val="AF478B53105A4F96AC414632A597C661"/>
    <w:rsid w:val="00750EDF"/>
  </w:style>
  <w:style w:type="paragraph" w:customStyle="1" w:styleId="79B42B5322C045A5B8F7F4FD5DBA0509">
    <w:name w:val="79B42B5322C045A5B8F7F4FD5DBA0509"/>
    <w:rsid w:val="005E7D50"/>
  </w:style>
  <w:style w:type="paragraph" w:customStyle="1" w:styleId="C423A1B5813846FC8FF8B657FECA5648">
    <w:name w:val="C423A1B5813846FC8FF8B657FECA5648"/>
    <w:rsid w:val="005E7D50"/>
  </w:style>
  <w:style w:type="paragraph" w:customStyle="1" w:styleId="7D997CC51A71466EBAF763D3B77C1C06">
    <w:name w:val="7D997CC51A71466EBAF763D3B77C1C06"/>
    <w:rsid w:val="005E7D50"/>
  </w:style>
  <w:style w:type="paragraph" w:customStyle="1" w:styleId="F475A2D7006247898B1D462930B558D4">
    <w:name w:val="F475A2D7006247898B1D462930B558D4"/>
    <w:rsid w:val="005E7D50"/>
  </w:style>
  <w:style w:type="paragraph" w:customStyle="1" w:styleId="B1B8245DACB04FE8BAD1970A48C94BB4">
    <w:name w:val="B1B8245DACB04FE8BAD1970A48C94BB4"/>
    <w:rsid w:val="005E7D50"/>
  </w:style>
  <w:style w:type="paragraph" w:customStyle="1" w:styleId="C8B8215A816049A0A0B8BCDECC7B15BB">
    <w:name w:val="C8B8215A816049A0A0B8BCDECC7B15BB"/>
    <w:rsid w:val="005E7D50"/>
  </w:style>
  <w:style w:type="paragraph" w:customStyle="1" w:styleId="58256A562D9D4ECDAB9986F481CD8DA3">
    <w:name w:val="58256A562D9D4ECDAB9986F481CD8DA3"/>
    <w:rsid w:val="005E7D50"/>
  </w:style>
  <w:style w:type="paragraph" w:customStyle="1" w:styleId="A9D6987370444E18A0EBA9FB9E6F87A9">
    <w:name w:val="A9D6987370444E18A0EBA9FB9E6F87A9"/>
    <w:rsid w:val="005E7D50"/>
  </w:style>
  <w:style w:type="paragraph" w:customStyle="1" w:styleId="3FA57E43913A495FA631E7EF63E8BC29">
    <w:name w:val="3FA57E43913A495FA631E7EF63E8BC29"/>
    <w:rsid w:val="005E7D50"/>
  </w:style>
  <w:style w:type="paragraph" w:customStyle="1" w:styleId="F72F18B7AB9245079BA1B51001B182AB">
    <w:name w:val="F72F18B7AB9245079BA1B51001B182AB"/>
    <w:rsid w:val="005E7D50"/>
  </w:style>
  <w:style w:type="paragraph" w:customStyle="1" w:styleId="F7D01FC5B5F541A1B191EEB51CCE2862">
    <w:name w:val="F7D01FC5B5F541A1B191EEB51CCE2862"/>
    <w:rsid w:val="005E7D50"/>
  </w:style>
  <w:style w:type="paragraph" w:customStyle="1" w:styleId="410321FA087E41C78056E1ED9B0AFFD2">
    <w:name w:val="410321FA087E41C78056E1ED9B0AFFD2"/>
    <w:rsid w:val="005E7D50"/>
  </w:style>
  <w:style w:type="paragraph" w:customStyle="1" w:styleId="550E5331599D4DBE98C7F8492D5B8CDB">
    <w:name w:val="550E5331599D4DBE98C7F8492D5B8CDB"/>
    <w:rsid w:val="005E7D50"/>
  </w:style>
  <w:style w:type="paragraph" w:customStyle="1" w:styleId="9122EEEF95AD4882B3DB2E73AE439C79">
    <w:name w:val="9122EEEF95AD4882B3DB2E73AE439C79"/>
    <w:rsid w:val="005E7D50"/>
  </w:style>
  <w:style w:type="paragraph" w:customStyle="1" w:styleId="A95895C37D974D3982859690049FE078">
    <w:name w:val="A95895C37D974D3982859690049FE078"/>
    <w:rsid w:val="005E7D50"/>
  </w:style>
  <w:style w:type="paragraph" w:customStyle="1" w:styleId="E1352FF3C87E4686B559BE548164C618">
    <w:name w:val="E1352FF3C87E4686B559BE548164C618"/>
    <w:rsid w:val="005E7D50"/>
  </w:style>
  <w:style w:type="paragraph" w:customStyle="1" w:styleId="E98C37FA647E407C8B4DC8FFA345CDB2">
    <w:name w:val="E98C37FA647E407C8B4DC8FFA345CDB2"/>
    <w:rsid w:val="005E7D50"/>
  </w:style>
  <w:style w:type="paragraph" w:customStyle="1" w:styleId="06AD60DF1D554B2CA7371EF8402E8437">
    <w:name w:val="06AD60DF1D554B2CA7371EF8402E8437"/>
    <w:rsid w:val="005E7D50"/>
  </w:style>
  <w:style w:type="paragraph" w:customStyle="1" w:styleId="DFF78E2FDC6C4FE8908ACAF9B1F591F3">
    <w:name w:val="DFF78E2FDC6C4FE8908ACAF9B1F591F3"/>
    <w:rsid w:val="005E7D50"/>
  </w:style>
  <w:style w:type="paragraph" w:customStyle="1" w:styleId="B10697ED86D741B69E724179B874F5FC">
    <w:name w:val="B10697ED86D741B69E724179B874F5FC"/>
    <w:rsid w:val="005E7D50"/>
  </w:style>
  <w:style w:type="paragraph" w:customStyle="1" w:styleId="9FEE2DD2DBAE4505950A4DB66363E9C9">
    <w:name w:val="9FEE2DD2DBAE4505950A4DB66363E9C9"/>
    <w:rsid w:val="005E7D50"/>
  </w:style>
  <w:style w:type="paragraph" w:customStyle="1" w:styleId="E32604C49D9C45FC80CA2DEF7364F34D">
    <w:name w:val="E32604C49D9C45FC80CA2DEF7364F34D"/>
    <w:rsid w:val="005E7D50"/>
  </w:style>
  <w:style w:type="paragraph" w:customStyle="1" w:styleId="E9F3B41C87AB4152AC8B32B375D1C5A7">
    <w:name w:val="E9F3B41C87AB4152AC8B32B375D1C5A7"/>
    <w:rsid w:val="005E7D50"/>
  </w:style>
  <w:style w:type="paragraph" w:customStyle="1" w:styleId="FA11A1B8FD4446D3B5162E5F01628E70">
    <w:name w:val="FA11A1B8FD4446D3B5162E5F01628E70"/>
    <w:rsid w:val="005E7D50"/>
  </w:style>
  <w:style w:type="paragraph" w:customStyle="1" w:styleId="35A1B08EEC044EBE825728024BA33048">
    <w:name w:val="35A1B08EEC044EBE825728024BA33048"/>
    <w:rsid w:val="005E7D50"/>
  </w:style>
  <w:style w:type="paragraph" w:customStyle="1" w:styleId="DFC005E91C7E48E796271F30E56E782F">
    <w:name w:val="DFC005E91C7E48E796271F30E56E782F"/>
    <w:rsid w:val="005E7D50"/>
  </w:style>
  <w:style w:type="paragraph" w:customStyle="1" w:styleId="B7921A461D534C148C00FD43A732C819">
    <w:name w:val="B7921A461D534C148C00FD43A732C819"/>
    <w:rsid w:val="005E7D50"/>
  </w:style>
  <w:style w:type="paragraph" w:customStyle="1" w:styleId="872AA54B422543DC97788EC9A0C96876">
    <w:name w:val="872AA54B422543DC97788EC9A0C96876"/>
    <w:rsid w:val="005E7D50"/>
  </w:style>
  <w:style w:type="paragraph" w:customStyle="1" w:styleId="064565A999E24C8F80366C47FD24299C">
    <w:name w:val="064565A999E24C8F80366C47FD24299C"/>
    <w:rsid w:val="005E7D50"/>
  </w:style>
  <w:style w:type="paragraph" w:customStyle="1" w:styleId="B2D20EF1B2544B15850820E0CEFE74BF">
    <w:name w:val="B2D20EF1B2544B15850820E0CEFE74BF"/>
    <w:rsid w:val="005E7D50"/>
  </w:style>
  <w:style w:type="paragraph" w:customStyle="1" w:styleId="31824FAD680F45CABB701BEF9E8227C2">
    <w:name w:val="31824FAD680F45CABB701BEF9E8227C2"/>
    <w:rsid w:val="005E7D50"/>
  </w:style>
  <w:style w:type="paragraph" w:customStyle="1" w:styleId="BE43727C55E64F4FA26632C28B8F0CC8">
    <w:name w:val="BE43727C55E64F4FA26632C28B8F0CC8"/>
    <w:rsid w:val="005E7D50"/>
  </w:style>
  <w:style w:type="paragraph" w:customStyle="1" w:styleId="76F207DD332C4F5EA5B8B00C0D6ED482">
    <w:name w:val="76F207DD332C4F5EA5B8B00C0D6ED482"/>
    <w:rsid w:val="005E7D50"/>
  </w:style>
  <w:style w:type="paragraph" w:customStyle="1" w:styleId="BBD00AF2CEF04A1B979F5A99E177C04C">
    <w:name w:val="BBD00AF2CEF04A1B979F5A99E177C04C"/>
    <w:rsid w:val="005E7D50"/>
  </w:style>
  <w:style w:type="paragraph" w:customStyle="1" w:styleId="3683321F67B145C1B9EEF0877929F9C2">
    <w:name w:val="3683321F67B145C1B9EEF0877929F9C2"/>
    <w:rsid w:val="005E7D50"/>
  </w:style>
  <w:style w:type="paragraph" w:customStyle="1" w:styleId="1B858035F8D2442E9BE1286CA382920C">
    <w:name w:val="1B858035F8D2442E9BE1286CA382920C"/>
    <w:rsid w:val="005E7D50"/>
  </w:style>
  <w:style w:type="paragraph" w:customStyle="1" w:styleId="8A7BBBBE517C4C3A8A747147B46DD109">
    <w:name w:val="8A7BBBBE517C4C3A8A747147B46DD109"/>
    <w:rsid w:val="005E7D50"/>
  </w:style>
  <w:style w:type="paragraph" w:customStyle="1" w:styleId="8BF83A31470A49918A16009A51364E6D">
    <w:name w:val="8BF83A31470A49918A16009A51364E6D"/>
    <w:rsid w:val="005E7D50"/>
  </w:style>
  <w:style w:type="paragraph" w:customStyle="1" w:styleId="F7E860225F894C4AB31543413D590BC1">
    <w:name w:val="F7E860225F894C4AB31543413D590BC1"/>
    <w:rsid w:val="005E7D50"/>
  </w:style>
  <w:style w:type="paragraph" w:customStyle="1" w:styleId="C1171DB150844223A1B7BBAE883A37AE">
    <w:name w:val="C1171DB150844223A1B7BBAE883A37AE"/>
    <w:rsid w:val="005E7D50"/>
  </w:style>
  <w:style w:type="paragraph" w:customStyle="1" w:styleId="A0B6F75F5B7A4D62A2C7FE349D96AC42">
    <w:name w:val="A0B6F75F5B7A4D62A2C7FE349D96AC42"/>
    <w:rsid w:val="005E7D50"/>
  </w:style>
  <w:style w:type="paragraph" w:customStyle="1" w:styleId="BEE6A206214043D798EA115F68752C60">
    <w:name w:val="BEE6A206214043D798EA115F68752C60"/>
    <w:rsid w:val="005E7D50"/>
  </w:style>
  <w:style w:type="paragraph" w:customStyle="1" w:styleId="9D8CADF96B954BC4977A08C790D2FAB8">
    <w:name w:val="9D8CADF96B954BC4977A08C790D2FAB8"/>
    <w:rsid w:val="005E7D50"/>
  </w:style>
  <w:style w:type="paragraph" w:customStyle="1" w:styleId="C57BC3A2B0B54B2A89538F37E0630895">
    <w:name w:val="C57BC3A2B0B54B2A89538F37E0630895"/>
    <w:rsid w:val="005E7D50"/>
  </w:style>
  <w:style w:type="paragraph" w:customStyle="1" w:styleId="D6EC97E8688645ADAD595263E27651FF">
    <w:name w:val="D6EC97E8688645ADAD595263E27651FF"/>
    <w:rsid w:val="005E7D50"/>
  </w:style>
  <w:style w:type="paragraph" w:customStyle="1" w:styleId="AB1EE9022E354141A24DF1D4BF83D5D3">
    <w:name w:val="AB1EE9022E354141A24DF1D4BF83D5D3"/>
    <w:rsid w:val="005E7D50"/>
  </w:style>
  <w:style w:type="paragraph" w:customStyle="1" w:styleId="BF55B2DAF8424DBA82B4B5B4B7B9E1CE">
    <w:name w:val="BF55B2DAF8424DBA82B4B5B4B7B9E1CE"/>
    <w:rsid w:val="005E7D50"/>
  </w:style>
  <w:style w:type="paragraph" w:customStyle="1" w:styleId="47E0889881F94851A5ACDB18F6892A4C">
    <w:name w:val="47E0889881F94851A5ACDB18F6892A4C"/>
    <w:rsid w:val="005E7D50"/>
  </w:style>
  <w:style w:type="paragraph" w:customStyle="1" w:styleId="73E415207AD245E6AEE51E770781CD63">
    <w:name w:val="73E415207AD245E6AEE51E770781CD63"/>
    <w:rsid w:val="005E7D50"/>
  </w:style>
  <w:style w:type="paragraph" w:customStyle="1" w:styleId="5DEC089A8F8143ECB4D015DDFFE8A1F1">
    <w:name w:val="5DEC089A8F8143ECB4D015DDFFE8A1F1"/>
    <w:rsid w:val="005E7D50"/>
  </w:style>
  <w:style w:type="paragraph" w:customStyle="1" w:styleId="A27A379CC348431F860B202E3D76EF0A">
    <w:name w:val="A27A379CC348431F860B202E3D76EF0A"/>
    <w:rsid w:val="005E7D50"/>
  </w:style>
  <w:style w:type="paragraph" w:customStyle="1" w:styleId="3A57FDFCD2AC4FCCA200231A061AABBA">
    <w:name w:val="3A57FDFCD2AC4FCCA200231A061AABBA"/>
    <w:rsid w:val="005E7D50"/>
  </w:style>
  <w:style w:type="paragraph" w:customStyle="1" w:styleId="0E322D2ADB0844A1A335EDBD0A1D3A24">
    <w:name w:val="0E322D2ADB0844A1A335EDBD0A1D3A24"/>
    <w:rsid w:val="005E7D50"/>
  </w:style>
  <w:style w:type="paragraph" w:customStyle="1" w:styleId="92BDCB57DD0F420E949F5D977FB679A0">
    <w:name w:val="92BDCB57DD0F420E949F5D977FB679A0"/>
    <w:rsid w:val="005E7D50"/>
  </w:style>
  <w:style w:type="paragraph" w:customStyle="1" w:styleId="0412773E5C134CA3ABB6AEE795267162">
    <w:name w:val="0412773E5C134CA3ABB6AEE795267162"/>
    <w:rsid w:val="005E7D50"/>
  </w:style>
  <w:style w:type="paragraph" w:customStyle="1" w:styleId="C46C628F433844EF8D7FB4DA22D1848E">
    <w:name w:val="C46C628F433844EF8D7FB4DA22D1848E"/>
    <w:rsid w:val="005E7D50"/>
  </w:style>
  <w:style w:type="paragraph" w:customStyle="1" w:styleId="2223CD5CE9E24288B412DC48E1020652">
    <w:name w:val="2223CD5CE9E24288B412DC48E1020652"/>
    <w:rsid w:val="005E7D50"/>
  </w:style>
  <w:style w:type="paragraph" w:customStyle="1" w:styleId="E39E3C945838437C994F879927C97485">
    <w:name w:val="E39E3C945838437C994F879927C97485"/>
    <w:rsid w:val="005E7D50"/>
  </w:style>
  <w:style w:type="paragraph" w:customStyle="1" w:styleId="7758D605F8B64C5CA4C02726B5B1EE1E">
    <w:name w:val="7758D605F8B64C5CA4C02726B5B1EE1E"/>
    <w:rsid w:val="005E7D50"/>
  </w:style>
  <w:style w:type="paragraph" w:customStyle="1" w:styleId="CEAAD009D5DE44F78EE1319F4C3CBF2A">
    <w:name w:val="CEAAD009D5DE44F78EE1319F4C3CBF2A"/>
    <w:rsid w:val="005E7D50"/>
  </w:style>
  <w:style w:type="paragraph" w:customStyle="1" w:styleId="430FFBDDFB664F2BBE823A9AA63A381F">
    <w:name w:val="430FFBDDFB664F2BBE823A9AA63A381F"/>
    <w:rsid w:val="005E7D50"/>
  </w:style>
  <w:style w:type="paragraph" w:customStyle="1" w:styleId="5122F940B2444A9A88ED16497A760697">
    <w:name w:val="5122F940B2444A9A88ED16497A760697"/>
    <w:rsid w:val="005E7D50"/>
  </w:style>
  <w:style w:type="paragraph" w:customStyle="1" w:styleId="04168F8D108B4A45B2BC9FCCBF392C66">
    <w:name w:val="04168F8D108B4A45B2BC9FCCBF392C66"/>
    <w:rsid w:val="005E7D50"/>
  </w:style>
  <w:style w:type="paragraph" w:customStyle="1" w:styleId="ACCA35BE62D2495187D2FF21ABDF1D93">
    <w:name w:val="ACCA35BE62D2495187D2FF21ABDF1D93"/>
    <w:rsid w:val="005E7D50"/>
  </w:style>
  <w:style w:type="paragraph" w:customStyle="1" w:styleId="FA24AA285229401AB3F0C3F28DD36813">
    <w:name w:val="FA24AA285229401AB3F0C3F28DD36813"/>
    <w:rsid w:val="005E7D50"/>
  </w:style>
  <w:style w:type="paragraph" w:customStyle="1" w:styleId="84CF8D4EA1F041ADAB14C9A5455FEFB4">
    <w:name w:val="84CF8D4EA1F041ADAB14C9A5455FEFB4"/>
    <w:rsid w:val="005E7D50"/>
  </w:style>
  <w:style w:type="paragraph" w:customStyle="1" w:styleId="EB672DA355334E24BC43CEB378063F0F">
    <w:name w:val="EB672DA355334E24BC43CEB378063F0F"/>
    <w:rsid w:val="005E7D50"/>
  </w:style>
  <w:style w:type="paragraph" w:customStyle="1" w:styleId="4FEAEAAFE0D34DC38A014A2EB69120BC">
    <w:name w:val="4FEAEAAFE0D34DC38A014A2EB69120BC"/>
    <w:rsid w:val="005E7D50"/>
  </w:style>
  <w:style w:type="paragraph" w:customStyle="1" w:styleId="1A5FE30C15974D579A96A21CC4C9A214">
    <w:name w:val="1A5FE30C15974D579A96A21CC4C9A214"/>
    <w:rsid w:val="005E7D50"/>
  </w:style>
  <w:style w:type="paragraph" w:customStyle="1" w:styleId="A74C3EAA16CA4FB78EDFB7D3CE899B1C">
    <w:name w:val="A74C3EAA16CA4FB78EDFB7D3CE899B1C"/>
    <w:rsid w:val="005E7D50"/>
  </w:style>
  <w:style w:type="paragraph" w:customStyle="1" w:styleId="26F7B884F5684B0DA710584A108213AC">
    <w:name w:val="26F7B884F5684B0DA710584A108213AC"/>
    <w:rsid w:val="005E7D50"/>
  </w:style>
  <w:style w:type="paragraph" w:customStyle="1" w:styleId="BE1488ACCEDC4224B4A6F5D3F6AC2B63">
    <w:name w:val="BE1488ACCEDC4224B4A6F5D3F6AC2B63"/>
    <w:rsid w:val="005E7D50"/>
  </w:style>
  <w:style w:type="paragraph" w:customStyle="1" w:styleId="6B5851AF19B64B58B1BF8C9A5DC12CBA">
    <w:name w:val="6B5851AF19B64B58B1BF8C9A5DC12CBA"/>
    <w:rsid w:val="005E7D50"/>
  </w:style>
  <w:style w:type="paragraph" w:customStyle="1" w:styleId="0A304F9F8FD7483A9501543C532770C6">
    <w:name w:val="0A304F9F8FD7483A9501543C532770C6"/>
    <w:rsid w:val="005E7D50"/>
  </w:style>
  <w:style w:type="paragraph" w:customStyle="1" w:styleId="BF9571DFDE184B49825B9BF6B86FBF9C">
    <w:name w:val="BF9571DFDE184B49825B9BF6B86FBF9C"/>
    <w:rsid w:val="005E7D50"/>
  </w:style>
  <w:style w:type="paragraph" w:customStyle="1" w:styleId="0A14E2738BB04A50BAAB3049F5B0017E">
    <w:name w:val="0A14E2738BB04A50BAAB3049F5B0017E"/>
    <w:rsid w:val="005E7D50"/>
  </w:style>
  <w:style w:type="paragraph" w:customStyle="1" w:styleId="8E7EBDF4E5AE43DB89C20DD48723427C">
    <w:name w:val="8E7EBDF4E5AE43DB89C20DD48723427C"/>
    <w:rsid w:val="005E7D50"/>
  </w:style>
  <w:style w:type="paragraph" w:customStyle="1" w:styleId="24341475EC7E4E909B1DA3BEA3BEF159">
    <w:name w:val="24341475EC7E4E909B1DA3BEA3BEF159"/>
    <w:rsid w:val="005E7D50"/>
  </w:style>
  <w:style w:type="paragraph" w:customStyle="1" w:styleId="A23E553FF3BC46089E44A74BD4C6B206">
    <w:name w:val="A23E553FF3BC46089E44A74BD4C6B206"/>
    <w:rsid w:val="005E7D50"/>
  </w:style>
  <w:style w:type="paragraph" w:customStyle="1" w:styleId="A213B88ABD1C42B5A1B59BF1BF2B63D3">
    <w:name w:val="A213B88ABD1C42B5A1B59BF1BF2B63D3"/>
    <w:rsid w:val="005E7D50"/>
  </w:style>
  <w:style w:type="paragraph" w:customStyle="1" w:styleId="EEDDBD780CB241468E5F58AA583F6A8F">
    <w:name w:val="EEDDBD780CB241468E5F58AA583F6A8F"/>
    <w:rsid w:val="005E7D50"/>
  </w:style>
  <w:style w:type="paragraph" w:customStyle="1" w:styleId="7F33BA5C12BC48B3A646AC5FA229D97E">
    <w:name w:val="7F33BA5C12BC48B3A646AC5FA229D97E"/>
    <w:rsid w:val="005E7D50"/>
  </w:style>
  <w:style w:type="paragraph" w:customStyle="1" w:styleId="A38D0EE6AF3346568D1942D6130C4DBD">
    <w:name w:val="A38D0EE6AF3346568D1942D6130C4DBD"/>
    <w:rsid w:val="005E7D50"/>
  </w:style>
  <w:style w:type="paragraph" w:customStyle="1" w:styleId="3DFC69F6EBDE4D51AAA83B3E1429FC3A">
    <w:name w:val="3DFC69F6EBDE4D51AAA83B3E1429FC3A"/>
    <w:rsid w:val="005E7D50"/>
  </w:style>
  <w:style w:type="paragraph" w:customStyle="1" w:styleId="6A9C73683C444BDA983645DCBB74904A">
    <w:name w:val="6A9C73683C444BDA983645DCBB74904A"/>
    <w:rsid w:val="005E7D50"/>
  </w:style>
  <w:style w:type="paragraph" w:customStyle="1" w:styleId="E65480600F30470A82B0F6FA13539325">
    <w:name w:val="E65480600F30470A82B0F6FA13539325"/>
    <w:rsid w:val="006E696C"/>
    <w:pPr>
      <w:spacing w:after="160" w:line="259" w:lineRule="auto"/>
    </w:pPr>
  </w:style>
  <w:style w:type="paragraph" w:customStyle="1" w:styleId="93B2E5615E274DCD90F49858B6FE8082">
    <w:name w:val="93B2E5615E274DCD90F49858B6FE8082"/>
    <w:rsid w:val="006F0B99"/>
    <w:pPr>
      <w:spacing w:after="160" w:line="259" w:lineRule="auto"/>
    </w:pPr>
  </w:style>
  <w:style w:type="paragraph" w:customStyle="1" w:styleId="F8FE03757C3242E4BCDA6F9504EF270B">
    <w:name w:val="F8FE03757C3242E4BCDA6F9504EF270B"/>
    <w:rsid w:val="00801AD2"/>
    <w:pPr>
      <w:spacing w:after="160" w:line="259" w:lineRule="auto"/>
    </w:pPr>
  </w:style>
  <w:style w:type="paragraph" w:customStyle="1" w:styleId="DF2CF95886B04F3D84714E18A31FA8A9">
    <w:name w:val="DF2CF95886B04F3D84714E18A31FA8A9"/>
    <w:rsid w:val="00801AD2"/>
    <w:pPr>
      <w:spacing w:after="160" w:line="259" w:lineRule="auto"/>
    </w:pPr>
  </w:style>
  <w:style w:type="paragraph" w:customStyle="1" w:styleId="B085A3E3BECF4565AE2357F22A8221A3">
    <w:name w:val="B085A3E3BECF4565AE2357F22A8221A3"/>
    <w:rsid w:val="00801AD2"/>
    <w:pPr>
      <w:spacing w:after="160" w:line="259" w:lineRule="auto"/>
    </w:pPr>
  </w:style>
  <w:style w:type="paragraph" w:customStyle="1" w:styleId="71ECB8F07DFE48878F091B400C3D48FF">
    <w:name w:val="71ECB8F07DFE48878F091B400C3D48FF"/>
    <w:rsid w:val="00801AD2"/>
    <w:pPr>
      <w:spacing w:after="160" w:line="259" w:lineRule="auto"/>
    </w:pPr>
  </w:style>
  <w:style w:type="paragraph" w:customStyle="1" w:styleId="37D79E07AFC941ACB0D07965206EE7EF">
    <w:name w:val="37D79E07AFC941ACB0D07965206EE7EF"/>
    <w:rsid w:val="00801AD2"/>
    <w:pPr>
      <w:spacing w:after="160" w:line="259" w:lineRule="auto"/>
    </w:pPr>
  </w:style>
  <w:style w:type="paragraph" w:customStyle="1" w:styleId="C45EC19A83A24FE5969F77C444B1E179">
    <w:name w:val="C45EC19A83A24FE5969F77C444B1E179"/>
    <w:rsid w:val="00801AD2"/>
    <w:pPr>
      <w:spacing w:after="160" w:line="259" w:lineRule="auto"/>
    </w:pPr>
  </w:style>
  <w:style w:type="paragraph" w:customStyle="1" w:styleId="5809BB410B554E8BA2BAF0612AED2F5C">
    <w:name w:val="5809BB410B554E8BA2BAF0612AED2F5C"/>
    <w:rsid w:val="00801AD2"/>
    <w:pPr>
      <w:spacing w:after="160" w:line="259" w:lineRule="auto"/>
    </w:pPr>
  </w:style>
  <w:style w:type="paragraph" w:customStyle="1" w:styleId="B81FDB47E6244874A21F3D9C68DD98E3">
    <w:name w:val="B81FDB47E6244874A21F3D9C68DD98E3"/>
    <w:rsid w:val="00801AD2"/>
    <w:pPr>
      <w:spacing w:after="160" w:line="259" w:lineRule="auto"/>
    </w:pPr>
  </w:style>
  <w:style w:type="paragraph" w:customStyle="1" w:styleId="5837E1AD9C854114A3BD51F120338ECD">
    <w:name w:val="5837E1AD9C854114A3BD51F120338ECD"/>
    <w:rsid w:val="00801AD2"/>
    <w:pPr>
      <w:spacing w:after="160" w:line="259" w:lineRule="auto"/>
    </w:pPr>
  </w:style>
  <w:style w:type="paragraph" w:customStyle="1" w:styleId="A509C8C2FFC948D7AF060FDEF83AA9F6">
    <w:name w:val="A509C8C2FFC948D7AF060FDEF83AA9F6"/>
    <w:rsid w:val="00801AD2"/>
    <w:pPr>
      <w:spacing w:after="160" w:line="259" w:lineRule="auto"/>
    </w:pPr>
  </w:style>
  <w:style w:type="paragraph" w:customStyle="1" w:styleId="0C61C9A92C324D1D804A4946939DED9C">
    <w:name w:val="0C61C9A92C324D1D804A4946939DED9C"/>
    <w:rsid w:val="00801AD2"/>
    <w:pPr>
      <w:spacing w:after="160" w:line="259" w:lineRule="auto"/>
    </w:pPr>
  </w:style>
  <w:style w:type="paragraph" w:customStyle="1" w:styleId="BC6F244BEC424ECFA1927326628C2F22">
    <w:name w:val="BC6F244BEC424ECFA1927326628C2F22"/>
    <w:rsid w:val="00801AD2"/>
    <w:pPr>
      <w:spacing w:after="160" w:line="259" w:lineRule="auto"/>
    </w:pPr>
  </w:style>
  <w:style w:type="paragraph" w:customStyle="1" w:styleId="2A90F8E339FD40B6BF864AC6CFBB3854">
    <w:name w:val="2A90F8E339FD40B6BF864AC6CFBB3854"/>
    <w:rsid w:val="00801AD2"/>
    <w:pPr>
      <w:spacing w:after="160" w:line="259" w:lineRule="auto"/>
    </w:pPr>
  </w:style>
  <w:style w:type="paragraph" w:customStyle="1" w:styleId="718A6DC5FC3845CBAE3D64FDC85DAC76">
    <w:name w:val="718A6DC5FC3845CBAE3D64FDC85DAC76"/>
    <w:rsid w:val="00801AD2"/>
    <w:pPr>
      <w:spacing w:after="160" w:line="259" w:lineRule="auto"/>
    </w:pPr>
  </w:style>
  <w:style w:type="paragraph" w:customStyle="1" w:styleId="B33238F033FF49B5B5E5E926F90B9F71">
    <w:name w:val="B33238F033FF49B5B5E5E926F90B9F71"/>
    <w:rsid w:val="00801AD2"/>
    <w:pPr>
      <w:spacing w:after="160" w:line="259" w:lineRule="auto"/>
    </w:pPr>
  </w:style>
  <w:style w:type="paragraph" w:customStyle="1" w:styleId="349E663FE2BF4B1E9DC09CB30F227766">
    <w:name w:val="349E663FE2BF4B1E9DC09CB30F227766"/>
    <w:rsid w:val="00801AD2"/>
    <w:pPr>
      <w:spacing w:after="160" w:line="259" w:lineRule="auto"/>
    </w:pPr>
  </w:style>
  <w:style w:type="paragraph" w:customStyle="1" w:styleId="5D4C720640794F0B9D4FAFDCF87B56EE">
    <w:name w:val="5D4C720640794F0B9D4FAFDCF87B56EE"/>
    <w:rsid w:val="00801AD2"/>
    <w:pPr>
      <w:spacing w:after="160" w:line="259" w:lineRule="auto"/>
    </w:pPr>
  </w:style>
  <w:style w:type="paragraph" w:customStyle="1" w:styleId="BDC3B4ACB795423486A151A7E6867F0D">
    <w:name w:val="BDC3B4ACB795423486A151A7E6867F0D"/>
    <w:rsid w:val="00801AD2"/>
    <w:pPr>
      <w:spacing w:after="160" w:line="259" w:lineRule="auto"/>
    </w:pPr>
  </w:style>
  <w:style w:type="paragraph" w:customStyle="1" w:styleId="56D520A693F74AD09FDA9C43C2D061E4">
    <w:name w:val="56D520A693F74AD09FDA9C43C2D061E4"/>
    <w:rsid w:val="00801AD2"/>
    <w:pPr>
      <w:spacing w:after="160" w:line="259" w:lineRule="auto"/>
    </w:pPr>
  </w:style>
  <w:style w:type="paragraph" w:customStyle="1" w:styleId="6EFFB041069B48EABB7C8B28B3A9CD89">
    <w:name w:val="6EFFB041069B48EABB7C8B28B3A9CD89"/>
    <w:rsid w:val="00801AD2"/>
    <w:pPr>
      <w:spacing w:after="160" w:line="259" w:lineRule="auto"/>
    </w:pPr>
  </w:style>
  <w:style w:type="paragraph" w:customStyle="1" w:styleId="7C81A3A8CB394F5A89F8EDDD2973D161">
    <w:name w:val="7C81A3A8CB394F5A89F8EDDD2973D161"/>
    <w:rsid w:val="00801AD2"/>
    <w:pPr>
      <w:spacing w:after="160" w:line="259" w:lineRule="auto"/>
    </w:pPr>
  </w:style>
  <w:style w:type="paragraph" w:customStyle="1" w:styleId="0F56FF6BDEDC41DDAA09B89A2E8F533B">
    <w:name w:val="0F56FF6BDEDC41DDAA09B89A2E8F533B"/>
    <w:rsid w:val="00801AD2"/>
    <w:pPr>
      <w:spacing w:after="160" w:line="259" w:lineRule="auto"/>
    </w:pPr>
  </w:style>
  <w:style w:type="paragraph" w:customStyle="1" w:styleId="345533DFA26348B9948D35411CAF592D">
    <w:name w:val="345533DFA26348B9948D35411CAF592D"/>
    <w:rsid w:val="00801AD2"/>
    <w:pPr>
      <w:spacing w:after="160" w:line="259" w:lineRule="auto"/>
    </w:pPr>
  </w:style>
  <w:style w:type="paragraph" w:customStyle="1" w:styleId="0D1F341970E34D889D2D3377E7EAF993">
    <w:name w:val="0D1F341970E34D889D2D3377E7EAF993"/>
    <w:rsid w:val="00801AD2"/>
    <w:pPr>
      <w:spacing w:after="160" w:line="259" w:lineRule="auto"/>
    </w:pPr>
  </w:style>
  <w:style w:type="paragraph" w:customStyle="1" w:styleId="F2D7FBE2649E4D4D8A291BAC6FC9274B">
    <w:name w:val="F2D7FBE2649E4D4D8A291BAC6FC9274B"/>
    <w:rsid w:val="00801AD2"/>
    <w:pPr>
      <w:spacing w:after="160" w:line="259" w:lineRule="auto"/>
    </w:pPr>
  </w:style>
  <w:style w:type="paragraph" w:customStyle="1" w:styleId="6A2C8640E824464DA33AB69D4F160BDC">
    <w:name w:val="6A2C8640E824464DA33AB69D4F160BDC"/>
    <w:rsid w:val="00801AD2"/>
    <w:pPr>
      <w:spacing w:after="160" w:line="259" w:lineRule="auto"/>
    </w:pPr>
  </w:style>
  <w:style w:type="paragraph" w:customStyle="1" w:styleId="CBA4B9349D4240239E33B118E260E8EC">
    <w:name w:val="CBA4B9349D4240239E33B118E260E8EC"/>
    <w:rsid w:val="0005254D"/>
    <w:pPr>
      <w:spacing w:after="160" w:line="259" w:lineRule="auto"/>
    </w:pPr>
  </w:style>
  <w:style w:type="paragraph" w:customStyle="1" w:styleId="17BAF8D464574072A3D2663616018FDF">
    <w:name w:val="17BAF8D464574072A3D2663616018FDF"/>
    <w:rsid w:val="0005254D"/>
    <w:pPr>
      <w:spacing w:after="160" w:line="259" w:lineRule="auto"/>
    </w:pPr>
  </w:style>
  <w:style w:type="paragraph" w:customStyle="1" w:styleId="36DC04797A6C411A8F0EF3C709A2098B">
    <w:name w:val="36DC04797A6C411A8F0EF3C709A2098B"/>
    <w:rsid w:val="0005254D"/>
    <w:pPr>
      <w:spacing w:after="160" w:line="259" w:lineRule="auto"/>
    </w:pPr>
  </w:style>
  <w:style w:type="paragraph" w:customStyle="1" w:styleId="47FFA2D480A441C0B5ECFA71BCD37468">
    <w:name w:val="47FFA2D480A441C0B5ECFA71BCD37468"/>
    <w:rsid w:val="0005254D"/>
    <w:pPr>
      <w:spacing w:after="160" w:line="259" w:lineRule="auto"/>
    </w:pPr>
  </w:style>
  <w:style w:type="paragraph" w:customStyle="1" w:styleId="1825E9448D2D4D6FB347E7CFA5EC178D">
    <w:name w:val="1825E9448D2D4D6FB347E7CFA5EC178D"/>
    <w:rsid w:val="0005254D"/>
    <w:pPr>
      <w:spacing w:after="160" w:line="259" w:lineRule="auto"/>
    </w:pPr>
  </w:style>
  <w:style w:type="paragraph" w:customStyle="1" w:styleId="15B727136D164944B0FC344466E2B3AF">
    <w:name w:val="15B727136D164944B0FC344466E2B3AF"/>
    <w:rsid w:val="0005254D"/>
    <w:pPr>
      <w:spacing w:after="160" w:line="259" w:lineRule="auto"/>
    </w:pPr>
  </w:style>
  <w:style w:type="paragraph" w:customStyle="1" w:styleId="0A706E8A8C3C468DA8D55BD08D393E73">
    <w:name w:val="0A706E8A8C3C468DA8D55BD08D393E73"/>
    <w:rsid w:val="0005254D"/>
    <w:pPr>
      <w:spacing w:after="160" w:line="259" w:lineRule="auto"/>
    </w:pPr>
  </w:style>
  <w:style w:type="paragraph" w:customStyle="1" w:styleId="A4BA297FA6884A43A22BCA4DAA449356">
    <w:name w:val="A4BA297FA6884A43A22BCA4DAA449356"/>
    <w:rsid w:val="0005254D"/>
    <w:pPr>
      <w:spacing w:after="160" w:line="259" w:lineRule="auto"/>
    </w:pPr>
  </w:style>
  <w:style w:type="paragraph" w:customStyle="1" w:styleId="BD3CC8393897411DAA7C8BF0C937D59B">
    <w:name w:val="BD3CC8393897411DAA7C8BF0C937D59B"/>
    <w:rsid w:val="0005254D"/>
    <w:pPr>
      <w:spacing w:after="160" w:line="259" w:lineRule="auto"/>
    </w:pPr>
  </w:style>
  <w:style w:type="paragraph" w:customStyle="1" w:styleId="E8D82E7F7659452DBC57D09FCD2144BB">
    <w:name w:val="E8D82E7F7659452DBC57D09FCD2144BB"/>
    <w:rsid w:val="0005254D"/>
    <w:pPr>
      <w:spacing w:after="160" w:line="259" w:lineRule="auto"/>
    </w:pPr>
  </w:style>
  <w:style w:type="paragraph" w:customStyle="1" w:styleId="2CAA50C38CE1420D811A1D7860A38BF6">
    <w:name w:val="2CAA50C38CE1420D811A1D7860A38BF6"/>
    <w:rsid w:val="0005254D"/>
    <w:pPr>
      <w:spacing w:after="160" w:line="259" w:lineRule="auto"/>
    </w:pPr>
  </w:style>
  <w:style w:type="paragraph" w:customStyle="1" w:styleId="06324CF99B55400889DD5DB24317D3BC">
    <w:name w:val="06324CF99B55400889DD5DB24317D3BC"/>
    <w:rsid w:val="0005254D"/>
    <w:pPr>
      <w:spacing w:after="160" w:line="259" w:lineRule="auto"/>
    </w:pPr>
  </w:style>
  <w:style w:type="paragraph" w:customStyle="1" w:styleId="D51813A9187B41EFB7378A875463CF90">
    <w:name w:val="D51813A9187B41EFB7378A875463CF90"/>
    <w:rsid w:val="0005254D"/>
    <w:pPr>
      <w:spacing w:after="160" w:line="259" w:lineRule="auto"/>
    </w:pPr>
  </w:style>
  <w:style w:type="paragraph" w:customStyle="1" w:styleId="F6344AFB4A844A73A005E2992BC38619">
    <w:name w:val="F6344AFB4A844A73A005E2992BC38619"/>
    <w:rsid w:val="0005254D"/>
    <w:pPr>
      <w:spacing w:after="160" w:line="259" w:lineRule="auto"/>
    </w:pPr>
  </w:style>
  <w:style w:type="paragraph" w:customStyle="1" w:styleId="69D136E7CD214B28A4823D98855029C8">
    <w:name w:val="69D136E7CD214B28A4823D98855029C8"/>
    <w:rsid w:val="0005254D"/>
    <w:pPr>
      <w:spacing w:after="160" w:line="259" w:lineRule="auto"/>
    </w:pPr>
  </w:style>
  <w:style w:type="paragraph" w:customStyle="1" w:styleId="E40D6E88A56F4027B0A4B0A12CF09805">
    <w:name w:val="E40D6E88A56F4027B0A4B0A12CF09805"/>
    <w:rsid w:val="0005254D"/>
    <w:pPr>
      <w:spacing w:after="160" w:line="259" w:lineRule="auto"/>
    </w:pPr>
  </w:style>
  <w:style w:type="paragraph" w:customStyle="1" w:styleId="C457192BAD0B41CD9FE476B1A87F9400">
    <w:name w:val="C457192BAD0B41CD9FE476B1A87F9400"/>
    <w:rsid w:val="0005254D"/>
    <w:pPr>
      <w:spacing w:after="160" w:line="259" w:lineRule="auto"/>
    </w:pPr>
  </w:style>
  <w:style w:type="paragraph" w:customStyle="1" w:styleId="02164B71F6434F1BB523504311A0763F">
    <w:name w:val="02164B71F6434F1BB523504311A0763F"/>
    <w:rsid w:val="0005254D"/>
    <w:pPr>
      <w:spacing w:after="160" w:line="259" w:lineRule="auto"/>
    </w:pPr>
  </w:style>
  <w:style w:type="paragraph" w:customStyle="1" w:styleId="6D44098DD7364BF59D9019DE2A6AA005">
    <w:name w:val="6D44098DD7364BF59D9019DE2A6AA005"/>
    <w:rsid w:val="0005254D"/>
    <w:pPr>
      <w:spacing w:after="160" w:line="259" w:lineRule="auto"/>
    </w:pPr>
  </w:style>
  <w:style w:type="paragraph" w:customStyle="1" w:styleId="7076051BCAC44A7BAC89DFBD8E678383">
    <w:name w:val="7076051BCAC44A7BAC89DFBD8E678383"/>
    <w:rsid w:val="0005254D"/>
    <w:pPr>
      <w:spacing w:after="160" w:line="259" w:lineRule="auto"/>
    </w:pPr>
  </w:style>
  <w:style w:type="paragraph" w:customStyle="1" w:styleId="13915387BA564DDA99B1F4A80A3BC779">
    <w:name w:val="13915387BA564DDA99B1F4A80A3BC779"/>
    <w:rsid w:val="0005254D"/>
    <w:pPr>
      <w:spacing w:after="160" w:line="259" w:lineRule="auto"/>
    </w:pPr>
  </w:style>
  <w:style w:type="paragraph" w:customStyle="1" w:styleId="B85EC966C3AF47649FCC007875533690">
    <w:name w:val="B85EC966C3AF47649FCC007875533690"/>
    <w:rsid w:val="0005254D"/>
    <w:pPr>
      <w:spacing w:after="160" w:line="259" w:lineRule="auto"/>
    </w:pPr>
  </w:style>
  <w:style w:type="paragraph" w:customStyle="1" w:styleId="8652CD6C2C764B8C89C1C32F1A4C74DB">
    <w:name w:val="8652CD6C2C764B8C89C1C32F1A4C74DB"/>
    <w:rsid w:val="0005254D"/>
    <w:pPr>
      <w:spacing w:after="160" w:line="259" w:lineRule="auto"/>
    </w:pPr>
  </w:style>
  <w:style w:type="paragraph" w:customStyle="1" w:styleId="2ECB0697D70E49B18BF95CF971B987A0">
    <w:name w:val="2ECB0697D70E49B18BF95CF971B987A0"/>
    <w:rsid w:val="0005254D"/>
    <w:pPr>
      <w:spacing w:after="160" w:line="259" w:lineRule="auto"/>
    </w:pPr>
  </w:style>
  <w:style w:type="paragraph" w:customStyle="1" w:styleId="1709C662408846988DBDB08402DBB13A">
    <w:name w:val="1709C662408846988DBDB08402DBB13A"/>
    <w:rsid w:val="0005254D"/>
    <w:pPr>
      <w:spacing w:after="160" w:line="259" w:lineRule="auto"/>
    </w:pPr>
  </w:style>
  <w:style w:type="paragraph" w:customStyle="1" w:styleId="7ABA995E3CE7400A88A69C8B895EB868">
    <w:name w:val="7ABA995E3CE7400A88A69C8B895EB868"/>
    <w:rsid w:val="0005254D"/>
    <w:pPr>
      <w:spacing w:after="160" w:line="259" w:lineRule="auto"/>
    </w:pPr>
  </w:style>
  <w:style w:type="paragraph" w:customStyle="1" w:styleId="EC7EC54F2AD24265951A181A73BF73FE">
    <w:name w:val="EC7EC54F2AD24265951A181A73BF73FE"/>
    <w:rsid w:val="0005254D"/>
    <w:pPr>
      <w:spacing w:after="160" w:line="259" w:lineRule="auto"/>
    </w:pPr>
  </w:style>
  <w:style w:type="paragraph" w:customStyle="1" w:styleId="2246C5B84A9E4833ACB3E1872F78EC52">
    <w:name w:val="2246C5B84A9E4833ACB3E1872F78EC52"/>
    <w:rsid w:val="0005254D"/>
    <w:pPr>
      <w:spacing w:after="160" w:line="259" w:lineRule="auto"/>
    </w:pPr>
  </w:style>
  <w:style w:type="paragraph" w:customStyle="1" w:styleId="0217FE6A64A14DB6965EEFB07A30762D">
    <w:name w:val="0217FE6A64A14DB6965EEFB07A30762D"/>
    <w:rsid w:val="0005254D"/>
    <w:pPr>
      <w:spacing w:after="160" w:line="259" w:lineRule="auto"/>
    </w:pPr>
  </w:style>
  <w:style w:type="paragraph" w:customStyle="1" w:styleId="CDC341D73F5E4D928ABFA3A7FAA91365">
    <w:name w:val="CDC341D73F5E4D928ABFA3A7FAA91365"/>
    <w:rsid w:val="0005254D"/>
    <w:pPr>
      <w:spacing w:after="160" w:line="259" w:lineRule="auto"/>
    </w:pPr>
  </w:style>
  <w:style w:type="paragraph" w:customStyle="1" w:styleId="85E4A114B2094AC5B5C91B27F5614F35">
    <w:name w:val="85E4A114B2094AC5B5C91B27F5614F35"/>
    <w:rsid w:val="0005254D"/>
    <w:pPr>
      <w:spacing w:after="160" w:line="259" w:lineRule="auto"/>
    </w:pPr>
  </w:style>
  <w:style w:type="paragraph" w:customStyle="1" w:styleId="12C46C0688074F18BB4C3FEAA0A19867">
    <w:name w:val="12C46C0688074F18BB4C3FEAA0A19867"/>
    <w:rsid w:val="0005254D"/>
    <w:pPr>
      <w:spacing w:after="160" w:line="259" w:lineRule="auto"/>
    </w:pPr>
  </w:style>
  <w:style w:type="paragraph" w:customStyle="1" w:styleId="3ADE7A9D7AA04DE8941ED33FCDC3FD60">
    <w:name w:val="3ADE7A9D7AA04DE8941ED33FCDC3FD60"/>
    <w:rsid w:val="0005254D"/>
    <w:pPr>
      <w:spacing w:after="160" w:line="259" w:lineRule="auto"/>
    </w:pPr>
  </w:style>
  <w:style w:type="paragraph" w:customStyle="1" w:styleId="B6DC39CE1EA24C02B0CED8C0C63AAA61">
    <w:name w:val="B6DC39CE1EA24C02B0CED8C0C63AAA61"/>
    <w:rsid w:val="0005254D"/>
    <w:pPr>
      <w:spacing w:after="160" w:line="259" w:lineRule="auto"/>
    </w:pPr>
  </w:style>
  <w:style w:type="paragraph" w:customStyle="1" w:styleId="E8450DC95AB2450B8AE8BA6A1974643D">
    <w:name w:val="E8450DC95AB2450B8AE8BA6A1974643D"/>
    <w:rsid w:val="0005254D"/>
    <w:pPr>
      <w:spacing w:after="160" w:line="259" w:lineRule="auto"/>
    </w:pPr>
  </w:style>
  <w:style w:type="paragraph" w:customStyle="1" w:styleId="B1BA56F434564014899C82000ECA6FFE">
    <w:name w:val="B1BA56F434564014899C82000ECA6FFE"/>
    <w:rsid w:val="0005254D"/>
    <w:pPr>
      <w:spacing w:after="160" w:line="259" w:lineRule="auto"/>
    </w:pPr>
  </w:style>
  <w:style w:type="paragraph" w:customStyle="1" w:styleId="B29442EF830F4EB9AFD0072A8C79EB3D">
    <w:name w:val="B29442EF830F4EB9AFD0072A8C79EB3D"/>
    <w:rsid w:val="0005254D"/>
    <w:pPr>
      <w:spacing w:after="160" w:line="259" w:lineRule="auto"/>
    </w:pPr>
  </w:style>
  <w:style w:type="paragraph" w:customStyle="1" w:styleId="511B57B3BCFE4E418315E56E0CFEF877">
    <w:name w:val="511B57B3BCFE4E418315E56E0CFEF877"/>
    <w:rsid w:val="0005254D"/>
    <w:pPr>
      <w:spacing w:after="160" w:line="259" w:lineRule="auto"/>
    </w:pPr>
  </w:style>
  <w:style w:type="paragraph" w:customStyle="1" w:styleId="E1A76502689E4713888E664CF1B3C85D">
    <w:name w:val="E1A76502689E4713888E664CF1B3C85D"/>
    <w:rsid w:val="0005254D"/>
    <w:pPr>
      <w:spacing w:after="160" w:line="259" w:lineRule="auto"/>
    </w:pPr>
  </w:style>
  <w:style w:type="paragraph" w:customStyle="1" w:styleId="9594AF1E9967416999B5161695728B3E">
    <w:name w:val="9594AF1E9967416999B5161695728B3E"/>
    <w:rsid w:val="0005254D"/>
    <w:pPr>
      <w:spacing w:after="160" w:line="259" w:lineRule="auto"/>
    </w:pPr>
  </w:style>
  <w:style w:type="paragraph" w:customStyle="1" w:styleId="1FF3F2D69C704EE69D71799DEB44F945">
    <w:name w:val="1FF3F2D69C704EE69D71799DEB44F945"/>
    <w:rsid w:val="0005254D"/>
    <w:pPr>
      <w:spacing w:after="160" w:line="259" w:lineRule="auto"/>
    </w:pPr>
  </w:style>
  <w:style w:type="paragraph" w:customStyle="1" w:styleId="E575DCAA72C24B56A5FA11B2490DF0DB">
    <w:name w:val="E575DCAA72C24B56A5FA11B2490DF0DB"/>
    <w:rsid w:val="0005254D"/>
    <w:pPr>
      <w:spacing w:after="160" w:line="259" w:lineRule="auto"/>
    </w:pPr>
  </w:style>
  <w:style w:type="paragraph" w:customStyle="1" w:styleId="CDC85F160C3240C88C8BBCC6FE0593AC">
    <w:name w:val="CDC85F160C3240C88C8BBCC6FE0593AC"/>
    <w:rsid w:val="0005254D"/>
    <w:pPr>
      <w:spacing w:after="160" w:line="259" w:lineRule="auto"/>
    </w:pPr>
  </w:style>
  <w:style w:type="paragraph" w:customStyle="1" w:styleId="2E772960A6D448009F36705C97B201C2">
    <w:name w:val="2E772960A6D448009F36705C97B201C2"/>
    <w:rsid w:val="0005254D"/>
    <w:pPr>
      <w:spacing w:after="160" w:line="259" w:lineRule="auto"/>
    </w:pPr>
  </w:style>
  <w:style w:type="paragraph" w:customStyle="1" w:styleId="D6EC8A65A1B54BAB95EA8444CDB8DC85">
    <w:name w:val="D6EC8A65A1B54BAB95EA8444CDB8DC85"/>
    <w:rsid w:val="0005254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C4F10-A10A-48A9-9A04-B912C07FF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TotalTime>
  <Pages>5</Pages>
  <Words>363</Words>
  <Characters>2147</Characters>
  <Application>Microsoft Office Word</Application>
  <DocSecurity>4</DocSecurity>
  <Lines>17</Lines>
  <Paragraphs>5</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subject/>
  <dc:creator>Sweco Hydroprojekt a.s.</dc:creator>
  <cp:keywords/>
  <dc:description/>
  <cp:lastModifiedBy>Ježková, Michaela</cp:lastModifiedBy>
  <cp:revision>2</cp:revision>
  <cp:lastPrinted>2020-12-01T05:40:00Z</cp:lastPrinted>
  <dcterms:created xsi:type="dcterms:W3CDTF">2020-12-10T06:19:00Z</dcterms:created>
  <dcterms:modified xsi:type="dcterms:W3CDTF">2020-12-10T06:19:00Z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2020-10-27T06:20:16Z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9d43c24c-8492-48e5-988b-0000b46a2a33</vt:lpwstr>
  </property>
  <property fmtid="{D5CDD505-2E9C-101B-9397-08002B2CF9AE}" pid="8" name="MSIP_Label_43f08ec5-d6d9-4227-8387-ccbfcb3632c4_ContentBits">
    <vt:lpwstr>0</vt:lpwstr>
  </property>
</Properties>
</file>